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9B4FF" w14:textId="2D241863" w:rsidR="008441B4" w:rsidRDefault="008441B4" w:rsidP="00F823CD">
      <w:r>
        <w:t xml:space="preserve">Delbrück, </w:t>
      </w:r>
      <w:r w:rsidR="00557D1E">
        <w:t>Juli</w:t>
      </w:r>
      <w:r w:rsidR="009115A1">
        <w:t xml:space="preserve"> 20</w:t>
      </w:r>
      <w:r w:rsidR="00A50D27">
        <w:t>20</w:t>
      </w:r>
    </w:p>
    <w:p w14:paraId="5D814CC3" w14:textId="77777777" w:rsidR="00CB4ED1" w:rsidRDefault="00CB4ED1" w:rsidP="00CB4ED1">
      <w:pPr>
        <w:rPr>
          <w:rFonts w:ascii="Arial" w:hAnsi="Arial" w:cs="Suisse Int'l Medium"/>
          <w:b/>
          <w:sz w:val="21"/>
        </w:rPr>
      </w:pPr>
    </w:p>
    <w:p w14:paraId="4CDAF797" w14:textId="77777777" w:rsidR="008E4E3A" w:rsidRDefault="008E4E3A" w:rsidP="00C02985">
      <w:pPr>
        <w:rPr>
          <w:rFonts w:ascii="Arial" w:hAnsi="Arial" w:cs="Suisse Int'l Medium"/>
          <w:b/>
          <w:sz w:val="21"/>
        </w:rPr>
      </w:pPr>
      <w:r w:rsidRPr="008E4E3A">
        <w:rPr>
          <w:rFonts w:ascii="Arial" w:hAnsi="Arial" w:cs="Suisse Int'l Medium"/>
          <w:b/>
          <w:sz w:val="21"/>
        </w:rPr>
        <w:t xml:space="preserve">Anspruchsvolles Interior-Design bis unter die Dusche: </w:t>
      </w:r>
    </w:p>
    <w:p w14:paraId="33C887C4" w14:textId="541F3903" w:rsidR="00C02985" w:rsidRDefault="008E4E3A" w:rsidP="00C02985">
      <w:pPr>
        <w:rPr>
          <w:rFonts w:ascii="Arial" w:hAnsi="Arial" w:cs="Suisse Int'l Medium"/>
          <w:b/>
          <w:sz w:val="21"/>
        </w:rPr>
      </w:pPr>
      <w:r w:rsidRPr="008E4E3A">
        <w:rPr>
          <w:rFonts w:ascii="Arial" w:hAnsi="Arial" w:cs="Suisse Int'l Medium"/>
          <w:b/>
          <w:sz w:val="21"/>
        </w:rPr>
        <w:t xml:space="preserve">Bette im </w:t>
      </w:r>
      <w:proofErr w:type="spellStart"/>
      <w:r w:rsidRPr="008E4E3A">
        <w:rPr>
          <w:rFonts w:ascii="Arial" w:hAnsi="Arial" w:cs="Suisse Int'l Medium"/>
          <w:b/>
          <w:sz w:val="21"/>
        </w:rPr>
        <w:t>stilwerk</w:t>
      </w:r>
      <w:proofErr w:type="spellEnd"/>
      <w:r w:rsidRPr="008E4E3A">
        <w:rPr>
          <w:rFonts w:ascii="Arial" w:hAnsi="Arial" w:cs="Suisse Int'l Medium"/>
          <w:b/>
          <w:sz w:val="21"/>
        </w:rPr>
        <w:t xml:space="preserve"> Hotel </w:t>
      </w:r>
      <w:proofErr w:type="spellStart"/>
      <w:r w:rsidRPr="008E4E3A">
        <w:rPr>
          <w:rFonts w:ascii="Arial" w:hAnsi="Arial" w:cs="Suisse Int'l Medium"/>
          <w:b/>
          <w:sz w:val="21"/>
        </w:rPr>
        <w:t>Heimhude</w:t>
      </w:r>
      <w:proofErr w:type="spellEnd"/>
    </w:p>
    <w:p w14:paraId="29D8B89A" w14:textId="77777777" w:rsidR="00C02985" w:rsidRPr="00A50D27" w:rsidRDefault="00C02985" w:rsidP="00C02985">
      <w:pPr>
        <w:rPr>
          <w:rFonts w:ascii="Arial" w:hAnsi="Arial" w:cs="Suisse Int'l Medium"/>
          <w:b/>
          <w:sz w:val="21"/>
        </w:rPr>
      </w:pPr>
    </w:p>
    <w:p w14:paraId="40F3DD89" w14:textId="77777777" w:rsidR="00CB4ED1" w:rsidRDefault="00CB4ED1" w:rsidP="00CB4ED1">
      <w:pPr>
        <w:rPr>
          <w:rFonts w:ascii="Arial" w:hAnsi="Arial" w:cs="Suisse Int'l Medium"/>
          <w:b/>
          <w:sz w:val="21"/>
        </w:rPr>
      </w:pPr>
      <w:r>
        <w:rPr>
          <w:rFonts w:ascii="Arial" w:hAnsi="Arial" w:cs="Suisse Int'l Medium"/>
          <w:b/>
          <w:sz w:val="21"/>
        </w:rPr>
        <w:t>Zusammenfassung</w:t>
      </w:r>
    </w:p>
    <w:p w14:paraId="4AD2344D" w14:textId="2EDD19AD" w:rsidR="000C1E57" w:rsidRPr="00690423" w:rsidRDefault="008E4E3A" w:rsidP="000C1E57">
      <w:pPr>
        <w:rPr>
          <w:rFonts w:ascii="Arial" w:hAnsi="Arial" w:cs="Suisse Int'l Medium"/>
          <w:b/>
          <w:sz w:val="21"/>
          <w:lang w:val="de-CH"/>
        </w:rPr>
      </w:pPr>
      <w:r w:rsidRPr="008E4E3A">
        <w:rPr>
          <w:rFonts w:cs="Times New Roman"/>
          <w:szCs w:val="23"/>
        </w:rPr>
        <w:t xml:space="preserve">Das erste Hotelprojekt der Design-Plattform </w:t>
      </w:r>
      <w:proofErr w:type="spellStart"/>
      <w:r w:rsidRPr="008E4E3A">
        <w:rPr>
          <w:rFonts w:cs="Times New Roman"/>
          <w:szCs w:val="23"/>
        </w:rPr>
        <w:t>stilwerk</w:t>
      </w:r>
      <w:proofErr w:type="spellEnd"/>
      <w:r w:rsidRPr="008E4E3A">
        <w:rPr>
          <w:rFonts w:cs="Times New Roman"/>
          <w:szCs w:val="23"/>
        </w:rPr>
        <w:t xml:space="preserve">, das Hotel </w:t>
      </w:r>
      <w:proofErr w:type="spellStart"/>
      <w:r w:rsidRPr="008E4E3A">
        <w:rPr>
          <w:rFonts w:cs="Times New Roman"/>
          <w:szCs w:val="23"/>
        </w:rPr>
        <w:t>Heimhude</w:t>
      </w:r>
      <w:proofErr w:type="spellEnd"/>
      <w:r w:rsidRPr="008E4E3A">
        <w:rPr>
          <w:rFonts w:cs="Times New Roman"/>
          <w:szCs w:val="23"/>
        </w:rPr>
        <w:t xml:space="preserve"> in Hamburg, hat im Mai 2020 seine Türen für die Gäste geöffnet. Die Idee hinter dem innovativen Konzept der </w:t>
      </w:r>
      <w:proofErr w:type="spellStart"/>
      <w:r w:rsidRPr="008E4E3A">
        <w:rPr>
          <w:rFonts w:cs="Times New Roman"/>
          <w:szCs w:val="23"/>
        </w:rPr>
        <w:t>stilwerkhotels</w:t>
      </w:r>
      <w:proofErr w:type="spellEnd"/>
      <w:r w:rsidRPr="008E4E3A">
        <w:rPr>
          <w:rFonts w:cs="Times New Roman"/>
          <w:szCs w:val="23"/>
        </w:rPr>
        <w:t xml:space="preserve">: Den Designanspruch der Premium-Marken aus dem </w:t>
      </w:r>
      <w:proofErr w:type="spellStart"/>
      <w:r w:rsidRPr="008E4E3A">
        <w:rPr>
          <w:rFonts w:cs="Times New Roman"/>
          <w:szCs w:val="23"/>
        </w:rPr>
        <w:t>stilwerk</w:t>
      </w:r>
      <w:proofErr w:type="spellEnd"/>
      <w:r w:rsidRPr="008E4E3A">
        <w:rPr>
          <w:rFonts w:cs="Times New Roman"/>
          <w:szCs w:val="23"/>
        </w:rPr>
        <w:t xml:space="preserve"> Kosmos in reale Wohnsituationen zu übertragen und auf diese Weise erlebbar – und zugleich erwerbbar – zu machen. Teil der hochwertigen Innenausstattung mit rund 40 Top-Marken sind auch Duschwannen von Bette, die speziell für die 24 Badezimmer des Boutique-Hotels ausgewählt wurden.</w:t>
      </w:r>
    </w:p>
    <w:p w14:paraId="7D2D5046" w14:textId="77777777" w:rsidR="00CB4ED1" w:rsidRDefault="00CB4ED1">
      <w:pPr>
        <w:spacing w:after="200" w:line="276" w:lineRule="auto"/>
        <w:rPr>
          <w:rFonts w:ascii="Arial" w:hAnsi="Arial" w:cs="Suisse Int'l Medium"/>
          <w:b/>
          <w:szCs w:val="23"/>
        </w:rPr>
      </w:pPr>
      <w:r>
        <w:rPr>
          <w:rFonts w:ascii="Arial" w:hAnsi="Arial" w:cs="Suisse Int'l Medium"/>
          <w:b/>
          <w:szCs w:val="23"/>
        </w:rPr>
        <w:br w:type="page"/>
      </w:r>
    </w:p>
    <w:p w14:paraId="3519F4C5" w14:textId="77777777" w:rsidR="00557D1E" w:rsidRDefault="00557D1E" w:rsidP="0080302C">
      <w:pPr>
        <w:rPr>
          <w:rFonts w:ascii="Arial" w:hAnsi="Arial" w:cs="Suisse Int'l Medium"/>
          <w:b/>
          <w:szCs w:val="23"/>
        </w:rPr>
      </w:pPr>
      <w:r w:rsidRPr="00557D1E">
        <w:rPr>
          <w:rFonts w:ascii="Arial" w:hAnsi="Arial" w:cs="Suisse Int'l Medium"/>
          <w:b/>
          <w:szCs w:val="23"/>
        </w:rPr>
        <w:lastRenderedPageBreak/>
        <w:t xml:space="preserve">Anspruchsvolles Interior-Design bis unter die Dusche: </w:t>
      </w:r>
    </w:p>
    <w:p w14:paraId="0140C372" w14:textId="1FF27FB5" w:rsidR="00557D1E" w:rsidRDefault="00557D1E" w:rsidP="0080302C">
      <w:pPr>
        <w:rPr>
          <w:rFonts w:ascii="Arial" w:hAnsi="Arial" w:cs="Suisse Int'l Medium"/>
          <w:b/>
          <w:szCs w:val="23"/>
        </w:rPr>
      </w:pPr>
      <w:r w:rsidRPr="00557D1E">
        <w:rPr>
          <w:rFonts w:ascii="Arial" w:hAnsi="Arial" w:cs="Suisse Int'l Medium"/>
          <w:b/>
          <w:szCs w:val="23"/>
        </w:rPr>
        <w:t xml:space="preserve">Bette im </w:t>
      </w:r>
      <w:proofErr w:type="spellStart"/>
      <w:r w:rsidRPr="00557D1E">
        <w:rPr>
          <w:rFonts w:ascii="Arial" w:hAnsi="Arial" w:cs="Suisse Int'l Medium"/>
          <w:b/>
          <w:szCs w:val="23"/>
        </w:rPr>
        <w:t>stilwerk</w:t>
      </w:r>
      <w:proofErr w:type="spellEnd"/>
      <w:r w:rsidRPr="00557D1E">
        <w:rPr>
          <w:rFonts w:ascii="Arial" w:hAnsi="Arial" w:cs="Suisse Int'l Medium"/>
          <w:b/>
          <w:szCs w:val="23"/>
        </w:rPr>
        <w:t xml:space="preserve"> Hotel </w:t>
      </w:r>
      <w:proofErr w:type="spellStart"/>
      <w:r w:rsidRPr="00557D1E">
        <w:rPr>
          <w:rFonts w:ascii="Arial" w:hAnsi="Arial" w:cs="Suisse Int'l Medium"/>
          <w:b/>
          <w:szCs w:val="23"/>
        </w:rPr>
        <w:t>Heimhude</w:t>
      </w:r>
      <w:proofErr w:type="spellEnd"/>
    </w:p>
    <w:p w14:paraId="295E410E" w14:textId="77777777" w:rsidR="00557D1E" w:rsidRDefault="00557D1E" w:rsidP="0080302C">
      <w:pPr>
        <w:rPr>
          <w:rFonts w:ascii="Arial" w:hAnsi="Arial" w:cs="Suisse Int'l Medium"/>
          <w:b/>
          <w:szCs w:val="23"/>
        </w:rPr>
      </w:pPr>
    </w:p>
    <w:p w14:paraId="66F32163" w14:textId="4D8B7D8F" w:rsidR="00C02985" w:rsidRDefault="00557D1E" w:rsidP="0080302C">
      <w:pPr>
        <w:rPr>
          <w:b/>
          <w:bCs/>
        </w:rPr>
      </w:pPr>
      <w:r w:rsidRPr="00557D1E">
        <w:rPr>
          <w:b/>
          <w:bCs/>
        </w:rPr>
        <w:t xml:space="preserve">Das erste Hotelprojekt der Design-Plattform </w:t>
      </w:r>
      <w:proofErr w:type="spellStart"/>
      <w:r w:rsidRPr="00557D1E">
        <w:rPr>
          <w:b/>
          <w:bCs/>
        </w:rPr>
        <w:t>stilwerk</w:t>
      </w:r>
      <w:proofErr w:type="spellEnd"/>
      <w:r w:rsidRPr="00557D1E">
        <w:rPr>
          <w:b/>
          <w:bCs/>
        </w:rPr>
        <w:t xml:space="preserve">, das Hotel </w:t>
      </w:r>
      <w:proofErr w:type="spellStart"/>
      <w:r w:rsidRPr="00557D1E">
        <w:rPr>
          <w:b/>
          <w:bCs/>
        </w:rPr>
        <w:t>Heimhude</w:t>
      </w:r>
      <w:proofErr w:type="spellEnd"/>
      <w:r w:rsidRPr="00557D1E">
        <w:rPr>
          <w:b/>
          <w:bCs/>
        </w:rPr>
        <w:t xml:space="preserve"> in Hamburg, hat im Mai 2020 seine Türen für die Gäste geöffnet. Die Idee hinter dem innovativen Konzept der </w:t>
      </w:r>
      <w:proofErr w:type="spellStart"/>
      <w:r w:rsidRPr="00557D1E">
        <w:rPr>
          <w:b/>
          <w:bCs/>
        </w:rPr>
        <w:t>stilwerkhotels</w:t>
      </w:r>
      <w:proofErr w:type="spellEnd"/>
      <w:r w:rsidRPr="00557D1E">
        <w:rPr>
          <w:b/>
          <w:bCs/>
        </w:rPr>
        <w:t xml:space="preserve">: Den Designanspruch der Premium-Marken aus dem </w:t>
      </w:r>
      <w:proofErr w:type="spellStart"/>
      <w:r w:rsidRPr="00557D1E">
        <w:rPr>
          <w:b/>
          <w:bCs/>
        </w:rPr>
        <w:t>stilwerk</w:t>
      </w:r>
      <w:proofErr w:type="spellEnd"/>
      <w:r w:rsidRPr="00557D1E">
        <w:rPr>
          <w:b/>
          <w:bCs/>
        </w:rPr>
        <w:t xml:space="preserve"> Kosmos in reale Wohnsituationen zu übertragen und auf diese Weise erlebbar – und zugleich erwerbbar – zu machen. Teil der hochwertigen Innenausstattung mit rund 40 Top-Marken sind auch Duschwannen von Bette, die speziell für die 24 Badezimmer des Boutique-Hotels ausgewählt wurden.</w:t>
      </w:r>
    </w:p>
    <w:p w14:paraId="7B5CC504" w14:textId="77777777" w:rsidR="00557D1E" w:rsidRPr="0080302C" w:rsidRDefault="00557D1E" w:rsidP="0080302C">
      <w:pPr>
        <w:rPr>
          <w:b/>
          <w:bCs/>
        </w:rPr>
      </w:pPr>
    </w:p>
    <w:p w14:paraId="2EDA4420" w14:textId="77777777" w:rsidR="00557D1E" w:rsidRDefault="00557D1E" w:rsidP="00557D1E">
      <w:r>
        <w:t xml:space="preserve">„Grande Dame in Sneakers“ nennt das </w:t>
      </w:r>
      <w:proofErr w:type="spellStart"/>
      <w:r>
        <w:t>stilwerk</w:t>
      </w:r>
      <w:proofErr w:type="spellEnd"/>
      <w:r>
        <w:t xml:space="preserve"> Kreativ-Team um Alexander Garbe und Tatjana Groß das frisch renovierte und neu ausgestattete Hotel liebevoll, das zentral zwischen Universität und Alster im Hamburger Stadtteil </w:t>
      </w:r>
      <w:proofErr w:type="spellStart"/>
      <w:r>
        <w:t>Rotherbaum</w:t>
      </w:r>
      <w:proofErr w:type="spellEnd"/>
      <w:r>
        <w:t xml:space="preserve"> zu finden ist. Mit gutem Grund, denn die über 150 Jahre alte Jugendstilvilla kombiniert in ihren 24 Zimmern ehrwürdigen Charme mit spannungsvollem Interior: Natürliche Materialien, handgefertigte Manufakturqualität aus Europa und viel Liebe zum Detail bescheren den Gästen ein echtes Unterwegs-Zuhause-Erlebnis. </w:t>
      </w:r>
    </w:p>
    <w:p w14:paraId="067442B1" w14:textId="77777777" w:rsidR="00557D1E" w:rsidRDefault="00557D1E" w:rsidP="00557D1E"/>
    <w:p w14:paraId="352F2338" w14:textId="36D22ECF" w:rsidR="00557D1E" w:rsidRDefault="00557D1E" w:rsidP="00557D1E">
      <w:r>
        <w:t xml:space="preserve">Das Besondere: Eine Übernachtung in den </w:t>
      </w:r>
      <w:proofErr w:type="spellStart"/>
      <w:r>
        <w:t>stilwerkhotels</w:t>
      </w:r>
      <w:proofErr w:type="spellEnd"/>
      <w:r>
        <w:t xml:space="preserve"> kann gleichzeitig zum Probewohnen und Shoppen genutzt werden, denn die Designausstattung kann von den Gästen auch für das eigene Zuhause erworben werden. Entweder direkt vor Ort im </w:t>
      </w:r>
      <w:proofErr w:type="spellStart"/>
      <w:r>
        <w:t>stilwerk</w:t>
      </w:r>
      <w:proofErr w:type="spellEnd"/>
      <w:r>
        <w:t xml:space="preserve"> am Hamburger Fischmarkt oder bequem im Online-Shop der Marke. Erste Auskunft zum neuen Lieblingsmöbel erhalten die Gäste auf Wunsch auch bereits vom Gastgeber im Hotel.</w:t>
      </w:r>
    </w:p>
    <w:p w14:paraId="6C66E78B" w14:textId="77777777" w:rsidR="00557D1E" w:rsidRDefault="00557D1E" w:rsidP="00557D1E"/>
    <w:p w14:paraId="42CDB549" w14:textId="77777777" w:rsidR="00557D1E" w:rsidRDefault="00557D1E" w:rsidP="00557D1E">
      <w:r>
        <w:t xml:space="preserve">„Anspruchsvolles Design ist seit 25 Jahren integraler Bestandteil der DNA von </w:t>
      </w:r>
      <w:proofErr w:type="spellStart"/>
      <w:r>
        <w:t>stilwerk</w:t>
      </w:r>
      <w:proofErr w:type="spellEnd"/>
      <w:r>
        <w:t xml:space="preserve"> und seinen Design-Destinationen. Darum haben wir auch bei der Einrichtung des ersten </w:t>
      </w:r>
      <w:proofErr w:type="spellStart"/>
      <w:r>
        <w:t>stilwerkhotels</w:t>
      </w:r>
      <w:proofErr w:type="spellEnd"/>
      <w:r>
        <w:t xml:space="preserve"> nur Hersteller integriert, die diesen hohen Anspruch an Ästhetik und Haptik, Qualität und Funktionalität mit uns teilen“, so </w:t>
      </w:r>
      <w:proofErr w:type="spellStart"/>
      <w:r>
        <w:t>stilwerk</w:t>
      </w:r>
      <w:proofErr w:type="spellEnd"/>
      <w:r>
        <w:t xml:space="preserve"> Inhaber Alexander Garbe.</w:t>
      </w:r>
    </w:p>
    <w:p w14:paraId="68B079AC" w14:textId="77777777" w:rsidR="00557D1E" w:rsidRDefault="00557D1E" w:rsidP="00557D1E"/>
    <w:p w14:paraId="5538B89D" w14:textId="77777777" w:rsidR="00557D1E" w:rsidRDefault="00557D1E" w:rsidP="00557D1E">
      <w:r>
        <w:t xml:space="preserve">Der Qualitäts- und Designanspruch ist überall im Hotel spürbar. Jedes Zimmer ist individuell, zeitlos-modern eingerichtet. Skandinavisches Handwerk kombiniert sich hier mit italienischer Raffinesse, modernen Antiquitäten und überraschenden Details. Aber auch der kleine, feine </w:t>
      </w:r>
      <w:proofErr w:type="spellStart"/>
      <w:r>
        <w:t>Gym</w:t>
      </w:r>
      <w:proofErr w:type="spellEnd"/>
      <w:r>
        <w:t xml:space="preserve">-Bereich, die Bibliothek, die Lounge, der Meeting-Raum mit angrenzender Gartenterrasse oder die offene Living </w:t>
      </w:r>
      <w:proofErr w:type="spellStart"/>
      <w:r>
        <w:t>Kitchen</w:t>
      </w:r>
      <w:proofErr w:type="spellEnd"/>
      <w:r>
        <w:t xml:space="preserve"> mit Bar und </w:t>
      </w:r>
      <w:r>
        <w:lastRenderedPageBreak/>
        <w:t xml:space="preserve">Rezeption tragen dazu bei, dass das </w:t>
      </w:r>
      <w:proofErr w:type="spellStart"/>
      <w:r>
        <w:t>stilwerk</w:t>
      </w:r>
      <w:proofErr w:type="spellEnd"/>
      <w:r>
        <w:t xml:space="preserve"> Hotel </w:t>
      </w:r>
      <w:proofErr w:type="spellStart"/>
      <w:r>
        <w:t>Heimhude</w:t>
      </w:r>
      <w:proofErr w:type="spellEnd"/>
      <w:r>
        <w:t xml:space="preserve"> eine inspirierende Location ist, in der sich die Gäste zuhause und willkommen fühlen. </w:t>
      </w:r>
    </w:p>
    <w:p w14:paraId="42707EDC" w14:textId="77777777" w:rsidR="00C02985" w:rsidRDefault="00C02985" w:rsidP="00C02985">
      <w:r>
        <w:t> </w:t>
      </w:r>
    </w:p>
    <w:p w14:paraId="15F91FA7" w14:textId="77777777" w:rsidR="00557D1E" w:rsidRDefault="00557D1E" w:rsidP="00C02985">
      <w:pPr>
        <w:rPr>
          <w:rFonts w:ascii="Arial" w:hAnsi="Arial" w:cs="Arial"/>
          <w:b/>
          <w:bCs/>
          <w:sz w:val="21"/>
          <w:szCs w:val="21"/>
        </w:rPr>
      </w:pPr>
      <w:r w:rsidRPr="00557D1E">
        <w:rPr>
          <w:rFonts w:ascii="Arial" w:hAnsi="Arial" w:cs="Arial"/>
          <w:b/>
          <w:bCs/>
          <w:sz w:val="21"/>
          <w:szCs w:val="21"/>
        </w:rPr>
        <w:t>Badezimmer ins Interior-Konzept integriert</w:t>
      </w:r>
    </w:p>
    <w:p w14:paraId="6860DBBD" w14:textId="77777777" w:rsidR="00557D1E" w:rsidRDefault="00557D1E" w:rsidP="00557D1E">
      <w:r>
        <w:t xml:space="preserve">Eine wichtige Rolle im innovativen Konzept der </w:t>
      </w:r>
      <w:proofErr w:type="spellStart"/>
      <w:r>
        <w:t>stilwerkhotels</w:t>
      </w:r>
      <w:proofErr w:type="spellEnd"/>
      <w:r>
        <w:t xml:space="preserve"> spielen auch die Badezimmer, auf deren Gestaltung viel Augenmerk gelegt wurde: „Unsere Bäder unterscheiden sich in Gestaltung und Stil deutlich vom Hospitality-Mainstream, indem wir neben hochwertigen Armaturen und Duschflächen auch stimmungsvolle Eyecatcher einsetzen, wie die Vintage-Fliesen mit matter Oberfläche aus der französischen Familienmanufaktur </w:t>
      </w:r>
      <w:proofErr w:type="spellStart"/>
      <w:r>
        <w:t>Winkelmans</w:t>
      </w:r>
      <w:proofErr w:type="spellEnd"/>
      <w:r>
        <w:t xml:space="preserve">. In der Farbgebung kommen unsere Bäder entspannt und modern daher: mit angenehmen Grün- und Anthrazittönen“, erklärt </w:t>
      </w:r>
      <w:proofErr w:type="spellStart"/>
      <w:r>
        <w:t>stilwerk</w:t>
      </w:r>
      <w:proofErr w:type="spellEnd"/>
      <w:r>
        <w:t xml:space="preserve"> Geschäftsführerin Tatjana Groß, die selbst langjährige Management-Erfahrung im operativen Hotelbetrieb als auch in der Hotelentwicklung und -realisierung vorweisen kann.</w:t>
      </w:r>
    </w:p>
    <w:p w14:paraId="66DAC41D" w14:textId="77777777" w:rsidR="00557D1E" w:rsidRDefault="00557D1E" w:rsidP="00557D1E"/>
    <w:p w14:paraId="71A2804C" w14:textId="77777777" w:rsidR="00557D1E" w:rsidRDefault="00557D1E" w:rsidP="00557D1E">
      <w:r>
        <w:t xml:space="preserve">Mit ihrer Farbgebung sind die Bäder vollständig in das Interior-Konzept des Hotels integriert, denn die Übergänge zwischen Schlaf- und Badbereich sind in vielen Zimmern offen und fließend gestaltet.  Neben den Fliesen wurden daher auch die Duschwannen sorgfältig ausgewählt, denn sie sollten sich harmonisch in den farblichen Gesamteindruck von Raum und Boden einfügen. Fündig wurden die Planer beim Delbrücker Badspezialisten Bette, der in seiner Hightech-Manufaktur Badelemente aus glasiertem Titan-Stahl in zahlreichen Farben, darunter exklusiven Mattfarben fertigen kann. </w:t>
      </w:r>
    </w:p>
    <w:p w14:paraId="0220D5CE" w14:textId="77777777" w:rsidR="00557D1E" w:rsidRDefault="00557D1E" w:rsidP="00557D1E"/>
    <w:p w14:paraId="3F829D8C" w14:textId="4498A1A2" w:rsidR="00723A71" w:rsidRDefault="00557D1E" w:rsidP="00557D1E">
      <w:r>
        <w:t xml:space="preserve">„Der Konzeptfokus von </w:t>
      </w:r>
      <w:proofErr w:type="spellStart"/>
      <w:r>
        <w:t>stilwerkhotels</w:t>
      </w:r>
      <w:proofErr w:type="spellEnd"/>
      <w:r>
        <w:t xml:space="preserve"> liegt ganz klar darauf, eine Vielfalt an hochwertigen Herstellern erlebbar zu machen, die in Europa ansässig sind und produzieren, idealerweise Manufakturen. Bei der Wahl der Bette Duschwannen haben uns das ansprechende Design, die minimalistische Formsprache, das matte Finish und die einfache Pflege überzeugt. Besonders die Farbauswahl bei Bette hat mit Flint (mintgrün) und Raven (anthrazit) perfekt in das Farbkonzept der jeweiligen Badgestaltung gepasst“, so Alexander Garbe.</w:t>
      </w:r>
    </w:p>
    <w:p w14:paraId="2E7DAFC0" w14:textId="26CC21CF" w:rsidR="00557D1E" w:rsidRDefault="00557D1E" w:rsidP="00557D1E"/>
    <w:p w14:paraId="77DBAF90" w14:textId="4915EEF8" w:rsidR="00557D1E" w:rsidRDefault="00557D1E" w:rsidP="00557D1E">
      <w:pPr>
        <w:rPr>
          <w:rFonts w:ascii="Arial" w:hAnsi="Arial" w:cs="Arial"/>
          <w:b/>
          <w:bCs/>
          <w:sz w:val="21"/>
          <w:szCs w:val="21"/>
        </w:rPr>
      </w:pPr>
      <w:r w:rsidRPr="00557D1E">
        <w:rPr>
          <w:rFonts w:ascii="Arial" w:hAnsi="Arial" w:cs="Arial"/>
          <w:b/>
          <w:bCs/>
          <w:sz w:val="21"/>
          <w:szCs w:val="21"/>
        </w:rPr>
        <w:t>Auf die Details kommt es an</w:t>
      </w:r>
    </w:p>
    <w:p w14:paraId="1D7F8C2D" w14:textId="77777777" w:rsidR="00557D1E" w:rsidRDefault="00557D1E" w:rsidP="00557D1E">
      <w:r>
        <w:t xml:space="preserve">Nicht nur die Leidenschaft für Farbe und Design teilen </w:t>
      </w:r>
      <w:proofErr w:type="spellStart"/>
      <w:r>
        <w:t>stilwerk</w:t>
      </w:r>
      <w:proofErr w:type="spellEnd"/>
      <w:r>
        <w:t xml:space="preserve"> und Bette, sondern auch die Liebe zum Detail. Der Duschwannenklassiker </w:t>
      </w:r>
      <w:proofErr w:type="spellStart"/>
      <w:r>
        <w:t>BetteUltra</w:t>
      </w:r>
      <w:proofErr w:type="spellEnd"/>
      <w:r>
        <w:t xml:space="preserve"> besitzt beispielsweise enge R10-Eckkradien, die sich präzise ins Fugenbild der Fliesen einpassen. Eine scheinbare Kleinigkeit, die jedoch die Optik verfeinert und den übermäßigen Gebrauch von Silikon in den Ecken sichtlich reduziert. Werden die </w:t>
      </w:r>
      <w:r>
        <w:lastRenderedPageBreak/>
        <w:t xml:space="preserve">Duschwannen wie im </w:t>
      </w:r>
      <w:proofErr w:type="spellStart"/>
      <w:r>
        <w:t>stilwerk</w:t>
      </w:r>
      <w:proofErr w:type="spellEnd"/>
      <w:r>
        <w:t xml:space="preserve"> Hotel </w:t>
      </w:r>
      <w:proofErr w:type="spellStart"/>
      <w:r>
        <w:t>Heimhude</w:t>
      </w:r>
      <w:proofErr w:type="spellEnd"/>
      <w:r>
        <w:t xml:space="preserve"> mit einem Sockel unterfliest, gelingt das dank der nahezu spitzen Ecken ebenfalls ästhetisch akkurat. </w:t>
      </w:r>
    </w:p>
    <w:p w14:paraId="41314D4D" w14:textId="77777777" w:rsidR="00557D1E" w:rsidRDefault="00557D1E" w:rsidP="00557D1E"/>
    <w:p w14:paraId="035F0323" w14:textId="177F894F" w:rsidR="00557D1E" w:rsidRDefault="00557D1E" w:rsidP="00557D1E">
      <w:r>
        <w:t xml:space="preserve">Ein weiteres ästhetisches Detail sind die Ablaufdeckel in der gewählten Farbe der Duschwanne, die flächenbündig mit der Standfläche abschließen und so für eine durchgängige und homogene Optik und ein angenehmes Begehgefühl unter der Dusche sorgen. Apropos: Die Duschwannen in der Farbe Flint ließ das Hotel zusätzlich mit dem rutschhemmenden Antirutsch Pro von Bette veredeln, um hier höchste Steh- und Gehsicherheit gemäß DIN 51097 (Bewertungsklasse B) und DIN 51130 (Bewertungsklasse R10) für seine Gäste zu gewährleisten. Die Ästhetik der mattfarbenen Glasur bleibt dabei makellos erhalten.  </w:t>
      </w:r>
    </w:p>
    <w:p w14:paraId="12C3674E" w14:textId="6D5ED960" w:rsidR="00557D1E" w:rsidRDefault="00557D1E" w:rsidP="00557D1E"/>
    <w:p w14:paraId="3558DC80" w14:textId="77777777" w:rsidR="00557D1E" w:rsidRPr="00DA4453" w:rsidRDefault="00557D1E" w:rsidP="00557D1E">
      <w:pPr>
        <w:tabs>
          <w:tab w:val="left" w:pos="720"/>
          <w:tab w:val="left" w:pos="1440"/>
          <w:tab w:val="left" w:pos="2160"/>
          <w:tab w:val="left" w:pos="2880"/>
          <w:tab w:val="left" w:pos="3600"/>
          <w:tab w:val="left" w:pos="4320"/>
          <w:tab w:val="left" w:pos="5040"/>
          <w:tab w:val="left" w:pos="5760"/>
          <w:tab w:val="left" w:pos="6480"/>
          <w:tab w:val="left" w:pos="7148"/>
        </w:tabs>
        <w:outlineLvl w:val="1"/>
        <w:rPr>
          <w:rFonts w:ascii="Arial" w:hAnsi="Arial" w:cs="Arial"/>
          <w:b/>
          <w:bCs/>
          <w:sz w:val="21"/>
          <w:szCs w:val="21"/>
          <w:lang w:val="de-CH"/>
        </w:rPr>
      </w:pPr>
      <w:r w:rsidRPr="00DA4453">
        <w:rPr>
          <w:rFonts w:ascii="Arial" w:hAnsi="Arial" w:cs="Arial"/>
          <w:b/>
          <w:bCs/>
          <w:sz w:val="21"/>
          <w:szCs w:val="21"/>
          <w:lang w:val="de-CH"/>
        </w:rPr>
        <w:t>Schallschutz inklusive</w:t>
      </w:r>
    </w:p>
    <w:p w14:paraId="378B0949" w14:textId="77777777" w:rsidR="00557D1E" w:rsidRDefault="00557D1E" w:rsidP="00557D1E">
      <w:r>
        <w:t xml:space="preserve">„Da wir es im </w:t>
      </w:r>
      <w:proofErr w:type="spellStart"/>
      <w:r>
        <w:t>stilwerk</w:t>
      </w:r>
      <w:proofErr w:type="spellEnd"/>
      <w:r>
        <w:t xml:space="preserve"> Hotel </w:t>
      </w:r>
      <w:proofErr w:type="spellStart"/>
      <w:r>
        <w:t>Heimhude</w:t>
      </w:r>
      <w:proofErr w:type="spellEnd"/>
      <w:r>
        <w:t xml:space="preserve"> mit einer 150 Jahre alten Jugendstilvilla zu tun haben, ist Schallschutz natürlich ebenfalls ein Thema. Deshalb haben wir zum Wohle unserer Gäste bei der Auswahl der Duschwannen auch auf integrierten Schallschutz geachtet“, betont Tatjana Groß.</w:t>
      </w:r>
    </w:p>
    <w:p w14:paraId="6BF00D1C" w14:textId="77777777" w:rsidR="00557D1E" w:rsidRDefault="00557D1E" w:rsidP="00557D1E"/>
    <w:p w14:paraId="7333D1F8" w14:textId="01FB4183" w:rsidR="00557D1E" w:rsidRDefault="00557D1E" w:rsidP="00557D1E">
      <w:r>
        <w:t xml:space="preserve">Auch bei diesem sensiblen Thema konnten die Lösungen von Bette überzeugen, denn die Duschwannen des Unternehmens sind serienmäßig mit Antidröhn-Matten vorkonfektioniert, die das Geräusch des prasselnden Wassers deutlich reduzieren. </w:t>
      </w:r>
      <w:r w:rsidR="00FE3809">
        <w:t>Schließlich</w:t>
      </w:r>
      <w:r>
        <w:t xml:space="preserve"> will kein Gast mithören, wenn der Zimmernachbar spät nachts noch duscht. </w:t>
      </w:r>
    </w:p>
    <w:p w14:paraId="260B1F64" w14:textId="246913CD" w:rsidR="00557D1E" w:rsidRDefault="00557D1E" w:rsidP="00557D1E"/>
    <w:p w14:paraId="6E2967A0" w14:textId="5B8AF68D" w:rsidR="00557D1E" w:rsidRDefault="00557D1E" w:rsidP="00557D1E"/>
    <w:p w14:paraId="381ED73B" w14:textId="2B7B1A66" w:rsidR="00DA4453" w:rsidRDefault="00DA4453" w:rsidP="00DA4453">
      <w:pPr>
        <w:pStyle w:val="Subline"/>
        <w:jc w:val="center"/>
      </w:pPr>
      <w:r>
        <w:t>* * *</w:t>
      </w:r>
    </w:p>
    <w:p w14:paraId="696C9CE0" w14:textId="77777777" w:rsidR="00DA4453" w:rsidRDefault="00DA4453" w:rsidP="00C32D35">
      <w:pPr>
        <w:pStyle w:val="Subline"/>
      </w:pPr>
    </w:p>
    <w:p w14:paraId="0F2695BE" w14:textId="1233D485" w:rsidR="00C32D35" w:rsidRPr="00DA4453" w:rsidRDefault="00C32D35" w:rsidP="00C32D35">
      <w:pPr>
        <w:pStyle w:val="Subline"/>
      </w:pPr>
      <w:r w:rsidRPr="00DA4453">
        <w:t>Über Bette</w:t>
      </w:r>
    </w:p>
    <w:p w14:paraId="11C4848E" w14:textId="77777777" w:rsidR="00DA4453" w:rsidRDefault="00DA4453" w:rsidP="00DA4453"/>
    <w:p w14:paraId="27BDB643" w14:textId="7421EED7" w:rsidR="00557D1E" w:rsidRPr="00FE3809" w:rsidRDefault="00557D1E" w:rsidP="00DA4453">
      <w:r>
        <w:t xml:space="preserve">Bette ist Spezialist für Badobjekte aus einem besonderen Material und Herstellungsprozess: Titanstahlplatten werden dabei unter hohem Druck verformt und mit einem dünnen, dem Glas verwandten Überzug veredelt – daher die Bezeichnung „glasierter Titanstahl“. Aus diesem für den Lebensraum Bad idealen Verbundmaterial (es ist hautfreundlich, hygienisch, langlebig und robust) werden bei Bette Badewannen, Duschflächen, Duschwannen und Waschtische hergestellt. </w:t>
      </w:r>
    </w:p>
    <w:p w14:paraId="64FEB6D9" w14:textId="537CED7E" w:rsidR="00557D1E" w:rsidRDefault="00557D1E" w:rsidP="00557D1E">
      <w:pPr>
        <w:spacing w:after="200" w:line="276" w:lineRule="auto"/>
      </w:pPr>
      <w:r>
        <w:t xml:space="preserve">Das Familienunternehmen Bette wurde 1952 in Delbrück (Nordrhein-Westfalen) gegründet und hat sich exklusiv auf diesen Fertigungsprozess spezialisiert, der eine fließende Formgebung der Produkte in höchster handwerklicher Präzision </w:t>
      </w:r>
      <w:r>
        <w:lastRenderedPageBreak/>
        <w:t xml:space="preserve">ermöglicht. Am Produktions- und Verwaltungssitz sind rund 370 Mitarbeiter beschäftigt. Geschäftsführer ist mit Thilo C. Pahl ein Vertreter der Eigentümerfamilie. </w:t>
      </w:r>
    </w:p>
    <w:p w14:paraId="5B018C5C" w14:textId="6FC0C799" w:rsidR="00557D1E" w:rsidRDefault="00557D1E" w:rsidP="00557D1E">
      <w:pPr>
        <w:spacing w:after="200" w:line="276" w:lineRule="auto"/>
      </w:pPr>
      <w:r>
        <w:t xml:space="preserve">Das Sortiment umfasst Badewannen, Duschflächen, Duschwannen, Waschtische und </w:t>
      </w:r>
      <w:proofErr w:type="spellStart"/>
      <w:r>
        <w:t>Badmöbel</w:t>
      </w:r>
      <w:proofErr w:type="spellEnd"/>
      <w:r>
        <w:t xml:space="preserve">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7C7CCA7D" w14:textId="2C3CD2A0" w:rsidR="00FA10D9" w:rsidRDefault="00557D1E" w:rsidP="00557D1E">
      <w:pPr>
        <w:spacing w:after="200" w:line="276" w:lineRule="auto"/>
      </w:pPr>
      <w:r>
        <w:t>Aus den natürlichen Rohstoffen Glas, Wasser und Stahl entstehen hochwertige, komplett recyclingfähige Produkte. Sie sind entsprechend der Enviro</w:t>
      </w:r>
      <w:r w:rsidR="004E50E2">
        <w:t>n</w:t>
      </w:r>
      <w:r>
        <w:t xml:space="preserve">mental </w:t>
      </w:r>
      <w:proofErr w:type="spellStart"/>
      <w:r>
        <w:t>Product</w:t>
      </w:r>
      <w:proofErr w:type="spellEnd"/>
      <w:r>
        <w:t xml:space="preserve"> </w:t>
      </w:r>
      <w:proofErr w:type="spellStart"/>
      <w:r>
        <w:t>Declaration</w:t>
      </w:r>
      <w:proofErr w:type="spellEnd"/>
      <w:r>
        <w:t xml:space="preserve"> (EPD) nach ISO 14025 und nach LEED (Leadership in </w:t>
      </w:r>
      <w:proofErr w:type="spellStart"/>
      <w:r>
        <w:t>Energy</w:t>
      </w:r>
      <w:proofErr w:type="spellEnd"/>
      <w:r>
        <w:t xml:space="preserve"> </w:t>
      </w:r>
      <w:proofErr w:type="spellStart"/>
      <w:r>
        <w:t>and</w:t>
      </w:r>
      <w:proofErr w:type="spellEnd"/>
      <w:r>
        <w:t xml:space="preserve"> </w:t>
      </w:r>
      <w:proofErr w:type="gramStart"/>
      <w:r>
        <w:t>Environmental</w:t>
      </w:r>
      <w:proofErr w:type="gramEnd"/>
      <w:r>
        <w:t xml:space="preserve"> Design) zertifiziert.</w:t>
      </w:r>
    </w:p>
    <w:p w14:paraId="4771802E" w14:textId="77777777" w:rsidR="00DA4453" w:rsidRDefault="00DA4453" w:rsidP="00DA4453">
      <w:r w:rsidRPr="00DA4453">
        <w:t>my-bette.com</w:t>
      </w:r>
    </w:p>
    <w:p w14:paraId="45AEDB68" w14:textId="77777777" w:rsidR="00DA4453" w:rsidRDefault="00DA4453" w:rsidP="00557D1E">
      <w:pPr>
        <w:spacing w:after="200" w:line="276" w:lineRule="auto"/>
        <w:rPr>
          <w:rFonts w:ascii="Arial" w:hAnsi="Arial" w:cs="Arial"/>
          <w:b/>
          <w:bCs/>
          <w:sz w:val="21"/>
          <w:szCs w:val="21"/>
        </w:rPr>
      </w:pPr>
    </w:p>
    <w:p w14:paraId="2691F439" w14:textId="684F4FA2" w:rsidR="00DA4453" w:rsidRDefault="00557D1E" w:rsidP="00557D1E">
      <w:pPr>
        <w:spacing w:after="200" w:line="276" w:lineRule="auto"/>
        <w:rPr>
          <w:rFonts w:ascii="Arial" w:hAnsi="Arial" w:cs="Arial"/>
          <w:b/>
          <w:bCs/>
          <w:sz w:val="21"/>
          <w:szCs w:val="21"/>
        </w:rPr>
      </w:pPr>
      <w:r w:rsidRPr="00557D1E">
        <w:rPr>
          <w:rFonts w:ascii="Arial" w:hAnsi="Arial" w:cs="Arial"/>
          <w:b/>
          <w:bCs/>
          <w:sz w:val="21"/>
          <w:szCs w:val="21"/>
        </w:rPr>
        <w:t xml:space="preserve">Über </w:t>
      </w:r>
      <w:proofErr w:type="spellStart"/>
      <w:r w:rsidRPr="00557D1E">
        <w:rPr>
          <w:rFonts w:ascii="Arial" w:hAnsi="Arial" w:cs="Arial"/>
          <w:b/>
          <w:bCs/>
          <w:sz w:val="21"/>
          <w:szCs w:val="21"/>
        </w:rPr>
        <w:t>stilwerkhotels</w:t>
      </w:r>
      <w:proofErr w:type="spellEnd"/>
    </w:p>
    <w:p w14:paraId="60992F29" w14:textId="13492122" w:rsidR="00557D1E" w:rsidRDefault="00557D1E" w:rsidP="00557D1E">
      <w:pPr>
        <w:spacing w:after="200" w:line="276" w:lineRule="auto"/>
      </w:pPr>
      <w:r>
        <w:t xml:space="preserve">Die </w:t>
      </w:r>
      <w:proofErr w:type="spellStart"/>
      <w:r>
        <w:t>stilwerkhotels</w:t>
      </w:r>
      <w:proofErr w:type="spellEnd"/>
      <w:r>
        <w:t xml:space="preserve"> sind ein Zuhause auf Reisen – liebevoll kuratiert aus dem vielfältigen </w:t>
      </w:r>
      <w:proofErr w:type="spellStart"/>
      <w:r>
        <w:t>stilwerk</w:t>
      </w:r>
      <w:proofErr w:type="spellEnd"/>
      <w:r>
        <w:t xml:space="preserve"> Design Kosmos. Ein Ort zum Entspannen und Erleben, zum Arbeiten und Austauschen, zum Genießen und gemeinsam Zeit verbringen. Sei es für die Arbeit oder zum Vergnügen, für sich selbst oder mit der ganzen Familie. Unser Anspruch ist es, dass sich jeder Gast bei uns wirklich angekommen und aufgenommen fühlt. Als Gastgeber möchten wir bleibende Erlebnisse schaffen und mit Tipps inspirieren, genau das zu finden, was er oder sie gerade braucht. Aufmerksam. Aber nie aufdringlich. Dafür bieten die </w:t>
      </w:r>
      <w:proofErr w:type="spellStart"/>
      <w:r>
        <w:t>stilwerkhotels</w:t>
      </w:r>
      <w:proofErr w:type="spellEnd"/>
      <w:r>
        <w:t xml:space="preserve"> – jedes mit seinem ganz eigenen Charakter und einer originellen, zeitlos-modernen Interior-Collage – stets die persönlich passenden Spaces &amp; Services. Ab Mitte 2020 beginnt die Reise mit dem ersten </w:t>
      </w:r>
      <w:proofErr w:type="spellStart"/>
      <w:r>
        <w:t>stilwerk</w:t>
      </w:r>
      <w:proofErr w:type="spellEnd"/>
      <w:r>
        <w:t xml:space="preserve"> Hotel </w:t>
      </w:r>
      <w:proofErr w:type="spellStart"/>
      <w:r>
        <w:t>Heimhude</w:t>
      </w:r>
      <w:proofErr w:type="spellEnd"/>
      <w:r>
        <w:t xml:space="preserve"> in Hamburg.</w:t>
      </w:r>
    </w:p>
    <w:p w14:paraId="54009089" w14:textId="77777777" w:rsidR="00DA4453" w:rsidRDefault="00DA4453" w:rsidP="00DA4453">
      <w:r>
        <w:t>stilwerkhotels.com</w:t>
      </w:r>
    </w:p>
    <w:p w14:paraId="7788BE7C" w14:textId="77777777" w:rsidR="00DA4453" w:rsidRPr="00DA4453" w:rsidRDefault="00DA4453" w:rsidP="00557D1E">
      <w:pPr>
        <w:spacing w:after="200" w:line="276" w:lineRule="auto"/>
        <w:rPr>
          <w:rFonts w:ascii="Arial" w:hAnsi="Arial" w:cs="Arial"/>
          <w:b/>
          <w:bCs/>
          <w:sz w:val="21"/>
          <w:szCs w:val="21"/>
        </w:rPr>
      </w:pPr>
    </w:p>
    <w:p w14:paraId="4078A28F" w14:textId="4FF14E3C" w:rsidR="00FA10D9" w:rsidRDefault="00FA10D9" w:rsidP="002F25C9">
      <w:pPr>
        <w:pStyle w:val="Subline"/>
      </w:pPr>
      <w:r>
        <w:lastRenderedPageBreak/>
        <w:t>Bildzeilen</w:t>
      </w:r>
    </w:p>
    <w:p w14:paraId="6F011AAB" w14:textId="57252793" w:rsidR="00FA10D9" w:rsidRDefault="00532DB8" w:rsidP="00FA10D9">
      <w:r w:rsidRPr="00532DB8">
        <w:t xml:space="preserve">Bitte beachten Sie die </w:t>
      </w:r>
      <w:r w:rsidR="008E4E3A">
        <w:t>verschiedenen</w:t>
      </w:r>
      <w:r w:rsidR="00557D1E">
        <w:t xml:space="preserve"> </w:t>
      </w:r>
      <w:r w:rsidRPr="00532DB8">
        <w:t>Quellenangabe</w:t>
      </w:r>
      <w:r w:rsidR="008E4E3A">
        <w:t>n</w:t>
      </w:r>
      <w:r w:rsidR="00557D1E">
        <w:t xml:space="preserve"> bei den Bildern. </w:t>
      </w:r>
    </w:p>
    <w:p w14:paraId="1A40741E" w14:textId="77777777" w:rsidR="008E4E3A" w:rsidRDefault="008E4E3A" w:rsidP="00FA10D9"/>
    <w:p w14:paraId="3C1F5162" w14:textId="77777777" w:rsidR="008E4E3A" w:rsidRDefault="008E4E3A" w:rsidP="00FA10D9"/>
    <w:p w14:paraId="18D31B65" w14:textId="35B3570D" w:rsidR="003B4AC0" w:rsidRDefault="00DA4453" w:rsidP="00FA10D9">
      <w:pPr>
        <w:rPr>
          <w:rFonts w:ascii="Arial" w:hAnsi="Arial" w:cs="Arial"/>
          <w:b/>
          <w:bCs/>
          <w:sz w:val="21"/>
          <w:szCs w:val="21"/>
        </w:rPr>
      </w:pPr>
      <w:r w:rsidRPr="00DA4453">
        <w:rPr>
          <w:rFonts w:ascii="Arial" w:hAnsi="Arial" w:cs="Arial"/>
          <w:b/>
          <w:bCs/>
          <w:sz w:val="21"/>
          <w:szCs w:val="21"/>
        </w:rPr>
        <w:t>0_stilwerkhotels_Heimhude_GF_Tatjana_Gross_Alexander_Garbe_(c)_stilwerk.jpg</w:t>
      </w:r>
    </w:p>
    <w:p w14:paraId="7BD6C02A" w14:textId="77777777" w:rsidR="00DA4453" w:rsidRDefault="00DA4453" w:rsidP="00FA10D9">
      <w:r w:rsidRPr="00DA4453">
        <w:t xml:space="preserve">stilwerk-Geschäftsführerin Tatjana Groß und Inhaber Alexander Garbe. </w:t>
      </w:r>
    </w:p>
    <w:p w14:paraId="14550AD9" w14:textId="6FF096D1" w:rsidR="003B4AC0" w:rsidRDefault="00DA4453" w:rsidP="00FA10D9">
      <w:r w:rsidRPr="00DA4453">
        <w:t xml:space="preserve">Quelle: </w:t>
      </w:r>
      <w:proofErr w:type="spellStart"/>
      <w:r w:rsidRPr="00DA4453">
        <w:t>stilwerk</w:t>
      </w:r>
      <w:proofErr w:type="spellEnd"/>
    </w:p>
    <w:p w14:paraId="08A9AA22" w14:textId="77777777" w:rsidR="00DA4453" w:rsidRDefault="00DA4453" w:rsidP="00FA10D9">
      <w:pPr>
        <w:rPr>
          <w:rFonts w:ascii="Arial" w:hAnsi="Arial" w:cs="Arial"/>
          <w:b/>
          <w:bCs/>
          <w:sz w:val="21"/>
          <w:szCs w:val="21"/>
        </w:rPr>
      </w:pPr>
    </w:p>
    <w:p w14:paraId="068C1E1E" w14:textId="77777777" w:rsidR="00DA4453" w:rsidRDefault="00DA4453" w:rsidP="003B4AC0">
      <w:pPr>
        <w:rPr>
          <w:rFonts w:ascii="Arial" w:hAnsi="Arial" w:cs="Arial"/>
          <w:b/>
          <w:bCs/>
          <w:sz w:val="21"/>
          <w:szCs w:val="21"/>
        </w:rPr>
      </w:pPr>
      <w:r w:rsidRPr="00DA4453">
        <w:rPr>
          <w:rFonts w:ascii="Arial" w:hAnsi="Arial" w:cs="Arial"/>
          <w:b/>
          <w:bCs/>
          <w:sz w:val="21"/>
          <w:szCs w:val="21"/>
        </w:rPr>
        <w:t>1_stilwerkhotels_heimhude_front_(c)_stilwerk_foto_m.hohner.jpg</w:t>
      </w:r>
    </w:p>
    <w:p w14:paraId="19B9FD2A" w14:textId="5D3F9D50" w:rsidR="003B4AC0" w:rsidRDefault="00DA4453" w:rsidP="00FA10D9">
      <w:r w:rsidRPr="00DA4453">
        <w:t xml:space="preserve">Grande Dame in Sneakers: Die Jugendstilvilla, die das frisch renovierte </w:t>
      </w:r>
      <w:proofErr w:type="spellStart"/>
      <w:r w:rsidRPr="00DA4453">
        <w:t>stilwerk</w:t>
      </w:r>
      <w:proofErr w:type="spellEnd"/>
      <w:r w:rsidRPr="00DA4453">
        <w:t xml:space="preserve"> Hotel </w:t>
      </w:r>
      <w:proofErr w:type="spellStart"/>
      <w:r w:rsidRPr="00DA4453">
        <w:t>Heimhude</w:t>
      </w:r>
      <w:proofErr w:type="spellEnd"/>
      <w:r w:rsidRPr="00DA4453">
        <w:t xml:space="preserve"> beherbergt, ist zentral im Hamburger Stadtteil </w:t>
      </w:r>
      <w:proofErr w:type="spellStart"/>
      <w:r w:rsidRPr="00DA4453">
        <w:t>Rotherbaum</w:t>
      </w:r>
      <w:proofErr w:type="spellEnd"/>
      <w:r w:rsidRPr="00DA4453">
        <w:t xml:space="preserve"> gelegen. Quelle: </w:t>
      </w:r>
      <w:proofErr w:type="spellStart"/>
      <w:r w:rsidRPr="00DA4453">
        <w:t>stilwerk</w:t>
      </w:r>
      <w:proofErr w:type="spellEnd"/>
      <w:r w:rsidRPr="00DA4453">
        <w:t xml:space="preserve">/M. </w:t>
      </w:r>
      <w:proofErr w:type="spellStart"/>
      <w:r w:rsidRPr="00DA4453">
        <w:t>Hohner</w:t>
      </w:r>
      <w:proofErr w:type="spellEnd"/>
    </w:p>
    <w:p w14:paraId="6C82F7F3" w14:textId="77777777" w:rsidR="00DA4453" w:rsidRDefault="00DA4453" w:rsidP="00FA10D9">
      <w:pPr>
        <w:rPr>
          <w:rFonts w:ascii="Arial" w:hAnsi="Arial" w:cs="Arial"/>
          <w:b/>
          <w:bCs/>
          <w:sz w:val="21"/>
          <w:szCs w:val="21"/>
        </w:rPr>
      </w:pPr>
    </w:p>
    <w:p w14:paraId="3B05877B" w14:textId="77777777" w:rsidR="00DA4453" w:rsidRDefault="00DA4453" w:rsidP="00D50DF9">
      <w:pPr>
        <w:rPr>
          <w:rFonts w:ascii="Arial" w:hAnsi="Arial" w:cs="Arial"/>
          <w:b/>
          <w:bCs/>
          <w:sz w:val="21"/>
          <w:szCs w:val="21"/>
        </w:rPr>
      </w:pPr>
      <w:r w:rsidRPr="00DA4453">
        <w:rPr>
          <w:rFonts w:ascii="Arial" w:hAnsi="Arial" w:cs="Arial"/>
          <w:b/>
          <w:bCs/>
          <w:sz w:val="21"/>
          <w:szCs w:val="21"/>
        </w:rPr>
        <w:t>3_stilwerkhotels_heimhude_living_kitchen_caparol_icons_kvadrat_occhio_poggenpohl_thonet_(c)_stilwerk_foto_t.baermann.jpg</w:t>
      </w:r>
    </w:p>
    <w:p w14:paraId="5CDE112D" w14:textId="731E443C" w:rsidR="00523792" w:rsidRDefault="00DA4453" w:rsidP="00D50DF9">
      <w:r w:rsidRPr="00DA4453">
        <w:t xml:space="preserve">Inspirierende Location: Blick in die offene Living </w:t>
      </w:r>
      <w:proofErr w:type="spellStart"/>
      <w:r w:rsidRPr="00DA4453">
        <w:t>Kitchen</w:t>
      </w:r>
      <w:proofErr w:type="spellEnd"/>
      <w:r w:rsidRPr="00DA4453">
        <w:t xml:space="preserve"> mit Bar und Rezeption. Quelle: </w:t>
      </w:r>
      <w:proofErr w:type="spellStart"/>
      <w:r w:rsidRPr="00DA4453">
        <w:t>stilwerk</w:t>
      </w:r>
      <w:proofErr w:type="spellEnd"/>
      <w:r w:rsidRPr="00DA4453">
        <w:t xml:space="preserve">/T. </w:t>
      </w:r>
      <w:proofErr w:type="spellStart"/>
      <w:r w:rsidRPr="00DA4453">
        <w:t>Bärmann</w:t>
      </w:r>
      <w:proofErr w:type="spellEnd"/>
    </w:p>
    <w:p w14:paraId="6B2CAE53" w14:textId="2C28A229" w:rsidR="008E4E3A" w:rsidRDefault="008E4E3A" w:rsidP="00D50DF9"/>
    <w:p w14:paraId="61FA6F4F" w14:textId="77777777" w:rsidR="008E4E3A" w:rsidRDefault="008E4E3A" w:rsidP="008E4E3A">
      <w:pPr>
        <w:rPr>
          <w:rFonts w:ascii="Arial" w:hAnsi="Arial" w:cs="Arial"/>
          <w:b/>
          <w:bCs/>
          <w:sz w:val="21"/>
          <w:szCs w:val="21"/>
        </w:rPr>
      </w:pPr>
      <w:r w:rsidRPr="008E4E3A">
        <w:rPr>
          <w:rFonts w:ascii="Arial" w:hAnsi="Arial" w:cs="Arial"/>
          <w:b/>
          <w:bCs/>
          <w:sz w:val="21"/>
          <w:szCs w:val="21"/>
        </w:rPr>
        <w:t>7_stilwerkhotels_heimhude_lounge_tapete_hookedonwalls_leuchte_occhio_bezug_kvadrat_(c)_stilwerk_foto_t.baermann.jpg</w:t>
      </w:r>
    </w:p>
    <w:p w14:paraId="3E63E85B" w14:textId="77777777" w:rsidR="008E4E3A" w:rsidRDefault="008E4E3A" w:rsidP="008E4E3A">
      <w:r w:rsidRPr="008E4E3A">
        <w:t xml:space="preserve">Ein Unterwegs-Zuhause-Erlebnis: In der kuscheligen Lounge fühlen sich die Gäste schnell wie zuhause. </w:t>
      </w:r>
    </w:p>
    <w:p w14:paraId="6BBD133F" w14:textId="3FE7E5B3" w:rsidR="008E4E3A" w:rsidRDefault="008E4E3A" w:rsidP="008E4E3A">
      <w:r w:rsidRPr="008E4E3A">
        <w:t xml:space="preserve">Quelle: </w:t>
      </w:r>
      <w:proofErr w:type="spellStart"/>
      <w:r w:rsidRPr="008E4E3A">
        <w:t>stilwerk</w:t>
      </w:r>
      <w:proofErr w:type="spellEnd"/>
      <w:r w:rsidRPr="008E4E3A">
        <w:t xml:space="preserve">/T. </w:t>
      </w:r>
      <w:proofErr w:type="spellStart"/>
      <w:r w:rsidRPr="008E4E3A">
        <w:t>Bärmann</w:t>
      </w:r>
      <w:proofErr w:type="spellEnd"/>
    </w:p>
    <w:p w14:paraId="214D9E78" w14:textId="77777777" w:rsidR="008E4E3A" w:rsidRPr="008E4E3A" w:rsidRDefault="008E4E3A" w:rsidP="008E4E3A">
      <w:pPr>
        <w:rPr>
          <w:rFonts w:ascii="Arial" w:hAnsi="Arial" w:cs="Arial"/>
          <w:b/>
          <w:bCs/>
          <w:sz w:val="21"/>
          <w:szCs w:val="21"/>
        </w:rPr>
      </w:pPr>
    </w:p>
    <w:p w14:paraId="62EA16E0" w14:textId="77777777" w:rsidR="008E4E3A" w:rsidRPr="008E4E3A" w:rsidRDefault="008E4E3A" w:rsidP="008E4E3A">
      <w:pPr>
        <w:rPr>
          <w:rFonts w:ascii="Arial" w:hAnsi="Arial" w:cs="Arial"/>
          <w:b/>
          <w:bCs/>
          <w:sz w:val="21"/>
          <w:szCs w:val="21"/>
        </w:rPr>
      </w:pPr>
      <w:r w:rsidRPr="008E4E3A">
        <w:rPr>
          <w:rFonts w:ascii="Arial" w:hAnsi="Arial" w:cs="Arial"/>
          <w:b/>
          <w:bCs/>
          <w:sz w:val="21"/>
          <w:szCs w:val="21"/>
        </w:rPr>
        <w:t>11_stilwerkhotels_heimhude_appartement_bett_sessel_wittmann_(c)_stilwerk_foto_t.baermann.jpg</w:t>
      </w:r>
    </w:p>
    <w:p w14:paraId="53069DFD" w14:textId="77777777" w:rsidR="008E4E3A" w:rsidRDefault="008E4E3A" w:rsidP="008E4E3A">
      <w:r w:rsidRPr="008E4E3A">
        <w:t xml:space="preserve">Hoher Anspruch an Qualität und Design: Die Einrichtung der Appartements und Zimmer ist hochwertig, individuell und zeitlos-modern. </w:t>
      </w:r>
    </w:p>
    <w:p w14:paraId="58E4E90A" w14:textId="1E2D82FB" w:rsidR="008E4E3A" w:rsidRDefault="008E4E3A" w:rsidP="008E4E3A">
      <w:r w:rsidRPr="008E4E3A">
        <w:t xml:space="preserve">Quelle: </w:t>
      </w:r>
      <w:proofErr w:type="spellStart"/>
      <w:r w:rsidRPr="008E4E3A">
        <w:t>stilwerk</w:t>
      </w:r>
      <w:proofErr w:type="spellEnd"/>
      <w:r w:rsidRPr="008E4E3A">
        <w:t xml:space="preserve">/T. </w:t>
      </w:r>
      <w:proofErr w:type="spellStart"/>
      <w:r w:rsidRPr="008E4E3A">
        <w:t>Bärmann</w:t>
      </w:r>
      <w:proofErr w:type="spellEnd"/>
    </w:p>
    <w:p w14:paraId="08B1B649" w14:textId="77777777" w:rsidR="008E4E3A" w:rsidRDefault="008E4E3A" w:rsidP="008E4E3A"/>
    <w:p w14:paraId="083DCBDA" w14:textId="77777777" w:rsidR="008E4E3A" w:rsidRDefault="008E4E3A" w:rsidP="008E4E3A">
      <w:pPr>
        <w:rPr>
          <w:rFonts w:ascii="Arial" w:hAnsi="Arial" w:cs="Arial"/>
          <w:b/>
          <w:bCs/>
          <w:sz w:val="21"/>
          <w:szCs w:val="21"/>
        </w:rPr>
      </w:pPr>
      <w:r w:rsidRPr="008E4E3A">
        <w:rPr>
          <w:rFonts w:ascii="Arial" w:hAnsi="Arial" w:cs="Arial"/>
          <w:b/>
          <w:bCs/>
          <w:sz w:val="21"/>
          <w:szCs w:val="21"/>
        </w:rPr>
        <w:t>12_stilwerkhotels_heimhude_zimmer31_leuchte_hay_bett_sessel_tisch_wittmann_(c)_stilwerk_t.baermann.jpg</w:t>
      </w:r>
    </w:p>
    <w:p w14:paraId="652DD16B" w14:textId="77777777" w:rsidR="008E4E3A" w:rsidRDefault="008E4E3A" w:rsidP="008E4E3A">
      <w:r>
        <w:t>Probewohnen inklusive: Wer an einem der Designstücke Gefallen findet, kann es sofort auf der stilwerk-Plattform erwerben.</w:t>
      </w:r>
    </w:p>
    <w:p w14:paraId="76FE8B28" w14:textId="77777777" w:rsidR="008E4E3A" w:rsidRDefault="008E4E3A" w:rsidP="008E4E3A">
      <w:r>
        <w:t xml:space="preserve">Quelle: </w:t>
      </w:r>
      <w:proofErr w:type="spellStart"/>
      <w:r>
        <w:t>stilwerk</w:t>
      </w:r>
      <w:proofErr w:type="spellEnd"/>
      <w:r>
        <w:t xml:space="preserve">/T. </w:t>
      </w:r>
      <w:proofErr w:type="spellStart"/>
      <w:r>
        <w:t>Bärmann</w:t>
      </w:r>
      <w:proofErr w:type="spellEnd"/>
    </w:p>
    <w:p w14:paraId="37760EC9" w14:textId="472201AC" w:rsidR="008E4E3A" w:rsidRDefault="008E4E3A" w:rsidP="008E4E3A"/>
    <w:p w14:paraId="6645D6D9" w14:textId="6BF2D50A" w:rsidR="008E4E3A" w:rsidRPr="008E4E3A" w:rsidRDefault="008E4E3A" w:rsidP="008E4E3A">
      <w:pPr>
        <w:rPr>
          <w:rFonts w:ascii="Arial" w:hAnsi="Arial" w:cs="Arial"/>
          <w:b/>
          <w:bCs/>
          <w:sz w:val="21"/>
          <w:szCs w:val="21"/>
        </w:rPr>
      </w:pPr>
      <w:r w:rsidRPr="008E4E3A">
        <w:rPr>
          <w:rFonts w:ascii="Arial" w:hAnsi="Arial" w:cs="Arial"/>
          <w:b/>
          <w:bCs/>
          <w:sz w:val="21"/>
          <w:szCs w:val="21"/>
        </w:rPr>
        <w:lastRenderedPageBreak/>
        <w:t>stilwerkhotels_heimhude_zimmer26_duschwanne_bette_bett_zeitraum_spiegel_menu_c_stilwerk_t.baermann.jpg</w:t>
      </w:r>
    </w:p>
    <w:p w14:paraId="532B73DA" w14:textId="77777777" w:rsidR="008E4E3A" w:rsidRDefault="008E4E3A" w:rsidP="008E4E3A">
      <w:r w:rsidRPr="008E4E3A">
        <w:t xml:space="preserve">Der fließende Übergang zwischen Schlaf- und Badbereich lässt das durchgängige Farb- und Gestaltungskonzept gut erkennen. Im Hintergrund die </w:t>
      </w:r>
      <w:proofErr w:type="spellStart"/>
      <w:r w:rsidRPr="008E4E3A">
        <w:t>BetteUltra</w:t>
      </w:r>
      <w:proofErr w:type="spellEnd"/>
      <w:r w:rsidRPr="008E4E3A">
        <w:t xml:space="preserve"> Duschwanne in der Farbe Flint. </w:t>
      </w:r>
    </w:p>
    <w:p w14:paraId="584DB108" w14:textId="6387288C" w:rsidR="008E4E3A" w:rsidRDefault="008E4E3A" w:rsidP="008E4E3A">
      <w:r w:rsidRPr="008E4E3A">
        <w:t xml:space="preserve">Quelle: </w:t>
      </w:r>
      <w:proofErr w:type="spellStart"/>
      <w:r w:rsidRPr="008E4E3A">
        <w:t>stilwerk</w:t>
      </w:r>
      <w:proofErr w:type="spellEnd"/>
      <w:r w:rsidRPr="008E4E3A">
        <w:t xml:space="preserve">/T. </w:t>
      </w:r>
      <w:proofErr w:type="spellStart"/>
      <w:r w:rsidRPr="008E4E3A">
        <w:t>Bärmann</w:t>
      </w:r>
      <w:proofErr w:type="spellEnd"/>
    </w:p>
    <w:p w14:paraId="398FFA6E" w14:textId="77777777" w:rsidR="008E4E3A" w:rsidRDefault="008E4E3A" w:rsidP="008E4E3A"/>
    <w:p w14:paraId="6F39B53A" w14:textId="77777777" w:rsidR="008E4E3A" w:rsidRDefault="008E4E3A" w:rsidP="008E4E3A">
      <w:pPr>
        <w:rPr>
          <w:rFonts w:ascii="Arial" w:hAnsi="Arial" w:cs="Arial"/>
          <w:b/>
          <w:bCs/>
          <w:sz w:val="21"/>
          <w:szCs w:val="21"/>
        </w:rPr>
      </w:pPr>
      <w:r w:rsidRPr="008E4E3A">
        <w:rPr>
          <w:rFonts w:ascii="Arial" w:hAnsi="Arial" w:cs="Arial"/>
          <w:b/>
          <w:bCs/>
          <w:sz w:val="21"/>
          <w:szCs w:val="21"/>
        </w:rPr>
        <w:t>stilwerkhotel_heimhude_zimmer22_bad_armatur_hans grohe_spiegel_frama_duschwanne_bette_c_stilwerk_t.baermann.jpg</w:t>
      </w:r>
    </w:p>
    <w:p w14:paraId="21E37888" w14:textId="77777777" w:rsidR="008E4E3A" w:rsidRDefault="008E4E3A" w:rsidP="008E4E3A">
      <w:r w:rsidRPr="008E4E3A">
        <w:t xml:space="preserve">Homogene Optik: Das Farbkonzept der Dusche greift das Farbmuster der Fliesen auf. Gut zu erkennen sind die präzisen Ecken der </w:t>
      </w:r>
      <w:proofErr w:type="spellStart"/>
      <w:r w:rsidRPr="008E4E3A">
        <w:t>BetteUltra</w:t>
      </w:r>
      <w:proofErr w:type="spellEnd"/>
      <w:r w:rsidRPr="008E4E3A">
        <w:t xml:space="preserve"> Duschwanne sowie der flächenbündige Ablaufdeckel. </w:t>
      </w:r>
    </w:p>
    <w:p w14:paraId="6A948B1B" w14:textId="2C85BE54" w:rsidR="008E4E3A" w:rsidRDefault="008E4E3A" w:rsidP="008E4E3A">
      <w:r w:rsidRPr="008E4E3A">
        <w:t xml:space="preserve">Quelle: </w:t>
      </w:r>
      <w:proofErr w:type="spellStart"/>
      <w:r w:rsidRPr="008E4E3A">
        <w:t>stilwerk</w:t>
      </w:r>
      <w:proofErr w:type="spellEnd"/>
      <w:r w:rsidRPr="008E4E3A">
        <w:t xml:space="preserve">/T. </w:t>
      </w:r>
      <w:proofErr w:type="spellStart"/>
      <w:r w:rsidRPr="008E4E3A">
        <w:t>Bärmann</w:t>
      </w:r>
      <w:proofErr w:type="spellEnd"/>
    </w:p>
    <w:p w14:paraId="636B7574" w14:textId="77777777" w:rsidR="008E4E3A" w:rsidRDefault="008E4E3A" w:rsidP="008E4E3A"/>
    <w:p w14:paraId="49534DA7" w14:textId="77777777" w:rsidR="008E4E3A" w:rsidRPr="008E4E3A" w:rsidRDefault="008E4E3A" w:rsidP="008E4E3A">
      <w:pPr>
        <w:rPr>
          <w:rFonts w:ascii="Arial" w:hAnsi="Arial" w:cs="Arial"/>
          <w:b/>
          <w:bCs/>
          <w:sz w:val="21"/>
          <w:szCs w:val="21"/>
        </w:rPr>
      </w:pPr>
      <w:r w:rsidRPr="008E4E3A">
        <w:rPr>
          <w:rFonts w:ascii="Arial" w:hAnsi="Arial" w:cs="Arial"/>
          <w:b/>
          <w:bCs/>
          <w:sz w:val="21"/>
          <w:szCs w:val="21"/>
        </w:rPr>
        <w:t>stilwerkhotels_heimhude_zimmer34_bad_armatur_hans grohe_duschwanne_bette_c_stilwerk.jpg</w:t>
      </w:r>
    </w:p>
    <w:p w14:paraId="0186DA78" w14:textId="2BB3A020" w:rsidR="008E4E3A" w:rsidRPr="00A50D27" w:rsidRDefault="008E4E3A" w:rsidP="008E4E3A">
      <w:r w:rsidRPr="008E4E3A">
        <w:t xml:space="preserve">Stimmiges Ensemble: Bei diesem Badezimmer steht die Farbe Anthrazit im Fokus, hier wurde daher die passende </w:t>
      </w:r>
      <w:proofErr w:type="spellStart"/>
      <w:r w:rsidRPr="008E4E3A">
        <w:t>BetteUltra</w:t>
      </w:r>
      <w:proofErr w:type="spellEnd"/>
      <w:r w:rsidRPr="008E4E3A">
        <w:t xml:space="preserve"> Duschwanne in der Farbe Raven gewählt. Quelle: </w:t>
      </w:r>
      <w:proofErr w:type="spellStart"/>
      <w:r w:rsidRPr="008E4E3A">
        <w:t>stilwerk</w:t>
      </w:r>
      <w:proofErr w:type="spellEnd"/>
    </w:p>
    <w:sectPr w:rsidR="008E4E3A" w:rsidRPr="00A50D27"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866B0" w14:textId="77777777" w:rsidR="00562927" w:rsidRDefault="00562927" w:rsidP="00532FE7">
      <w:pPr>
        <w:spacing w:line="240" w:lineRule="auto"/>
      </w:pPr>
      <w:r>
        <w:separator/>
      </w:r>
    </w:p>
  </w:endnote>
  <w:endnote w:type="continuationSeparator" w:id="0">
    <w:p w14:paraId="54B13601" w14:textId="77777777" w:rsidR="00562927" w:rsidRDefault="00562927"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uisse Int'l Medium">
    <w:altName w:val="Arial"/>
    <w:panose1 w:val="020B0604020202020204"/>
    <w:charset w:val="00"/>
    <w:family w:val="swiss"/>
    <w:notTrueType/>
    <w:pitch w:val="variable"/>
    <w:sig w:usb0="00002207" w:usb1="00000000" w:usb2="00000008" w:usb3="00000000" w:csb0="000000D7"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C266E" w14:textId="77777777" w:rsidR="00562927" w:rsidRDefault="00562927" w:rsidP="00532FE7">
      <w:pPr>
        <w:spacing w:line="240" w:lineRule="auto"/>
      </w:pPr>
      <w:r>
        <w:separator/>
      </w:r>
    </w:p>
  </w:footnote>
  <w:footnote w:type="continuationSeparator" w:id="0">
    <w:p w14:paraId="5D82000A" w14:textId="77777777" w:rsidR="00562927" w:rsidRDefault="00562927"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D87AF3">
      <w:rPr>
        <w:noProof/>
      </w:rPr>
      <w:t>2</w:t>
    </w:r>
    <w:r>
      <w:fldChar w:fldCharType="end"/>
    </w:r>
    <w:r>
      <w:t>/</w:t>
    </w:r>
    <w:r w:rsidR="00562927">
      <w:fldChar w:fldCharType="begin"/>
    </w:r>
    <w:r w:rsidR="00562927">
      <w:instrText xml:space="preserve"> NUMPAGES   \* MERGEFORMAT </w:instrText>
    </w:r>
    <w:r w:rsidR="00562927">
      <w:fldChar w:fldCharType="separate"/>
    </w:r>
    <w:r w:rsidR="00D87AF3">
      <w:rPr>
        <w:noProof/>
      </w:rPr>
      <w:t>2</w:t>
    </w:r>
    <w:r w:rsidR="00562927">
      <w:rPr>
        <w:noProof/>
      </w:rPr>
      <w:fldChar w:fldCharType="end"/>
    </w:r>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" filled="f" stroked="f" strokeweight=".5pt">
              <v:textbox inset="0,0,0,0">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7777777" w:rsidR="00A810C0" w:rsidRDefault="00A810C0" w:rsidP="00F823CD">
    <w:pPr>
      <w:pStyle w:val="Subline"/>
    </w:pPr>
    <w:r>
      <w:t xml:space="preserve">Seite </w:t>
    </w:r>
    <w:r>
      <w:fldChar w:fldCharType="begin"/>
    </w:r>
    <w:r>
      <w:instrText xml:space="preserve"> PAGE   \* MERGEFORMAT </w:instrText>
    </w:r>
    <w:r>
      <w:fldChar w:fldCharType="separate"/>
    </w:r>
    <w:r w:rsidR="00D87AF3">
      <w:rPr>
        <w:noProof/>
      </w:rPr>
      <w:t>1</w:t>
    </w:r>
    <w:r>
      <w:fldChar w:fldCharType="end"/>
    </w:r>
    <w:r>
      <w:t>/</w:t>
    </w:r>
    <w:r w:rsidR="00562927">
      <w:fldChar w:fldCharType="begin"/>
    </w:r>
    <w:r w:rsidR="00562927">
      <w:instrText xml:space="preserve"> NUMPAGES   \* MERGEFORMAT </w:instrText>
    </w:r>
    <w:r w:rsidR="00562927">
      <w:fldChar w:fldCharType="separate"/>
    </w:r>
    <w:r w:rsidR="00D87AF3">
      <w:rPr>
        <w:noProof/>
      </w:rPr>
      <w:t>2</w:t>
    </w:r>
    <w:r w:rsidR="00562927">
      <w:rPr>
        <w:noProof/>
      </w:rPr>
      <w:fldChar w:fldCharType="end"/>
    </w:r>
  </w:p>
  <w:p w14:paraId="4976FCAC" w14:textId="77777777" w:rsidR="00A810C0" w:rsidRDefault="00A810C0" w:rsidP="00A810C0"/>
  <w:p w14:paraId="74C83B15" w14:textId="77777777" w:rsidR="00A810C0" w:rsidRPr="00532FE7" w:rsidRDefault="00A810C0"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60EF0"/>
    <w:multiLevelType w:val="multilevel"/>
    <w:tmpl w:val="5C5C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87644B"/>
    <w:multiLevelType w:val="hybridMultilevel"/>
    <w:tmpl w:val="B0AA1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AD75422"/>
    <w:multiLevelType w:val="hybridMultilevel"/>
    <w:tmpl w:val="E6D29E8A"/>
    <w:lvl w:ilvl="0" w:tplc="75D85B74">
      <w:numFmt w:val="bullet"/>
      <w:lvlText w:val=""/>
      <w:lvlJc w:val="left"/>
      <w:pPr>
        <w:ind w:left="720" w:hanging="360"/>
      </w:pPr>
      <w:rPr>
        <w:rFonts w:ascii="Symbol" w:eastAsiaTheme="minorHAnsi" w:hAnsi="Symbol" w:cs="Suisse Int'l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D24"/>
    <w:rsid w:val="00096CC3"/>
    <w:rsid w:val="000B0749"/>
    <w:rsid w:val="000B2C3C"/>
    <w:rsid w:val="000C1E57"/>
    <w:rsid w:val="00104F54"/>
    <w:rsid w:val="0013073D"/>
    <w:rsid w:val="00176C4A"/>
    <w:rsid w:val="00181E54"/>
    <w:rsid w:val="00254873"/>
    <w:rsid w:val="00272E32"/>
    <w:rsid w:val="00273CDC"/>
    <w:rsid w:val="002D4E34"/>
    <w:rsid w:val="002E4994"/>
    <w:rsid w:val="002F25C9"/>
    <w:rsid w:val="002F5425"/>
    <w:rsid w:val="0034697A"/>
    <w:rsid w:val="00390DA2"/>
    <w:rsid w:val="003A2989"/>
    <w:rsid w:val="003A7859"/>
    <w:rsid w:val="003B29C7"/>
    <w:rsid w:val="003B4AC0"/>
    <w:rsid w:val="004A6678"/>
    <w:rsid w:val="004B328F"/>
    <w:rsid w:val="004E50E2"/>
    <w:rsid w:val="00523792"/>
    <w:rsid w:val="00532DB8"/>
    <w:rsid w:val="00532FE7"/>
    <w:rsid w:val="00557D1E"/>
    <w:rsid w:val="00562927"/>
    <w:rsid w:val="00587A89"/>
    <w:rsid w:val="00640BB0"/>
    <w:rsid w:val="00645823"/>
    <w:rsid w:val="006511A2"/>
    <w:rsid w:val="00690423"/>
    <w:rsid w:val="006D258D"/>
    <w:rsid w:val="006D5B60"/>
    <w:rsid w:val="00714150"/>
    <w:rsid w:val="00723A71"/>
    <w:rsid w:val="007B681F"/>
    <w:rsid w:val="007E2375"/>
    <w:rsid w:val="0080302C"/>
    <w:rsid w:val="008441B4"/>
    <w:rsid w:val="008B5A9D"/>
    <w:rsid w:val="008E4E3A"/>
    <w:rsid w:val="00904B14"/>
    <w:rsid w:val="009115A1"/>
    <w:rsid w:val="009520C8"/>
    <w:rsid w:val="00985585"/>
    <w:rsid w:val="009E465E"/>
    <w:rsid w:val="00A50D27"/>
    <w:rsid w:val="00A810C0"/>
    <w:rsid w:val="00AA4B66"/>
    <w:rsid w:val="00B04E0D"/>
    <w:rsid w:val="00B42727"/>
    <w:rsid w:val="00B91554"/>
    <w:rsid w:val="00C02985"/>
    <w:rsid w:val="00C171E1"/>
    <w:rsid w:val="00C30B8C"/>
    <w:rsid w:val="00C32D35"/>
    <w:rsid w:val="00CB4ED1"/>
    <w:rsid w:val="00CF605F"/>
    <w:rsid w:val="00D05F0B"/>
    <w:rsid w:val="00D50DF9"/>
    <w:rsid w:val="00D87AF3"/>
    <w:rsid w:val="00DA4453"/>
    <w:rsid w:val="00DA732D"/>
    <w:rsid w:val="00DF3D24"/>
    <w:rsid w:val="00E40B98"/>
    <w:rsid w:val="00E41A26"/>
    <w:rsid w:val="00E54DF3"/>
    <w:rsid w:val="00E956C4"/>
    <w:rsid w:val="00F03034"/>
    <w:rsid w:val="00F35B2A"/>
    <w:rsid w:val="00F41F08"/>
    <w:rsid w:val="00F823CD"/>
    <w:rsid w:val="00FA10D9"/>
    <w:rsid w:val="00FC0B1E"/>
    <w:rsid w:val="00FE380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EA8058EF-3A76-224E-874B-6CEA1A62F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6511A2"/>
    <w:rPr>
      <w:color w:val="FF6A60" w:themeColor="hyperlink"/>
      <w:u w:val="single"/>
    </w:rPr>
  </w:style>
  <w:style w:type="character" w:styleId="NichtaufgelsteErwhnung">
    <w:name w:val="Unresolved Mention"/>
    <w:basedOn w:val="Absatz-Standardschriftart"/>
    <w:uiPriority w:val="99"/>
    <w:semiHidden/>
    <w:unhideWhenUsed/>
    <w:rsid w:val="006511A2"/>
    <w:rPr>
      <w:color w:val="605E5C"/>
      <w:shd w:val="clear" w:color="auto" w:fill="E1DFDD"/>
    </w:rPr>
  </w:style>
  <w:style w:type="character" w:styleId="BesuchterLink">
    <w:name w:val="FollowedHyperlink"/>
    <w:basedOn w:val="Absatz-Standardschriftart"/>
    <w:uiPriority w:val="99"/>
    <w:semiHidden/>
    <w:unhideWhenUsed/>
    <w:rsid w:val="006511A2"/>
    <w:rPr>
      <w:color w:val="0EA795" w:themeColor="followedHyperlink"/>
      <w:u w:val="single"/>
    </w:rPr>
  </w:style>
  <w:style w:type="paragraph" w:styleId="Listenabsatz">
    <w:name w:val="List Paragraph"/>
    <w:basedOn w:val="Standard"/>
    <w:uiPriority w:val="34"/>
    <w:qFormat/>
    <w:rsid w:val="007E23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813757">
      <w:bodyDiv w:val="1"/>
      <w:marLeft w:val="0"/>
      <w:marRight w:val="0"/>
      <w:marTop w:val="0"/>
      <w:marBottom w:val="0"/>
      <w:divBdr>
        <w:top w:val="none" w:sz="0" w:space="0" w:color="auto"/>
        <w:left w:val="none" w:sz="0" w:space="0" w:color="auto"/>
        <w:bottom w:val="none" w:sz="0" w:space="0" w:color="auto"/>
        <w:right w:val="none" w:sz="0" w:space="0" w:color="auto"/>
      </w:divBdr>
      <w:divsChild>
        <w:div w:id="1773016843">
          <w:blockQuote w:val="1"/>
          <w:marLeft w:val="0"/>
          <w:marRight w:val="0"/>
          <w:marTop w:val="30"/>
          <w:marBottom w:val="30"/>
          <w:divBdr>
            <w:top w:val="single" w:sz="12" w:space="0" w:color="0A51A1"/>
            <w:left w:val="none" w:sz="0" w:space="0" w:color="auto"/>
            <w:bottom w:val="none" w:sz="0" w:space="0" w:color="auto"/>
            <w:right w:val="none" w:sz="0" w:space="0" w:color="auto"/>
          </w:divBdr>
          <w:divsChild>
            <w:div w:id="567694284">
              <w:marLeft w:val="0"/>
              <w:marRight w:val="0"/>
              <w:marTop w:val="0"/>
              <w:marBottom w:val="0"/>
              <w:divBdr>
                <w:top w:val="none" w:sz="0" w:space="0" w:color="auto"/>
                <w:left w:val="none" w:sz="0" w:space="0" w:color="auto"/>
                <w:bottom w:val="none" w:sz="0" w:space="0" w:color="auto"/>
                <w:right w:val="none" w:sz="0" w:space="0" w:color="auto"/>
              </w:divBdr>
              <w:divsChild>
                <w:div w:id="2075815978">
                  <w:marLeft w:val="0"/>
                  <w:marRight w:val="0"/>
                  <w:marTop w:val="0"/>
                  <w:marBottom w:val="0"/>
                  <w:divBdr>
                    <w:top w:val="none" w:sz="0" w:space="0" w:color="auto"/>
                    <w:left w:val="none" w:sz="0" w:space="0" w:color="auto"/>
                    <w:bottom w:val="none" w:sz="0" w:space="0" w:color="auto"/>
                    <w:right w:val="none" w:sz="0" w:space="0" w:color="auto"/>
                  </w:divBdr>
                  <w:divsChild>
                    <w:div w:id="1629316627">
                      <w:marLeft w:val="0"/>
                      <w:marRight w:val="0"/>
                      <w:marTop w:val="0"/>
                      <w:marBottom w:val="0"/>
                      <w:divBdr>
                        <w:top w:val="none" w:sz="0" w:space="0" w:color="auto"/>
                        <w:left w:val="none" w:sz="0" w:space="0" w:color="auto"/>
                        <w:bottom w:val="none" w:sz="0" w:space="0" w:color="auto"/>
                        <w:right w:val="none" w:sz="0" w:space="0" w:color="auto"/>
                      </w:divBdr>
                      <w:divsChild>
                        <w:div w:id="52097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894701">
      <w:bodyDiv w:val="1"/>
      <w:marLeft w:val="0"/>
      <w:marRight w:val="0"/>
      <w:marTop w:val="0"/>
      <w:marBottom w:val="0"/>
      <w:divBdr>
        <w:top w:val="none" w:sz="0" w:space="0" w:color="auto"/>
        <w:left w:val="none" w:sz="0" w:space="0" w:color="auto"/>
        <w:bottom w:val="none" w:sz="0" w:space="0" w:color="auto"/>
        <w:right w:val="none" w:sz="0" w:space="0" w:color="auto"/>
      </w:divBdr>
      <w:divsChild>
        <w:div w:id="1407530412">
          <w:marLeft w:val="0"/>
          <w:marRight w:val="0"/>
          <w:marTop w:val="0"/>
          <w:marBottom w:val="0"/>
          <w:divBdr>
            <w:top w:val="none" w:sz="0" w:space="0" w:color="auto"/>
            <w:left w:val="none" w:sz="0" w:space="0" w:color="auto"/>
            <w:bottom w:val="none" w:sz="0" w:space="0" w:color="auto"/>
            <w:right w:val="none" w:sz="0" w:space="0" w:color="auto"/>
          </w:divBdr>
          <w:divsChild>
            <w:div w:id="2358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02079">
      <w:bodyDiv w:val="1"/>
      <w:marLeft w:val="0"/>
      <w:marRight w:val="0"/>
      <w:marTop w:val="0"/>
      <w:marBottom w:val="0"/>
      <w:divBdr>
        <w:top w:val="none" w:sz="0" w:space="0" w:color="auto"/>
        <w:left w:val="none" w:sz="0" w:space="0" w:color="auto"/>
        <w:bottom w:val="none" w:sz="0" w:space="0" w:color="auto"/>
        <w:right w:val="none" w:sz="0" w:space="0" w:color="auto"/>
      </w:divBdr>
      <w:divsChild>
        <w:div w:id="1351882491">
          <w:marLeft w:val="0"/>
          <w:marRight w:val="0"/>
          <w:marTop w:val="0"/>
          <w:marBottom w:val="0"/>
          <w:divBdr>
            <w:top w:val="none" w:sz="0" w:space="0" w:color="auto"/>
            <w:left w:val="none" w:sz="0" w:space="0" w:color="auto"/>
            <w:bottom w:val="none" w:sz="0" w:space="0" w:color="auto"/>
            <w:right w:val="none" w:sz="0" w:space="0" w:color="auto"/>
          </w:divBdr>
          <w:divsChild>
            <w:div w:id="7991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1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U:\V2 - Marketing\Gruppe V2\Presse\Vorlagen\BET_GA_Pressemitteilung_Wordvorlage_RZ_170307\BET_GA_Pressemitteilung_Wordvorlage_RZ_170307.dotx</Template>
  <TotalTime>0</TotalTime>
  <Pages>7</Pages>
  <Words>1615</Words>
  <Characters>10176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Marc Millenet</cp:lastModifiedBy>
  <cp:revision>4</cp:revision>
  <cp:lastPrinted>2017-03-06T17:48:00Z</cp:lastPrinted>
  <dcterms:created xsi:type="dcterms:W3CDTF">2020-07-02T12:43:00Z</dcterms:created>
  <dcterms:modified xsi:type="dcterms:W3CDTF">2020-07-06T13:29:00Z</dcterms:modified>
</cp:coreProperties>
</file>