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59B4FF" w14:textId="35BDE40F" w:rsidR="008441B4" w:rsidRPr="00AC0800" w:rsidRDefault="008441B4" w:rsidP="00F823CD">
      <w:r w:rsidRPr="00AC0800">
        <w:t xml:space="preserve">Delbrück, </w:t>
      </w:r>
      <w:r w:rsidR="00AC0800" w:rsidRPr="00AC0800">
        <w:t>August</w:t>
      </w:r>
      <w:r w:rsidR="009115A1" w:rsidRPr="00AC0800">
        <w:t xml:space="preserve"> 20</w:t>
      </w:r>
      <w:r w:rsidR="00AC0800" w:rsidRPr="00AC0800">
        <w:t>20</w:t>
      </w:r>
    </w:p>
    <w:p w14:paraId="5D814CC3" w14:textId="77777777" w:rsidR="00CB4ED1" w:rsidRPr="00AC0800" w:rsidRDefault="00CB4ED1" w:rsidP="00CB4ED1">
      <w:pPr>
        <w:rPr>
          <w:rFonts w:ascii="Arial" w:hAnsi="Arial" w:cs="Suisse Int'l Medium"/>
          <w:b/>
          <w:sz w:val="21"/>
        </w:rPr>
      </w:pPr>
    </w:p>
    <w:p w14:paraId="4EB5D89C" w14:textId="32B1C767" w:rsidR="00CB4ED1" w:rsidRPr="00AC0800" w:rsidRDefault="00AC0800" w:rsidP="00CB4ED1">
      <w:pPr>
        <w:rPr>
          <w:rFonts w:ascii="Arial" w:hAnsi="Arial" w:cs="Suisse Int'l Medium"/>
          <w:b/>
          <w:sz w:val="21"/>
        </w:rPr>
      </w:pPr>
      <w:r w:rsidRPr="00AC0800">
        <w:rPr>
          <w:rFonts w:ascii="Arial" w:hAnsi="Arial" w:cs="Suisse Int'l Medium"/>
          <w:b/>
          <w:sz w:val="21"/>
        </w:rPr>
        <w:t>Bette vereinfacht Badplanung mit handlichem Farbfächer</w:t>
      </w:r>
    </w:p>
    <w:p w14:paraId="10239ABC" w14:textId="77777777" w:rsidR="000C1E57" w:rsidRPr="00AC0800" w:rsidRDefault="000C1E57" w:rsidP="00CB4ED1">
      <w:pPr>
        <w:rPr>
          <w:rFonts w:ascii="Arial" w:hAnsi="Arial" w:cs="Suisse Int'l Medium"/>
          <w:b/>
          <w:sz w:val="21"/>
        </w:rPr>
      </w:pPr>
    </w:p>
    <w:p w14:paraId="40F3DD89" w14:textId="77777777" w:rsidR="00CB4ED1" w:rsidRPr="00AC0800" w:rsidRDefault="00CB4ED1" w:rsidP="00CB4ED1">
      <w:pPr>
        <w:rPr>
          <w:rFonts w:ascii="Arial" w:hAnsi="Arial" w:cs="Suisse Int'l Medium"/>
          <w:b/>
          <w:sz w:val="21"/>
        </w:rPr>
      </w:pPr>
      <w:r w:rsidRPr="00AC0800">
        <w:rPr>
          <w:rFonts w:ascii="Arial" w:hAnsi="Arial" w:cs="Suisse Int'l Medium"/>
          <w:b/>
          <w:sz w:val="21"/>
        </w:rPr>
        <w:t>Zusammenfassung</w:t>
      </w:r>
    </w:p>
    <w:p w14:paraId="590C602B" w14:textId="62826D54" w:rsidR="000C1E57" w:rsidRPr="00AC0800" w:rsidRDefault="00AC0800" w:rsidP="00CB4ED1">
      <w:pPr>
        <w:rPr>
          <w:rFonts w:ascii="Arial" w:hAnsi="Arial" w:cs="Suisse Int'l Medium"/>
          <w:b/>
          <w:sz w:val="21"/>
        </w:rPr>
      </w:pPr>
      <w:r w:rsidRPr="00AC0800">
        <w:rPr>
          <w:rFonts w:cs="Times New Roman"/>
          <w:szCs w:val="23"/>
        </w:rPr>
        <w:t>Eine der spannendsten Aufgaben im Gestaltungsprozess moderner Badezimmer ist die Farbauswahl, auf die Architekten, Innenraumgestalter, Badplaner und Endkunden meist viel Sorgfalt verwenden. Die enorme Farbpalette von Bette, mit der sich dessen Badelemente aus glasiertem Titan-Stahl individualisieren lassen, wird daher bei der Planung von Bädern hochgeschätzt. Um die Vorauswahl der Farbe sowie den Beratungsprozess zu erleichtern und Wartezeiten zu verkürzen, bietet Bette nun einen praktischen Farbfächer an.</w:t>
      </w:r>
    </w:p>
    <w:p w14:paraId="4AD2344D" w14:textId="77777777" w:rsidR="000C1E57" w:rsidRPr="00AC0800" w:rsidRDefault="000C1E57" w:rsidP="000C1E57">
      <w:pPr>
        <w:rPr>
          <w:rFonts w:ascii="Arial" w:hAnsi="Arial" w:cs="Suisse Int'l Medium"/>
          <w:b/>
          <w:sz w:val="21"/>
        </w:rPr>
      </w:pPr>
    </w:p>
    <w:p w14:paraId="7D2D5046" w14:textId="77777777" w:rsidR="00CB4ED1" w:rsidRPr="00AC0800" w:rsidRDefault="00CB4ED1">
      <w:pPr>
        <w:spacing w:after="200" w:line="276" w:lineRule="auto"/>
        <w:rPr>
          <w:rFonts w:ascii="Arial" w:hAnsi="Arial" w:cs="Suisse Int'l Medium"/>
          <w:b/>
          <w:szCs w:val="23"/>
        </w:rPr>
      </w:pPr>
      <w:r w:rsidRPr="00AC0800">
        <w:rPr>
          <w:rFonts w:ascii="Arial" w:hAnsi="Arial" w:cs="Suisse Int'l Medium"/>
          <w:b/>
          <w:szCs w:val="23"/>
        </w:rPr>
        <w:br w:type="page"/>
      </w:r>
    </w:p>
    <w:p w14:paraId="38A55774" w14:textId="77777777" w:rsidR="00AC0800" w:rsidRPr="00AC0800" w:rsidRDefault="00AC0800" w:rsidP="000C1E57">
      <w:pPr>
        <w:rPr>
          <w:rFonts w:ascii="Arial" w:hAnsi="Arial" w:cs="Suisse Int'l Medium"/>
          <w:b/>
          <w:szCs w:val="23"/>
        </w:rPr>
      </w:pPr>
      <w:r w:rsidRPr="00AC0800">
        <w:rPr>
          <w:rFonts w:ascii="Arial" w:hAnsi="Arial" w:cs="Suisse Int'l Medium"/>
          <w:b/>
          <w:szCs w:val="23"/>
        </w:rPr>
        <w:lastRenderedPageBreak/>
        <w:t>Bette vereinfacht Badplanung mit handlichem Farbfächer</w:t>
      </w:r>
    </w:p>
    <w:p w14:paraId="0D4C6973" w14:textId="77777777" w:rsidR="000C1E57" w:rsidRPr="00AC0800" w:rsidRDefault="000C1E57" w:rsidP="000C1E57"/>
    <w:p w14:paraId="519468B4" w14:textId="77777777" w:rsidR="00AC0800" w:rsidRPr="00AC0800" w:rsidRDefault="00AC0800" w:rsidP="00AC0800">
      <w:r w:rsidRPr="00AC0800">
        <w:t>Eine der spannendsten Aufgaben im Gestaltungsprozess moderner Badezimmer ist die Farbauswahl, auf die Architekten, Innenraumgestalter, Badplaner und Endkunden meist viel Sorgfalt verwenden. Die enorme Farbpalette von Bette, mit der sich dessen Badelemente aus glasiertem Titan-Stahl individualisieren lassen, wird daher bei der Planung von Bädern hochgeschätzt. Um die Vorauswahl der Farbe sowie den Beratungsprozess zu erleichtern und Wartezeiten zu verkürzen, bietet Bette nun einen praktischen Farbfächer an.</w:t>
      </w:r>
    </w:p>
    <w:p w14:paraId="19FBC349" w14:textId="77777777" w:rsidR="00AC0800" w:rsidRPr="00AC0800" w:rsidRDefault="00AC0800" w:rsidP="00AC0800"/>
    <w:p w14:paraId="47761A19" w14:textId="3B9ACC66" w:rsidR="00C32D35" w:rsidRPr="00AC0800" w:rsidRDefault="00AC0800" w:rsidP="00AC0800">
      <w:r w:rsidRPr="00AC0800">
        <w:t>Die Übersicht über die zahlreichen Farboptionen und deren Kombinationsmöglichkeiten mit den Badelementen von Bette zu behalten, ist bei der Beratung und Planung von Bädern mitunter eine aufwendige Aufgabe – insbesondere, wenn die Farben auf andere Sanitärobjekte im Bad abgestimmt werden sollen. Kataloge, herkömmliche Farbübersichten oder Webseite helfen dabei nur bedingt weiter und sind häufig nicht handlich und verbindlich genug. Bette unterstützt daher nun alle Projektbeteiligten mit einem neuen, übersichtlichen Farbfächer, mit dem sich diese Aufgabe einfacher und zeitsparender angehen lässt.</w:t>
      </w:r>
    </w:p>
    <w:p w14:paraId="3CA03946" w14:textId="77777777" w:rsidR="00AC0800" w:rsidRPr="00AC0800" w:rsidRDefault="00AC0800" w:rsidP="00AC0800"/>
    <w:p w14:paraId="3F57B894" w14:textId="77777777" w:rsidR="00AC0800" w:rsidRPr="00AC0800" w:rsidRDefault="00AC0800" w:rsidP="00AC0800">
      <w:r w:rsidRPr="00AC0800">
        <w:rPr>
          <w:rFonts w:ascii="Arial" w:hAnsi="Arial" w:cs="Arial"/>
          <w:b/>
          <w:sz w:val="21"/>
          <w:szCs w:val="21"/>
        </w:rPr>
        <w:t>Farbrealistisch und übersichtlich</w:t>
      </w:r>
      <w:r w:rsidRPr="00AC0800">
        <w:rPr>
          <w:rFonts w:ascii="Arial" w:hAnsi="Arial" w:cs="Arial"/>
          <w:b/>
          <w:sz w:val="21"/>
          <w:szCs w:val="21"/>
        </w:rPr>
        <w:br/>
      </w:r>
      <w:r w:rsidRPr="00AC0800">
        <w:t xml:space="preserve">Der farbrealistische Fächer im kompakten Handyformat ist in die Bereiche Sanitärfarben, Effekt-Farben und exklusive Farben untergliedert: Unter Sanitärfarben findet sich eine handverlesene Auswahl an modernen und klassischen Sanitärfarben, mit der sich viele aktuelle Badprojekte realisieren lassen. Die Fächerblätter zu den Effekt-Farben zeigen die vier eigens entwickelten Farbtöne Midnight, </w:t>
      </w:r>
      <w:proofErr w:type="spellStart"/>
      <w:r w:rsidRPr="00AC0800">
        <w:t>Forest</w:t>
      </w:r>
      <w:proofErr w:type="spellEnd"/>
      <w:r w:rsidRPr="00AC0800">
        <w:t xml:space="preserve">, Blue Satin und </w:t>
      </w:r>
      <w:proofErr w:type="spellStart"/>
      <w:r w:rsidRPr="00AC0800">
        <w:t>Daylight</w:t>
      </w:r>
      <w:proofErr w:type="spellEnd"/>
      <w:r w:rsidRPr="00AC0800">
        <w:t xml:space="preserve">, die hier in ihrer glitzernden, schimmernden, matten und glänzenden Pracht ebenfalls farbrealistisch dargestellt werden. Im Bereich exklusive Farben wird schließlich die ganze Welt der Mattfarben abgebildet, die von Bette auf die aktuellen Trends bei Fliesen, Naturstein und Holzböden abgestimmt wurden. </w:t>
      </w:r>
    </w:p>
    <w:p w14:paraId="2350EE11" w14:textId="77777777" w:rsidR="00AC0800" w:rsidRPr="00AC0800" w:rsidRDefault="00AC0800" w:rsidP="00AC0800"/>
    <w:p w14:paraId="3A21D8B0" w14:textId="72C9D605" w:rsidR="00723A71" w:rsidRPr="00AC0800" w:rsidRDefault="00AC0800" w:rsidP="00AC0800">
      <w:r w:rsidRPr="00AC0800">
        <w:t>Die Vorauswahl der richtigen Farbe wird mithilfe des Fächers zum Kinderspiel, denn die Farben können nun durch einfaches Daranhalten mit anderen Farben im Bad oder Objekt abgestimmt werden. Dadurch verkürzen sich auch Wartezeiten, die bislang bei der Bestellung von Farbmustern auf glasiertem Titan-Stahl entstehen konnten. Da Bette auf eine farbrealistische Darstellung des Farbfächers innerhalb enger Toleranzen geachtet hat, sind keine unliebsamen Überraschungen zu erwarten und ein originales Farbmuster lässt sich nach Eingrenzen des Farbtons natürlich weiterhin bestellen.</w:t>
      </w:r>
    </w:p>
    <w:p w14:paraId="3F829D8C" w14:textId="477A5733" w:rsidR="00723A71" w:rsidRPr="00AC0800" w:rsidRDefault="00723A71" w:rsidP="000C1E57"/>
    <w:p w14:paraId="6D4627E2" w14:textId="464D3857" w:rsidR="00AC0800" w:rsidRPr="00AC0800" w:rsidRDefault="00AC0800" w:rsidP="00AC0800">
      <w:r w:rsidRPr="00AC0800">
        <w:rPr>
          <w:rFonts w:ascii="Arial" w:hAnsi="Arial" w:cs="Arial"/>
          <w:b/>
          <w:sz w:val="21"/>
          <w:szCs w:val="21"/>
        </w:rPr>
        <w:t>Kombinationsmöglichkeiten sofort ersichtlich</w:t>
      </w:r>
      <w:r w:rsidRPr="00AC0800">
        <w:rPr>
          <w:rFonts w:ascii="Arial" w:hAnsi="Arial" w:cs="Arial"/>
          <w:b/>
          <w:sz w:val="21"/>
          <w:szCs w:val="21"/>
        </w:rPr>
        <w:br/>
      </w:r>
      <w:r w:rsidRPr="00AC0800">
        <w:t xml:space="preserve">Besonders praxisorientiert zeigt sich der neue Farbfächer auch hinsichtlich der Kombinationsmöglichkeiten: Auf der Rückseite jedes einzelnen Farbblattes findet sich eine Übersicht, mit welchen Badewannen, Duschwannen, Duschflächen und Waschtischen sowie Einbauvarianten die jeweilige Farbe von Bette angeboten wird. Das erspart zeitraubendes Suchen im Katalog oder auf der Webseite und führt zu schnellen Ergebnissen. Bestellt werden kann der hilfreiche Farbfächer ab sofort kostenlos unter </w:t>
      </w:r>
      <w:hyperlink r:id="rId6" w:history="1">
        <w:r w:rsidRPr="00401535">
          <w:rPr>
            <w:rStyle w:val="Hyperlink"/>
          </w:rPr>
          <w:t>https://www.my-bette.com/service/colour-fan</w:t>
        </w:r>
      </w:hyperlink>
      <w:r w:rsidRPr="00AC0800">
        <w:t>.</w:t>
      </w:r>
    </w:p>
    <w:p w14:paraId="3774EC9C" w14:textId="77777777" w:rsidR="00AC0800" w:rsidRPr="00AC0800" w:rsidRDefault="00AC0800" w:rsidP="00AC0800"/>
    <w:p w14:paraId="10E2D3E3" w14:textId="12D64586" w:rsidR="00723A71" w:rsidRDefault="00AC0800" w:rsidP="00AC0800">
      <w:r w:rsidRPr="00AC0800">
        <w:t xml:space="preserve">Übrigens: Architekten und Objektplanern, die in der umfangreichen Farbpalette nicht fündig werden, bietet das Unternehmen mit seinen Key </w:t>
      </w:r>
      <w:proofErr w:type="spellStart"/>
      <w:r w:rsidRPr="00AC0800">
        <w:t>Colours</w:t>
      </w:r>
      <w:proofErr w:type="spellEnd"/>
      <w:r w:rsidRPr="00AC0800">
        <w:t xml:space="preserve"> darüber hinaus auch die Kreation eigener Farbtöne für hochwertige Bauprojekte mit entsprechenden Stückzahlen an.</w:t>
      </w:r>
    </w:p>
    <w:p w14:paraId="4135EA51" w14:textId="4C6AF317" w:rsidR="00AC0800" w:rsidRDefault="00AC0800" w:rsidP="00AC0800"/>
    <w:p w14:paraId="3DFC8A6E" w14:textId="77777777" w:rsidR="00AC0800" w:rsidRPr="00AC0800" w:rsidRDefault="00AC0800" w:rsidP="00AC0800"/>
    <w:p w14:paraId="68E75EA4" w14:textId="77777777" w:rsidR="000C1E57" w:rsidRPr="00AC0800" w:rsidRDefault="000C1E57" w:rsidP="000C1E57"/>
    <w:p w14:paraId="0F2695BE" w14:textId="77777777" w:rsidR="00C32D35" w:rsidRPr="00AC0800" w:rsidRDefault="00C32D35" w:rsidP="00C32D35">
      <w:pPr>
        <w:pStyle w:val="Subline"/>
      </w:pPr>
      <w:r w:rsidRPr="00AC0800">
        <w:t>Über Bette</w:t>
      </w:r>
    </w:p>
    <w:p w14:paraId="0FBD4DA3" w14:textId="5F2364DF" w:rsidR="00292173" w:rsidRPr="00AC0800" w:rsidRDefault="00292173" w:rsidP="00292173">
      <w:pPr>
        <w:spacing w:after="200" w:line="276" w:lineRule="auto"/>
      </w:pPr>
      <w:r w:rsidRPr="00AC0800">
        <w:t xml:space="preserve">Bette ist Spezialist für Badelemente aus einem besonderen Material und </w:t>
      </w:r>
      <w:r w:rsidRPr="00AC0800">
        <w:br/>
        <w:t xml:space="preserve">Herstellungsprozess: Titanstahlplatten werden dabei unter hohem Druck verformt und mit einem dünnen, dem Glas verwandten Überzug veredelt – daher die Bezeichnung „glasierter Titanstahl“. Dieses Verbundmaterial ist für den Lebensraum Bad ideal – es ist hautfreundlich, hygienisch, langlebig und robust. </w:t>
      </w:r>
    </w:p>
    <w:p w14:paraId="0D28D298" w14:textId="32564DFE" w:rsidR="00292173" w:rsidRPr="00AC0800" w:rsidRDefault="00292173" w:rsidP="00292173">
      <w:pPr>
        <w:spacing w:after="200" w:line="276" w:lineRule="auto"/>
      </w:pPr>
      <w:r w:rsidRPr="00AC0800">
        <w:t xml:space="preserve">Das Familienunternehmen Bette wurde 1952 in Delbrück (Nordrhein-Westfalen) gegründet und hat sich exklusiv auf diesen Fertigungsprozess spezialisiert, der eine fließende Formgebung der Produkte in höchster handwerklicher Präzision </w:t>
      </w:r>
      <w:r w:rsidRPr="00AC0800">
        <w:br/>
        <w:t xml:space="preserve">ermöglicht. Am Produktions- und Verwaltungssitz sind rund 385 Mitarbeiter beschäftigt. Geschäftsführer ist mit Thilo C. Pahl ein Vertreter der Eigentümerfamilie. </w:t>
      </w:r>
    </w:p>
    <w:p w14:paraId="61B0AD29" w14:textId="789D33D2" w:rsidR="00292173" w:rsidRPr="00AC0800" w:rsidRDefault="00292173" w:rsidP="00292173">
      <w:pPr>
        <w:spacing w:after="200" w:line="276" w:lineRule="auto"/>
      </w:pPr>
      <w:r w:rsidRPr="00AC0800">
        <w:t xml:space="preserve">Das Sortiment umfasst Badewannen, Duschflächen, Duschwannen, Waschtische und </w:t>
      </w:r>
      <w:proofErr w:type="spellStart"/>
      <w:r w:rsidRPr="00AC0800">
        <w:t>Badmöbel</w:t>
      </w:r>
      <w:proofErr w:type="spellEnd"/>
      <w:r w:rsidRPr="00AC0800">
        <w:t xml:space="preserve"> „Made in Germany“: Unikate, die sich in Farbe und Abmessung variieren lassen und inspirierende Freiräume für die Innenarchitektur des Bades eröffnen. Die Bette-Fertigung verbindet Hightech-Produktion mit Manufakturarbeit, wo sie dem Kundennutzen dient. Mehr als die Hälfte der Produkte werden heute auf Kundenwunsch individualisiert. Über 600 verschiedene Wannen- und </w:t>
      </w:r>
      <w:r w:rsidRPr="00AC0800">
        <w:lastRenderedPageBreak/>
        <w:t xml:space="preserve">Waschtischmodelle werden in einer großen Auswahl an möglichen Oberflächen-farben angeboten. </w:t>
      </w:r>
    </w:p>
    <w:p w14:paraId="7C7CCA7D" w14:textId="1C5B60CC" w:rsidR="00FA10D9" w:rsidRPr="00AC0800" w:rsidRDefault="00292173" w:rsidP="00292173">
      <w:pPr>
        <w:spacing w:after="200" w:line="276" w:lineRule="auto"/>
      </w:pPr>
      <w:r w:rsidRPr="00AC0800">
        <w:t xml:space="preserve">Aus den natürlichen Rohstoffen Glas, Wasser und Stahl entstehen hochwertige, komplett recyclingfähige Produkte. Sie sind entsprechend der </w:t>
      </w:r>
      <w:proofErr w:type="spellStart"/>
      <w:r w:rsidRPr="00AC0800">
        <w:t>Enviromental</w:t>
      </w:r>
      <w:proofErr w:type="spellEnd"/>
      <w:r w:rsidRPr="00AC0800">
        <w:t xml:space="preserve"> </w:t>
      </w:r>
      <w:proofErr w:type="spellStart"/>
      <w:r w:rsidRPr="00AC0800">
        <w:t>Product</w:t>
      </w:r>
      <w:proofErr w:type="spellEnd"/>
      <w:r w:rsidRPr="00AC0800">
        <w:t xml:space="preserve"> </w:t>
      </w:r>
      <w:proofErr w:type="spellStart"/>
      <w:r w:rsidRPr="00AC0800">
        <w:t>Declaration</w:t>
      </w:r>
      <w:proofErr w:type="spellEnd"/>
      <w:r w:rsidRPr="00AC0800">
        <w:t xml:space="preserve"> (EPD) nach ISO 14025 und nach LEED (Leadership in </w:t>
      </w:r>
      <w:proofErr w:type="spellStart"/>
      <w:r w:rsidRPr="00AC0800">
        <w:t>Energy</w:t>
      </w:r>
      <w:proofErr w:type="spellEnd"/>
      <w:r w:rsidRPr="00AC0800">
        <w:t xml:space="preserve"> </w:t>
      </w:r>
      <w:proofErr w:type="spellStart"/>
      <w:r w:rsidRPr="00AC0800">
        <w:t>and</w:t>
      </w:r>
      <w:proofErr w:type="spellEnd"/>
      <w:r w:rsidRPr="00AC0800">
        <w:t xml:space="preserve"> Environmental Design) verifiziert.</w:t>
      </w:r>
    </w:p>
    <w:p w14:paraId="5A711D29" w14:textId="0D551623" w:rsidR="00532DB8" w:rsidRDefault="00532DB8" w:rsidP="002F25C9">
      <w:pPr>
        <w:pStyle w:val="Subline"/>
      </w:pPr>
    </w:p>
    <w:p w14:paraId="143F06AC" w14:textId="77777777" w:rsidR="0040052B" w:rsidRPr="00AC0800" w:rsidRDefault="0040052B" w:rsidP="002F25C9">
      <w:pPr>
        <w:pStyle w:val="Subline"/>
      </w:pPr>
    </w:p>
    <w:p w14:paraId="4078A28F" w14:textId="77777777" w:rsidR="00FA10D9" w:rsidRPr="00AC0800" w:rsidRDefault="00FA10D9" w:rsidP="002F25C9">
      <w:pPr>
        <w:pStyle w:val="Subline"/>
      </w:pPr>
      <w:r w:rsidRPr="00AC0800">
        <w:t>Bildzeilen</w:t>
      </w:r>
    </w:p>
    <w:p w14:paraId="6F011AAB" w14:textId="77777777" w:rsidR="00FA10D9" w:rsidRPr="00AC0800" w:rsidRDefault="00532DB8" w:rsidP="00FA10D9">
      <w:r w:rsidRPr="00AC0800">
        <w:t>Bitte beachten Sie die Quellenangabe: Bette</w:t>
      </w:r>
    </w:p>
    <w:p w14:paraId="0F3EEAF1" w14:textId="77777777" w:rsidR="00532DB8" w:rsidRPr="00AC0800" w:rsidRDefault="00532DB8" w:rsidP="00FA10D9"/>
    <w:p w14:paraId="5CDE112D" w14:textId="52CDC926" w:rsidR="00523792" w:rsidRDefault="004F375C" w:rsidP="002D4E34">
      <w:r w:rsidRPr="004F375C">
        <w:rPr>
          <w:rFonts w:ascii="Arial" w:hAnsi="Arial" w:cs="Suisse Int'l Medium"/>
          <w:b/>
          <w:sz w:val="21"/>
        </w:rPr>
        <w:t>BetteFarbfaecher_01</w:t>
      </w:r>
      <w:r>
        <w:rPr>
          <w:rFonts w:ascii="Arial" w:hAnsi="Arial" w:cs="Suisse Int'l Medium"/>
          <w:b/>
          <w:sz w:val="21"/>
        </w:rPr>
        <w:t>.jpg</w:t>
      </w:r>
      <w:r>
        <w:rPr>
          <w:rFonts w:ascii="Arial" w:hAnsi="Arial" w:cs="Suisse Int'l Medium"/>
          <w:b/>
          <w:sz w:val="21"/>
        </w:rPr>
        <w:br/>
      </w:r>
      <w:r w:rsidRPr="004F375C">
        <w:t>Um die Vorauswahl der Farbe sowie den Beratungsprozess zu erleichtern, bietet Bette nun einen praktischen</w:t>
      </w:r>
      <w:r w:rsidR="0040052B">
        <w:t>, zweisprachigen</w:t>
      </w:r>
      <w:r w:rsidRPr="004F375C">
        <w:t xml:space="preserve"> Farbfächer an.</w:t>
      </w:r>
    </w:p>
    <w:p w14:paraId="65D1DF96" w14:textId="3F7B5E60" w:rsidR="004F375C" w:rsidRDefault="004F375C" w:rsidP="002D4E34"/>
    <w:p w14:paraId="7AE068DB" w14:textId="185C688C" w:rsidR="004F375C" w:rsidRDefault="004F375C" w:rsidP="002D4E34">
      <w:r w:rsidRPr="004F375C">
        <w:rPr>
          <w:rFonts w:ascii="Arial" w:hAnsi="Arial" w:cs="Suisse Int'l Medium"/>
          <w:b/>
          <w:sz w:val="21"/>
        </w:rPr>
        <w:t>BetteFarbfaecher_0</w:t>
      </w:r>
      <w:r w:rsidR="0040052B">
        <w:rPr>
          <w:rFonts w:ascii="Arial" w:hAnsi="Arial" w:cs="Suisse Int'l Medium"/>
          <w:b/>
          <w:sz w:val="21"/>
        </w:rPr>
        <w:t>2</w:t>
      </w:r>
      <w:r>
        <w:rPr>
          <w:rFonts w:ascii="Arial" w:hAnsi="Arial" w:cs="Suisse Int'l Medium"/>
          <w:b/>
          <w:sz w:val="21"/>
        </w:rPr>
        <w:t>.jpg</w:t>
      </w:r>
    </w:p>
    <w:p w14:paraId="04FA1499" w14:textId="14DFB039" w:rsidR="004F375C" w:rsidRDefault="004F375C" w:rsidP="004F375C">
      <w:r w:rsidRPr="004F375C">
        <w:t>Der farbrealistische Fächer im kompakten Handyformat ist in die Bereiche Sanitärfarben, Effekt-Farben und exklusive Farben untergliedert</w:t>
      </w:r>
      <w:r>
        <w:t>.</w:t>
      </w:r>
    </w:p>
    <w:p w14:paraId="64782677" w14:textId="70688010" w:rsidR="0040052B" w:rsidRDefault="0040052B" w:rsidP="004F375C"/>
    <w:p w14:paraId="21A395C9" w14:textId="0306753A" w:rsidR="0040052B" w:rsidRDefault="0040052B" w:rsidP="0040052B">
      <w:r w:rsidRPr="004F375C">
        <w:rPr>
          <w:rFonts w:ascii="Arial" w:hAnsi="Arial" w:cs="Suisse Int'l Medium"/>
          <w:b/>
          <w:sz w:val="21"/>
        </w:rPr>
        <w:t>BetteFarbfaecher_0</w:t>
      </w:r>
      <w:r>
        <w:rPr>
          <w:rFonts w:ascii="Arial" w:hAnsi="Arial" w:cs="Suisse Int'l Medium"/>
          <w:b/>
          <w:sz w:val="21"/>
        </w:rPr>
        <w:t>3.jpg</w:t>
      </w:r>
    </w:p>
    <w:p w14:paraId="1BB604E2" w14:textId="77777777" w:rsidR="0040052B" w:rsidRPr="00AC0800" w:rsidRDefault="0040052B" w:rsidP="0040052B">
      <w:r w:rsidRPr="00AC0800">
        <w:t xml:space="preserve">Auf der Rückseite jedes einzelnen Farbblattes findet sich eine Übersicht, </w:t>
      </w:r>
      <w:r>
        <w:t>mit</w:t>
      </w:r>
      <w:r w:rsidRPr="00AC0800">
        <w:t xml:space="preserve"> welchen Badewannen, Duschwannen, Duschflächen und Waschtischen sowie Einbauvarianten die jeweilige Farbe von Bette angeboten wird.</w:t>
      </w:r>
    </w:p>
    <w:p w14:paraId="66736BFC" w14:textId="75028F0A" w:rsidR="004F375C" w:rsidRDefault="004F375C" w:rsidP="004F375C"/>
    <w:p w14:paraId="7E36736E" w14:textId="71C77EB7" w:rsidR="004F375C" w:rsidRDefault="004F375C" w:rsidP="004F375C">
      <w:r w:rsidRPr="004F375C">
        <w:rPr>
          <w:rFonts w:ascii="Arial" w:hAnsi="Arial" w:cs="Suisse Int'l Medium"/>
          <w:b/>
          <w:sz w:val="21"/>
        </w:rPr>
        <w:t>BetteFarbfaecher_0</w:t>
      </w:r>
      <w:r w:rsidR="0040052B">
        <w:rPr>
          <w:rFonts w:ascii="Arial" w:hAnsi="Arial" w:cs="Suisse Int'l Medium"/>
          <w:b/>
          <w:sz w:val="21"/>
        </w:rPr>
        <w:t>4.</w:t>
      </w:r>
      <w:r>
        <w:rPr>
          <w:rFonts w:ascii="Arial" w:hAnsi="Arial" w:cs="Suisse Int'l Medium"/>
          <w:b/>
          <w:sz w:val="21"/>
        </w:rPr>
        <w:t>jpg</w:t>
      </w:r>
    </w:p>
    <w:p w14:paraId="6F3CE3F7" w14:textId="6506813D" w:rsidR="004F375C" w:rsidRDefault="004F375C" w:rsidP="004F375C">
      <w:r w:rsidRPr="004F375C">
        <w:t>Die Vorauswahl der richtigen Farbe wird mithilfe des Fächers zum Kinderspiel, denn die Farben können nun durch einfaches Daranhalten mit anderen Farben im Bad oder Objekt abgestimmt werden.</w:t>
      </w:r>
    </w:p>
    <w:p w14:paraId="4598F839" w14:textId="18776E3D" w:rsidR="004F375C" w:rsidRDefault="004F375C" w:rsidP="004F375C"/>
    <w:sectPr w:rsidR="004F375C" w:rsidSect="00532FE7">
      <w:headerReference w:type="default" r:id="rId7"/>
      <w:headerReference w:type="first" r:id="rId8"/>
      <w:pgSz w:w="11906" w:h="16838"/>
      <w:pgMar w:top="3941" w:right="260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FE876" w14:textId="77777777" w:rsidR="006D1434" w:rsidRDefault="006D1434" w:rsidP="00532FE7">
      <w:pPr>
        <w:spacing w:line="240" w:lineRule="auto"/>
      </w:pPr>
      <w:r>
        <w:separator/>
      </w:r>
    </w:p>
  </w:endnote>
  <w:endnote w:type="continuationSeparator" w:id="0">
    <w:p w14:paraId="0D28CC09" w14:textId="77777777" w:rsidR="006D1434" w:rsidRDefault="006D1434"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uisse Int'l Medium">
    <w:altName w:val="Arial"/>
    <w:panose1 w:val="020B0604020202020204"/>
    <w:charset w:val="00"/>
    <w:family w:val="swiss"/>
    <w:notTrueType/>
    <w:pitch w:val="variable"/>
    <w:sig w:usb0="00002207" w:usb1="00000000" w:usb2="00000008" w:usb3="00000000" w:csb0="000000D7" w:csb1="00000000"/>
  </w:font>
  <w:font w:name="Times New Roman">
    <w:panose1 w:val="02020603050405020304"/>
    <w:charset w:val="00"/>
    <w:family w:val="roman"/>
    <w:pitch w:val="variable"/>
    <w:sig w:usb0="20002A87" w:usb1="80000000" w:usb2="00000008"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uisse Works Book">
    <w:panose1 w:val="020B0604020202020204"/>
    <w:charset w:val="00"/>
    <w:family w:val="roman"/>
    <w:notTrueType/>
    <w:pitch w:val="variable"/>
    <w:sig w:usb0="A000007F" w:usb1="4000207B" w:usb2="00000000" w:usb3="00000000" w:csb0="0000009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6C4C28" w14:textId="77777777" w:rsidR="006D1434" w:rsidRDefault="006D1434" w:rsidP="00532FE7">
      <w:pPr>
        <w:spacing w:line="240" w:lineRule="auto"/>
      </w:pPr>
      <w:r>
        <w:separator/>
      </w:r>
    </w:p>
  </w:footnote>
  <w:footnote w:type="continuationSeparator" w:id="0">
    <w:p w14:paraId="31FBE89D" w14:textId="77777777" w:rsidR="006D1434" w:rsidRDefault="006D1434" w:rsidP="00532F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C03FB" w14:textId="77777777" w:rsidR="00FA10D9" w:rsidRDefault="00FA10D9" w:rsidP="00FA10D9">
    <w:pPr>
      <w:pStyle w:val="Kopfzeile"/>
    </w:pPr>
  </w:p>
  <w:p w14:paraId="6661937E" w14:textId="77777777" w:rsidR="00FA10D9" w:rsidRDefault="00FA10D9" w:rsidP="00FA10D9">
    <w:pPr>
      <w:pStyle w:val="Kopfzeile"/>
    </w:pPr>
  </w:p>
  <w:p w14:paraId="48642469" w14:textId="77777777" w:rsidR="00FA10D9" w:rsidRDefault="00FA10D9" w:rsidP="00FA10D9">
    <w:pPr>
      <w:pStyle w:val="Kopfzeile"/>
    </w:pPr>
  </w:p>
  <w:p w14:paraId="44D5AF9A" w14:textId="77777777" w:rsidR="00FA10D9" w:rsidRDefault="009E465E" w:rsidP="00FA10D9">
    <w:pPr>
      <w:pStyle w:val="Kopfzeile"/>
    </w:pPr>
    <w:r>
      <w:rPr>
        <w:noProof/>
        <w:lang w:eastAsia="de-DE"/>
      </w:rPr>
      <w:drawing>
        <wp:anchor distT="0" distB="0" distL="114300" distR="114300" simplePos="0" relativeHeight="251662336" behindDoc="1" locked="0" layoutInCell="1" allowOverlap="1" wp14:anchorId="76DC8909" wp14:editId="0582090C">
          <wp:simplePos x="0" y="0"/>
          <wp:positionH relativeFrom="page">
            <wp:posOffset>903482</wp:posOffset>
          </wp:positionH>
          <wp:positionV relativeFrom="page">
            <wp:posOffset>1023582</wp:posOffset>
          </wp:positionV>
          <wp:extent cx="1515999" cy="240665"/>
          <wp:effectExtent l="0" t="0" r="825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54BE9085" w14:textId="77777777" w:rsidR="00FA10D9" w:rsidRDefault="00FA10D9" w:rsidP="00FA10D9">
    <w:pPr>
      <w:pStyle w:val="Kopfzeile"/>
    </w:pPr>
  </w:p>
  <w:p w14:paraId="2DBB1589" w14:textId="77777777" w:rsidR="00FA10D9" w:rsidRDefault="00FA10D9" w:rsidP="00FA10D9">
    <w:pPr>
      <w:pStyle w:val="Kopfzeile"/>
    </w:pPr>
  </w:p>
  <w:p w14:paraId="7D35ECBA" w14:textId="77777777" w:rsidR="00FA10D9" w:rsidRDefault="00FA10D9" w:rsidP="00FA10D9">
    <w:pPr>
      <w:pStyle w:val="Kopfzeile"/>
    </w:pPr>
  </w:p>
  <w:p w14:paraId="18C7921C" w14:textId="77777777" w:rsidR="00FA10D9" w:rsidRDefault="00FA10D9" w:rsidP="00FA10D9">
    <w:pPr>
      <w:pStyle w:val="Kopfzeile"/>
      <w:spacing w:after="20"/>
    </w:pPr>
  </w:p>
  <w:p w14:paraId="3B3CFD6F" w14:textId="77777777" w:rsidR="00640BB0" w:rsidRDefault="00640BB0" w:rsidP="00A810C0">
    <w:pPr>
      <w:pStyle w:val="Subline"/>
    </w:pPr>
  </w:p>
  <w:p w14:paraId="2DD36D2F" w14:textId="77777777" w:rsidR="00A810C0" w:rsidRPr="00532FE7" w:rsidRDefault="00FA10D9" w:rsidP="00A810C0">
    <w:pPr>
      <w:pStyle w:val="Subline"/>
      <w:rPr>
        <w:noProof/>
      </w:rPr>
    </w:pPr>
    <w:r>
      <w:t xml:space="preserve">Seite </w:t>
    </w:r>
    <w:r>
      <w:fldChar w:fldCharType="begin"/>
    </w:r>
    <w:r>
      <w:instrText xml:space="preserve"> PAGE   \* MERGEFORMAT </w:instrText>
    </w:r>
    <w:r>
      <w:fldChar w:fldCharType="separate"/>
    </w:r>
    <w:r w:rsidR="00D87AF3">
      <w:rPr>
        <w:noProof/>
      </w:rPr>
      <w:t>2</w:t>
    </w:r>
    <w:r>
      <w:fldChar w:fldCharType="end"/>
    </w:r>
    <w:r>
      <w:t>/</w:t>
    </w:r>
    <w:fldSimple w:instr=" NUMPAGES   \* MERGEFORMAT ">
      <w:r w:rsidR="00D87AF3">
        <w:rPr>
          <w:noProof/>
        </w:rPr>
        <w:t>2</w:t>
      </w:r>
    </w:fldSimple>
  </w:p>
  <w:p w14:paraId="23106018" w14:textId="77777777" w:rsidR="00FA10D9" w:rsidRDefault="00FA10D9" w:rsidP="00640BB0"/>
  <w:p w14:paraId="46433F27" w14:textId="77777777" w:rsidR="00640BB0" w:rsidRDefault="00640BB0" w:rsidP="00640BB0"/>
  <w:p w14:paraId="1CDA8B1E" w14:textId="77777777" w:rsidR="00640BB0" w:rsidRDefault="00640BB0" w:rsidP="00640B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A56BE1" w14:textId="77777777" w:rsidR="00532FE7" w:rsidRDefault="00532FE7" w:rsidP="0034697A"/>
  <w:p w14:paraId="602859DF" w14:textId="77777777" w:rsidR="00532FE7" w:rsidRDefault="00532FE7" w:rsidP="0034697A"/>
  <w:p w14:paraId="070CB6A1" w14:textId="77777777" w:rsidR="00532FE7" w:rsidRDefault="00532FE7" w:rsidP="0034697A"/>
  <w:p w14:paraId="0DC6E036" w14:textId="77777777" w:rsidR="00532FE7" w:rsidRDefault="009E465E" w:rsidP="0034697A">
    <w:r>
      <w:rPr>
        <w:noProof/>
        <w:lang w:eastAsia="de-DE"/>
      </w:rPr>
      <w:drawing>
        <wp:anchor distT="0" distB="0" distL="114300" distR="114300" simplePos="0" relativeHeight="251661312" behindDoc="1" locked="0" layoutInCell="1" allowOverlap="1" wp14:anchorId="68A1BEB0" wp14:editId="201D6205">
          <wp:simplePos x="0" y="0"/>
          <wp:positionH relativeFrom="page">
            <wp:posOffset>896658</wp:posOffset>
          </wp:positionH>
          <wp:positionV relativeFrom="page">
            <wp:posOffset>1023582</wp:posOffset>
          </wp:positionV>
          <wp:extent cx="1515999" cy="240665"/>
          <wp:effectExtent l="0" t="0" r="825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2194210E" w14:textId="77777777" w:rsidR="00532FE7" w:rsidRDefault="00532FE7" w:rsidP="0034697A"/>
  <w:p w14:paraId="4AC4DAB8" w14:textId="77777777" w:rsidR="00532FE7" w:rsidRDefault="00532FE7" w:rsidP="0034697A"/>
  <w:p w14:paraId="7D07AD5E" w14:textId="77777777" w:rsidR="00532FE7" w:rsidRDefault="00532FE7" w:rsidP="0034697A"/>
  <w:p w14:paraId="2A92D7E6" w14:textId="77777777" w:rsidR="0034697A" w:rsidRDefault="0034697A" w:rsidP="0034697A">
    <w:pPr>
      <w:spacing w:line="120" w:lineRule="exact"/>
    </w:pPr>
  </w:p>
  <w:p w14:paraId="5E7169FF" w14:textId="77777777" w:rsidR="00532FE7" w:rsidRDefault="00532FE7" w:rsidP="00F823CD">
    <w:pPr>
      <w:pStyle w:val="Subline"/>
    </w:pPr>
    <w:r>
      <w:rPr>
        <w:noProof/>
        <w:lang w:eastAsia="de-DE"/>
      </w:rPr>
      <mc:AlternateContent>
        <mc:Choice Requires="wps">
          <w:drawing>
            <wp:anchor distT="0" distB="0" distL="114300" distR="114300" simplePos="0" relativeHeight="251660288" behindDoc="0" locked="0" layoutInCell="1" allowOverlap="1" wp14:anchorId="22462BDD" wp14:editId="790D9326">
              <wp:simplePos x="0" y="0"/>
              <wp:positionH relativeFrom="page">
                <wp:posOffset>6149340</wp:posOffset>
              </wp:positionH>
              <wp:positionV relativeFrom="page">
                <wp:posOffset>1770485</wp:posOffset>
              </wp:positionV>
              <wp:extent cx="1080000" cy="3146400"/>
              <wp:effectExtent l="0" t="0" r="6350" b="0"/>
              <wp:wrapNone/>
              <wp:docPr id="4" name="Textfeld 4"/>
              <wp:cNvGraphicFramePr/>
              <a:graphic xmlns:a="http://schemas.openxmlformats.org/drawingml/2006/main">
                <a:graphicData uri="http://schemas.microsoft.com/office/word/2010/wordprocessingShape">
                  <wps:wsp>
                    <wps:cNvSpPr txBox="1"/>
                    <wps:spPr>
                      <a:xfrm>
                        <a:off x="0" y="0"/>
                        <a:ext cx="1080000" cy="314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D31F27"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Herausgeber: </w:t>
                          </w:r>
                        </w:p>
                        <w:p w14:paraId="765EE8DE"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3218745A"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6F346327"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47CCD3CA"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17E5D9B5"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67DDA8C1"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www.bette.de</w:t>
                          </w:r>
                        </w:p>
                        <w:p w14:paraId="3D9FD033" w14:textId="77777777" w:rsidR="007B681F" w:rsidRDefault="007B681F" w:rsidP="00A810C0">
                          <w:pPr>
                            <w:tabs>
                              <w:tab w:val="left" w:pos="140"/>
                            </w:tabs>
                            <w:spacing w:line="200" w:lineRule="exact"/>
                            <w:rPr>
                              <w:rFonts w:ascii="Arial" w:hAnsi="Arial" w:cs="Arial"/>
                              <w:b/>
                              <w:noProof/>
                              <w:sz w:val="14"/>
                              <w:szCs w:val="14"/>
                            </w:rPr>
                          </w:pPr>
                        </w:p>
                        <w:p w14:paraId="3703176F" w14:textId="77777777" w:rsidR="00532FE7" w:rsidRPr="00F823CD"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Kontakt Bette:</w:t>
                          </w:r>
                        </w:p>
                        <w:p w14:paraId="0CA6CE2D"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14:paraId="76404772" w14:textId="77777777" w:rsidR="00532FE7" w:rsidRPr="00F823CD" w:rsidRDefault="00532FE7" w:rsidP="007B681F">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14:paraId="1B01DBF9"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s.rensinghoff@bette.de</w:t>
                          </w:r>
                        </w:p>
                        <w:p w14:paraId="3160A72A" w14:textId="77777777" w:rsidR="00532FE7" w:rsidRPr="00F823CD" w:rsidRDefault="00532FE7" w:rsidP="00A810C0">
                          <w:pPr>
                            <w:tabs>
                              <w:tab w:val="left" w:pos="140"/>
                            </w:tabs>
                            <w:spacing w:line="200" w:lineRule="exact"/>
                            <w:rPr>
                              <w:rFonts w:ascii="Arial" w:hAnsi="Arial" w:cs="Arial"/>
                              <w:b/>
                              <w:noProof/>
                              <w:sz w:val="14"/>
                              <w:szCs w:val="14"/>
                            </w:rPr>
                          </w:pPr>
                        </w:p>
                        <w:p w14:paraId="63F9C994" w14:textId="77777777" w:rsidR="00532FE7" w:rsidRPr="00F823CD"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Pressekontakt:</w:t>
                          </w:r>
                        </w:p>
                        <w:p w14:paraId="00B70C02" w14:textId="77777777" w:rsidR="00532FE7"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Marc Millenet</w:t>
                          </w:r>
                        </w:p>
                        <w:p w14:paraId="09546905" w14:textId="77777777" w:rsidR="007B681F" w:rsidRDefault="007B681F" w:rsidP="007B681F">
                          <w:pPr>
                            <w:tabs>
                              <w:tab w:val="left" w:pos="140"/>
                              <w:tab w:val="left" w:pos="224"/>
                            </w:tabs>
                            <w:spacing w:line="200" w:lineRule="exact"/>
                            <w:rPr>
                              <w:rFonts w:ascii="Arial" w:hAnsi="Arial" w:cs="Arial"/>
                              <w:b/>
                              <w:noProof/>
                              <w:sz w:val="14"/>
                              <w:szCs w:val="14"/>
                            </w:rPr>
                          </w:pPr>
                          <w:r>
                            <w:rPr>
                              <w:rFonts w:ascii="Arial" w:hAnsi="Arial" w:cs="Arial"/>
                              <w:b/>
                              <w:noProof/>
                              <w:sz w:val="14"/>
                              <w:szCs w:val="14"/>
                            </w:rPr>
                            <w:t>T</w:t>
                          </w:r>
                          <w:r>
                            <w:rPr>
                              <w:rFonts w:ascii="Arial" w:hAnsi="Arial" w:cs="Arial"/>
                              <w:b/>
                              <w:noProof/>
                              <w:sz w:val="14"/>
                              <w:szCs w:val="14"/>
                            </w:rPr>
                            <w:tab/>
                            <w:t>+49 711</w:t>
                          </w:r>
                          <w:r w:rsidRPr="00F823CD">
                            <w:rPr>
                              <w:rFonts w:ascii="Arial" w:hAnsi="Arial" w:cs="Arial"/>
                              <w:b/>
                              <w:noProof/>
                              <w:sz w:val="14"/>
                              <w:szCs w:val="14"/>
                            </w:rPr>
                            <w:t> </w:t>
                          </w:r>
                          <w:r>
                            <w:rPr>
                              <w:rFonts w:ascii="Arial" w:hAnsi="Arial" w:cs="Arial"/>
                              <w:b/>
                              <w:noProof/>
                              <w:sz w:val="14"/>
                              <w:szCs w:val="14"/>
                            </w:rPr>
                            <w:t>954 645-0</w:t>
                          </w:r>
                        </w:p>
                        <w:p w14:paraId="064D9274" w14:textId="77777777" w:rsidR="007B681F" w:rsidRPr="00F823CD" w:rsidRDefault="007B681F" w:rsidP="007B681F">
                          <w:pPr>
                            <w:tabs>
                              <w:tab w:val="left" w:pos="140"/>
                            </w:tabs>
                            <w:spacing w:line="200" w:lineRule="exact"/>
                            <w:rPr>
                              <w:rFonts w:ascii="Arial" w:hAnsi="Arial" w:cs="Arial"/>
                              <w:b/>
                              <w:noProof/>
                              <w:sz w:val="14"/>
                              <w:szCs w:val="14"/>
                            </w:rPr>
                          </w:pPr>
                          <w:r>
                            <w:rPr>
                              <w:rFonts w:ascii="Arial" w:hAnsi="Arial" w:cs="Arial"/>
                              <w:b/>
                              <w:noProof/>
                              <w:sz w:val="14"/>
                              <w:szCs w:val="14"/>
                            </w:rPr>
                            <w:t>bette@id-pool</w:t>
                          </w:r>
                          <w:r w:rsidRPr="00F823CD">
                            <w:rPr>
                              <w:rFonts w:ascii="Arial" w:hAnsi="Arial" w:cs="Arial"/>
                              <w:b/>
                              <w:noProof/>
                              <w:sz w:val="14"/>
                              <w:szCs w:val="14"/>
                            </w:rPr>
                            <w:t>.de</w:t>
                          </w:r>
                        </w:p>
                        <w:p w14:paraId="68F81C81" w14:textId="77777777" w:rsidR="00532FE7" w:rsidRPr="00F823CD" w:rsidRDefault="00532FE7" w:rsidP="00A810C0">
                          <w:pPr>
                            <w:tabs>
                              <w:tab w:val="left" w:pos="140"/>
                            </w:tabs>
                            <w:spacing w:line="200" w:lineRule="exact"/>
                            <w:rPr>
                              <w:rFonts w:ascii="Arial" w:hAnsi="Arial" w:cs="Arial"/>
                              <w:b/>
                              <w:noProof/>
                              <w:sz w:val="14"/>
                              <w:szCs w:val="14"/>
                            </w:rPr>
                          </w:pPr>
                        </w:p>
                        <w:p w14:paraId="116A7771"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Abdruck honorarfrei. </w:t>
                          </w:r>
                        </w:p>
                        <w:p w14:paraId="3C74DB81" w14:textId="77777777" w:rsidR="00532FE7" w:rsidRPr="00F823CD" w:rsidRDefault="008441B4"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Belegexemplare er</w:t>
                          </w:r>
                          <w:r w:rsidR="00532FE7" w:rsidRPr="00F823CD">
                            <w:rPr>
                              <w:rFonts w:ascii="Arial" w:hAnsi="Arial" w:cs="Arial"/>
                              <w:b/>
                              <w:noProof/>
                              <w:sz w:val="14"/>
                              <w:szCs w:val="14"/>
                            </w:rPr>
                            <w:t>beten.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w14:anchorId="3881F243" id="_x0000_t202" coordsize="21600,21600" o:spt="202" path="m,l,21600r21600,l21600,xe">
              <v:stroke joinstyle="miter"/>
              <v:path gradientshapeok="t" o:connecttype="rect"/>
            </v:shapetype>
            <v:shape id="Textfeld 4" o:spid="_x0000_s1026" type="#_x0000_t202" style="position:absolute;margin-left:484.2pt;margin-top:139.4pt;width:85.05pt;height:247.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" filled="f" stroked="f" strokeweight=".5pt">
              <v:textbox inset="0,0,0,0">
                <w:txbxContent>
                  <w:p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Herausgeber: </w:t>
                    </w:r>
                  </w:p>
                  <w:p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www.bette.de</w:t>
                    </w:r>
                  </w:p>
                  <w:p w:rsidR="007B681F" w:rsidRDefault="007B681F" w:rsidP="00A810C0">
                    <w:pPr>
                      <w:tabs>
                        <w:tab w:val="left" w:pos="140"/>
                      </w:tabs>
                      <w:spacing w:line="200" w:lineRule="exact"/>
                      <w:rPr>
                        <w:rFonts w:ascii="Arial" w:hAnsi="Arial" w:cs="Arial"/>
                        <w:b/>
                        <w:noProof/>
                        <w:sz w:val="14"/>
                        <w:szCs w:val="14"/>
                      </w:rPr>
                    </w:pPr>
                  </w:p>
                  <w:p w:rsidR="00532FE7" w:rsidRPr="00F823CD"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Kontakt Bette:</w:t>
                    </w:r>
                  </w:p>
                  <w:p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rsidR="00532FE7" w:rsidRPr="00F823CD" w:rsidRDefault="00532FE7" w:rsidP="007B681F">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s.rensinghoff@bette.de</w:t>
                    </w:r>
                  </w:p>
                  <w:p w:rsidR="00532FE7" w:rsidRPr="00F823CD" w:rsidRDefault="00532FE7" w:rsidP="00A810C0">
                    <w:pPr>
                      <w:tabs>
                        <w:tab w:val="left" w:pos="140"/>
                      </w:tabs>
                      <w:spacing w:line="200" w:lineRule="exact"/>
                      <w:rPr>
                        <w:rFonts w:ascii="Arial" w:hAnsi="Arial" w:cs="Arial"/>
                        <w:b/>
                        <w:noProof/>
                        <w:sz w:val="14"/>
                        <w:szCs w:val="14"/>
                      </w:rPr>
                    </w:pPr>
                  </w:p>
                  <w:p w:rsidR="00532FE7" w:rsidRPr="00F823CD"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Pressekontakt:</w:t>
                    </w:r>
                  </w:p>
                  <w:p w:rsidR="00532FE7"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Marc Millenet</w:t>
                    </w:r>
                  </w:p>
                  <w:p w:rsidR="007B681F" w:rsidRDefault="007B681F" w:rsidP="007B681F">
                    <w:pPr>
                      <w:tabs>
                        <w:tab w:val="left" w:pos="140"/>
                        <w:tab w:val="left" w:pos="224"/>
                      </w:tabs>
                      <w:spacing w:line="200" w:lineRule="exact"/>
                      <w:rPr>
                        <w:rFonts w:ascii="Arial" w:hAnsi="Arial" w:cs="Arial"/>
                        <w:b/>
                        <w:noProof/>
                        <w:sz w:val="14"/>
                        <w:szCs w:val="14"/>
                      </w:rPr>
                    </w:pPr>
                    <w:r>
                      <w:rPr>
                        <w:rFonts w:ascii="Arial" w:hAnsi="Arial" w:cs="Arial"/>
                        <w:b/>
                        <w:noProof/>
                        <w:sz w:val="14"/>
                        <w:szCs w:val="14"/>
                      </w:rPr>
                      <w:t>T</w:t>
                    </w:r>
                    <w:r>
                      <w:rPr>
                        <w:rFonts w:ascii="Arial" w:hAnsi="Arial" w:cs="Arial"/>
                        <w:b/>
                        <w:noProof/>
                        <w:sz w:val="14"/>
                        <w:szCs w:val="14"/>
                      </w:rPr>
                      <w:tab/>
                      <w:t>+49 711</w:t>
                    </w:r>
                    <w:r w:rsidRPr="00F823CD">
                      <w:rPr>
                        <w:rFonts w:ascii="Arial" w:hAnsi="Arial" w:cs="Arial"/>
                        <w:b/>
                        <w:noProof/>
                        <w:sz w:val="14"/>
                        <w:szCs w:val="14"/>
                      </w:rPr>
                      <w:t> </w:t>
                    </w:r>
                    <w:r>
                      <w:rPr>
                        <w:rFonts w:ascii="Arial" w:hAnsi="Arial" w:cs="Arial"/>
                        <w:b/>
                        <w:noProof/>
                        <w:sz w:val="14"/>
                        <w:szCs w:val="14"/>
                      </w:rPr>
                      <w:t>954 645-0</w:t>
                    </w:r>
                  </w:p>
                  <w:p w:rsidR="007B681F" w:rsidRPr="00F823CD" w:rsidRDefault="007B681F" w:rsidP="007B681F">
                    <w:pPr>
                      <w:tabs>
                        <w:tab w:val="left" w:pos="140"/>
                      </w:tabs>
                      <w:spacing w:line="200" w:lineRule="exact"/>
                      <w:rPr>
                        <w:rFonts w:ascii="Arial" w:hAnsi="Arial" w:cs="Arial"/>
                        <w:b/>
                        <w:noProof/>
                        <w:sz w:val="14"/>
                        <w:szCs w:val="14"/>
                      </w:rPr>
                    </w:pPr>
                    <w:r>
                      <w:rPr>
                        <w:rFonts w:ascii="Arial" w:hAnsi="Arial" w:cs="Arial"/>
                        <w:b/>
                        <w:noProof/>
                        <w:sz w:val="14"/>
                        <w:szCs w:val="14"/>
                      </w:rPr>
                      <w:t>bette@id-pool</w:t>
                    </w:r>
                    <w:r w:rsidRPr="00F823CD">
                      <w:rPr>
                        <w:rFonts w:ascii="Arial" w:hAnsi="Arial" w:cs="Arial"/>
                        <w:b/>
                        <w:noProof/>
                        <w:sz w:val="14"/>
                        <w:szCs w:val="14"/>
                      </w:rPr>
                      <w:t>.de</w:t>
                    </w:r>
                  </w:p>
                  <w:p w:rsidR="00532FE7" w:rsidRPr="00F823CD" w:rsidRDefault="00532FE7" w:rsidP="00A810C0">
                    <w:pPr>
                      <w:tabs>
                        <w:tab w:val="left" w:pos="140"/>
                      </w:tabs>
                      <w:spacing w:line="200" w:lineRule="exact"/>
                      <w:rPr>
                        <w:rFonts w:ascii="Arial" w:hAnsi="Arial" w:cs="Arial"/>
                        <w:b/>
                        <w:noProof/>
                        <w:sz w:val="14"/>
                        <w:szCs w:val="14"/>
                      </w:rPr>
                    </w:pPr>
                  </w:p>
                  <w:p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Abdruck honorarfrei. </w:t>
                    </w:r>
                  </w:p>
                  <w:p w:rsidR="00532FE7" w:rsidRPr="00F823CD" w:rsidRDefault="008441B4"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Belegexemplare er</w:t>
                    </w:r>
                    <w:r w:rsidR="00532FE7" w:rsidRPr="00F823CD">
                      <w:rPr>
                        <w:rFonts w:ascii="Arial" w:hAnsi="Arial" w:cs="Arial"/>
                        <w:b/>
                        <w:noProof/>
                        <w:sz w:val="14"/>
                        <w:szCs w:val="14"/>
                      </w:rPr>
                      <w:t>beten.</w:t>
                    </w:r>
                  </w:p>
                </w:txbxContent>
              </v:textbox>
              <w10:wrap anchorx="page" anchory="page"/>
            </v:shape>
          </w:pict>
        </mc:Fallback>
      </mc:AlternateContent>
    </w:r>
    <w:r w:rsidRPr="00532FE7">
      <w:t>Pressemitteilung</w:t>
    </w:r>
  </w:p>
  <w:p w14:paraId="3FFC3481" w14:textId="77777777" w:rsidR="00A810C0" w:rsidRDefault="00A810C0" w:rsidP="00F823CD">
    <w:pPr>
      <w:pStyle w:val="Subline"/>
    </w:pPr>
    <w:r>
      <w:t xml:space="preserve">Seite </w:t>
    </w:r>
    <w:r>
      <w:fldChar w:fldCharType="begin"/>
    </w:r>
    <w:r>
      <w:instrText xml:space="preserve"> PAGE   \* MERGEFORMAT </w:instrText>
    </w:r>
    <w:r>
      <w:fldChar w:fldCharType="separate"/>
    </w:r>
    <w:r w:rsidR="00D87AF3">
      <w:rPr>
        <w:noProof/>
      </w:rPr>
      <w:t>1</w:t>
    </w:r>
    <w:r>
      <w:fldChar w:fldCharType="end"/>
    </w:r>
    <w:r>
      <w:t>/</w:t>
    </w:r>
    <w:fldSimple w:instr=" NUMPAGES   \* MERGEFORMAT ">
      <w:r w:rsidR="00D87AF3">
        <w:rPr>
          <w:noProof/>
        </w:rPr>
        <w:t>2</w:t>
      </w:r>
    </w:fldSimple>
  </w:p>
  <w:p w14:paraId="4976FCAC" w14:textId="77777777" w:rsidR="00A810C0" w:rsidRDefault="00A810C0" w:rsidP="00A810C0"/>
  <w:p w14:paraId="74C83B15" w14:textId="77777777" w:rsidR="00A810C0" w:rsidRPr="00532FE7" w:rsidRDefault="00A810C0" w:rsidP="00640BB0">
    <w:pPr>
      <w:spacing w:line="560"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3D24"/>
    <w:rsid w:val="000B0749"/>
    <w:rsid w:val="000C1E57"/>
    <w:rsid w:val="00104F54"/>
    <w:rsid w:val="00181E54"/>
    <w:rsid w:val="00273CDC"/>
    <w:rsid w:val="00275AE5"/>
    <w:rsid w:val="00292173"/>
    <w:rsid w:val="002D4E34"/>
    <w:rsid w:val="002E4994"/>
    <w:rsid w:val="002F25C9"/>
    <w:rsid w:val="0034697A"/>
    <w:rsid w:val="00390DA2"/>
    <w:rsid w:val="003B29C7"/>
    <w:rsid w:val="0040052B"/>
    <w:rsid w:val="00401535"/>
    <w:rsid w:val="004B328F"/>
    <w:rsid w:val="004F375C"/>
    <w:rsid w:val="00523792"/>
    <w:rsid w:val="00532DB8"/>
    <w:rsid w:val="00532FE7"/>
    <w:rsid w:val="00587A89"/>
    <w:rsid w:val="00640BB0"/>
    <w:rsid w:val="00645823"/>
    <w:rsid w:val="006D1434"/>
    <w:rsid w:val="006D5B60"/>
    <w:rsid w:val="00714150"/>
    <w:rsid w:val="00723A71"/>
    <w:rsid w:val="007B681F"/>
    <w:rsid w:val="008441B4"/>
    <w:rsid w:val="00870194"/>
    <w:rsid w:val="009115A1"/>
    <w:rsid w:val="009E465E"/>
    <w:rsid w:val="00A810C0"/>
    <w:rsid w:val="00AA4B66"/>
    <w:rsid w:val="00AC0800"/>
    <w:rsid w:val="00C32D35"/>
    <w:rsid w:val="00CB4ED1"/>
    <w:rsid w:val="00CF605F"/>
    <w:rsid w:val="00D87AF3"/>
    <w:rsid w:val="00DA732D"/>
    <w:rsid w:val="00DF3D24"/>
    <w:rsid w:val="00E41A26"/>
    <w:rsid w:val="00EF45D4"/>
    <w:rsid w:val="00F35B2A"/>
    <w:rsid w:val="00F823CD"/>
    <w:rsid w:val="00FA10D9"/>
    <w:rsid w:val="00FE5F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47C3F3"/>
  <w15:docId w15:val="{E26DC8BE-0455-2A48-91F6-21DB5FB77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3CD"/>
    <w:pPr>
      <w:spacing w:after="0" w:line="280" w:lineRule="exact"/>
    </w:pPr>
    <w:rPr>
      <w:rFonts w:ascii="Times New Roman" w:hAnsi="Times New Roman"/>
      <w:sz w:val="23"/>
    </w:rPr>
  </w:style>
  <w:style w:type="paragraph" w:styleId="berschrift1">
    <w:name w:val="heading 1"/>
    <w:basedOn w:val="Standard"/>
    <w:next w:val="Standard"/>
    <w:link w:val="berschrift1Zchn"/>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2FE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2FE7"/>
    <w:rPr>
      <w:rFonts w:ascii="Suisse Works Book" w:hAnsi="Suisse Works Book"/>
      <w:sz w:val="20"/>
    </w:rPr>
  </w:style>
  <w:style w:type="paragraph" w:styleId="Fuzeile">
    <w:name w:val="footer"/>
    <w:basedOn w:val="Standard"/>
    <w:link w:val="FuzeileZchn"/>
    <w:uiPriority w:val="99"/>
    <w:unhideWhenUsed/>
    <w:rsid w:val="00532FE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2FE7"/>
    <w:rPr>
      <w:rFonts w:ascii="Suisse Works Book" w:hAnsi="Suisse Works Book"/>
      <w:sz w:val="20"/>
    </w:rPr>
  </w:style>
  <w:style w:type="paragraph" w:customStyle="1" w:styleId="Subline">
    <w:name w:val="Subline"/>
    <w:basedOn w:val="Standard"/>
    <w:qFormat/>
    <w:rsid w:val="00F823CD"/>
    <w:rPr>
      <w:rFonts w:ascii="Arial" w:hAnsi="Arial" w:cs="Suisse Int'l Medium"/>
      <w:b/>
      <w:sz w:val="21"/>
    </w:rPr>
  </w:style>
  <w:style w:type="character" w:customStyle="1" w:styleId="berschrift1Zchn">
    <w:name w:val="Überschrift 1 Zchn"/>
    <w:basedOn w:val="Absatz-Standardschriftart"/>
    <w:link w:val="berschrift1"/>
    <w:uiPriority w:val="9"/>
    <w:rsid w:val="00C32D35"/>
    <w:rPr>
      <w:rFonts w:ascii="Suisse Int'l Medium" w:eastAsiaTheme="majorEastAsia" w:hAnsi="Suisse Int'l Medium" w:cstheme="majorBidi"/>
      <w:bCs/>
      <w:sz w:val="28"/>
      <w:szCs w:val="28"/>
    </w:rPr>
  </w:style>
  <w:style w:type="paragraph" w:customStyle="1" w:styleId="Adresse">
    <w:name w:val="Adresse"/>
    <w:basedOn w:val="Standard"/>
    <w:qFormat/>
    <w:rsid w:val="00FA10D9"/>
    <w:pPr>
      <w:tabs>
        <w:tab w:val="left" w:pos="224"/>
      </w:tabs>
      <w:spacing w:line="200" w:lineRule="exact"/>
    </w:pPr>
    <w:rPr>
      <w:rFonts w:ascii="Suisse Int'l Medium" w:hAnsi="Suisse Int'l Medium" w:cs="Suisse Int'l Medium"/>
      <w:sz w:val="14"/>
      <w:szCs w:val="14"/>
    </w:rPr>
  </w:style>
  <w:style w:type="paragraph" w:styleId="Sprechblasentext">
    <w:name w:val="Balloon Text"/>
    <w:basedOn w:val="Standard"/>
    <w:link w:val="SprechblasentextZchn"/>
    <w:uiPriority w:val="99"/>
    <w:semiHidden/>
    <w:unhideWhenUsed/>
    <w:rsid w:val="006D5B6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5B60"/>
    <w:rPr>
      <w:rFonts w:ascii="Tahoma" w:hAnsi="Tahoma" w:cs="Tahoma"/>
      <w:sz w:val="16"/>
      <w:szCs w:val="16"/>
    </w:rPr>
  </w:style>
  <w:style w:type="character" w:styleId="Hyperlink">
    <w:name w:val="Hyperlink"/>
    <w:basedOn w:val="Absatz-Standardschriftart"/>
    <w:uiPriority w:val="99"/>
    <w:unhideWhenUsed/>
    <w:rsid w:val="00401535"/>
    <w:rPr>
      <w:color w:val="FF6A60" w:themeColor="hyperlink"/>
      <w:u w:val="single"/>
    </w:rPr>
  </w:style>
  <w:style w:type="character" w:styleId="NichtaufgelsteErwhnung">
    <w:name w:val="Unresolved Mention"/>
    <w:basedOn w:val="Absatz-Standardschriftart"/>
    <w:uiPriority w:val="99"/>
    <w:semiHidden/>
    <w:unhideWhenUsed/>
    <w:rsid w:val="004015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y-bette.com/service/colour-fa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V2%20-%20Marketing\Gruppe%20V2\Presse\Vorlagen\BET_GA_Pressemitteilung_Wordvorlage_RZ_170307\BET_GA_Pressemitteilung_Wordvorlage_RZ_170307.dotx" TargetMode="External"/></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U:\V2 - Marketing\Gruppe V2\Presse\Vorlagen\BET_GA_Pressemitteilung_Wordvorlage_RZ_170307\BET_GA_Pressemitteilung_Wordvorlage_RZ_170307.dotx</Template>
  <TotalTime>0</TotalTime>
  <Pages>4</Pages>
  <Words>884</Words>
  <Characters>5575</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Sauer | Bette GmbH &amp; Co.KG</dc:creator>
  <cp:lastModifiedBy>Katharina Rannacher</cp:lastModifiedBy>
  <cp:revision>4</cp:revision>
  <cp:lastPrinted>2017-03-06T17:48:00Z</cp:lastPrinted>
  <dcterms:created xsi:type="dcterms:W3CDTF">2020-08-19T10:09:00Z</dcterms:created>
  <dcterms:modified xsi:type="dcterms:W3CDTF">2020-08-20T11:59:00Z</dcterms:modified>
</cp:coreProperties>
</file>