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B4FF" w14:textId="35BDE40F" w:rsidR="008441B4" w:rsidRPr="00051A9E" w:rsidRDefault="008441B4" w:rsidP="00F823CD">
      <w:pPr>
        <w:rPr>
          <w:lang w:val="en-GB"/>
        </w:rPr>
      </w:pPr>
      <w:r w:rsidRPr="00051A9E">
        <w:rPr>
          <w:lang w:val="en-GB"/>
        </w:rPr>
        <w:t xml:space="preserve">Delbrück, </w:t>
      </w:r>
      <w:r w:rsidR="00AC0800" w:rsidRPr="00051A9E">
        <w:rPr>
          <w:lang w:val="en-GB"/>
        </w:rPr>
        <w:t>August</w:t>
      </w:r>
      <w:r w:rsidR="009115A1" w:rsidRPr="00051A9E">
        <w:rPr>
          <w:lang w:val="en-GB"/>
        </w:rPr>
        <w:t xml:space="preserve"> 20</w:t>
      </w:r>
      <w:r w:rsidR="00AC0800" w:rsidRPr="00051A9E">
        <w:rPr>
          <w:lang w:val="en-GB"/>
        </w:rPr>
        <w:t>20</w:t>
      </w:r>
    </w:p>
    <w:p w14:paraId="5D814CC3" w14:textId="77777777" w:rsidR="00CB4ED1" w:rsidRPr="00051A9E" w:rsidRDefault="00CB4ED1" w:rsidP="00CB4ED1">
      <w:pPr>
        <w:rPr>
          <w:rFonts w:ascii="Arial" w:hAnsi="Arial" w:cs="Suisse Int'l Medium"/>
          <w:b/>
          <w:sz w:val="21"/>
          <w:lang w:val="en-GB"/>
        </w:rPr>
      </w:pPr>
    </w:p>
    <w:p w14:paraId="10239ABC" w14:textId="038A0ED9" w:rsidR="000C1E57" w:rsidRPr="00051A9E" w:rsidRDefault="00051A9E" w:rsidP="00CB4ED1">
      <w:pPr>
        <w:rPr>
          <w:rFonts w:ascii="Arial" w:hAnsi="Arial" w:cs="Suisse Int'l Medium"/>
          <w:b/>
          <w:sz w:val="21"/>
          <w:lang w:val="en-GB"/>
        </w:rPr>
      </w:pPr>
      <w:r w:rsidRPr="00051A9E">
        <w:rPr>
          <w:rFonts w:ascii="Arial" w:hAnsi="Arial" w:cs="Suisse Int'l Medium"/>
          <w:b/>
          <w:sz w:val="21"/>
          <w:lang w:val="en-GB"/>
        </w:rPr>
        <w:t>Bette simplifies bathroom planning with handy colour fan</w:t>
      </w:r>
    </w:p>
    <w:p w14:paraId="62683B0D" w14:textId="77777777" w:rsidR="00051A9E" w:rsidRPr="00051A9E" w:rsidRDefault="00051A9E" w:rsidP="00CB4ED1">
      <w:pPr>
        <w:rPr>
          <w:rFonts w:ascii="Arial" w:hAnsi="Arial" w:cs="Suisse Int'l Medium"/>
          <w:b/>
          <w:sz w:val="21"/>
          <w:lang w:val="en-GB"/>
        </w:rPr>
      </w:pPr>
    </w:p>
    <w:p w14:paraId="40F3DD89" w14:textId="087A1FBB" w:rsidR="00CB4ED1" w:rsidRPr="00051A9E" w:rsidRDefault="00051A9E" w:rsidP="00CB4ED1">
      <w:pPr>
        <w:rPr>
          <w:rFonts w:ascii="Arial" w:hAnsi="Arial" w:cs="Suisse Int'l Medium"/>
          <w:b/>
          <w:sz w:val="21"/>
          <w:lang w:val="en-GB"/>
        </w:rPr>
      </w:pPr>
      <w:r w:rsidRPr="00051A9E">
        <w:rPr>
          <w:rFonts w:ascii="Arial" w:hAnsi="Arial" w:cs="Suisse Int'l Medium"/>
          <w:b/>
          <w:sz w:val="21"/>
          <w:lang w:val="en-GB"/>
        </w:rPr>
        <w:t>Summary</w:t>
      </w:r>
    </w:p>
    <w:p w14:paraId="63B0A0D6" w14:textId="28C8DE20" w:rsidR="00051A9E" w:rsidRPr="00051A9E" w:rsidRDefault="00051A9E" w:rsidP="00051A9E">
      <w:pPr>
        <w:rPr>
          <w:rFonts w:cs="Times New Roman"/>
          <w:szCs w:val="23"/>
          <w:lang w:val="en-GB"/>
        </w:rPr>
      </w:pPr>
      <w:r w:rsidRPr="00051A9E">
        <w:rPr>
          <w:rFonts w:cs="Times New Roman"/>
          <w:szCs w:val="23"/>
          <w:lang w:val="en-GB"/>
        </w:rPr>
        <w:t xml:space="preserve">One of the most exciting tasks in the design process of modern bathrooms is colour selection, to which architects, interior designers, bathroom planners and end customers usually pay a great deal of attention. Bette's enormous range of colours, which can be used to individualise its glazed </w:t>
      </w:r>
      <w:r>
        <w:rPr>
          <w:rFonts w:cs="Times New Roman"/>
          <w:szCs w:val="23"/>
          <w:lang w:val="en-GB"/>
        </w:rPr>
        <w:t>titanium-steel</w:t>
      </w:r>
      <w:r w:rsidRPr="00051A9E">
        <w:rPr>
          <w:rFonts w:cs="Times New Roman"/>
          <w:szCs w:val="23"/>
          <w:lang w:val="en-GB"/>
        </w:rPr>
        <w:t xml:space="preserve"> bathroom </w:t>
      </w:r>
      <w:r>
        <w:rPr>
          <w:rFonts w:cs="Times New Roman"/>
          <w:szCs w:val="23"/>
          <w:lang w:val="en-GB"/>
        </w:rPr>
        <w:t>products</w:t>
      </w:r>
      <w:r w:rsidRPr="00051A9E">
        <w:rPr>
          <w:rFonts w:cs="Times New Roman"/>
          <w:szCs w:val="23"/>
          <w:lang w:val="en-GB"/>
        </w:rPr>
        <w:t>, is therefore highly valued when planning bathrooms. Bette now offers a practical colour fan to facilitate the pre-selection of the colour and the consultation process and to shorten waiting times.</w:t>
      </w:r>
    </w:p>
    <w:p w14:paraId="7D2D5046" w14:textId="77777777" w:rsidR="00CB4ED1" w:rsidRPr="00051A9E" w:rsidRDefault="00CB4ED1">
      <w:pPr>
        <w:spacing w:after="200" w:line="276" w:lineRule="auto"/>
        <w:rPr>
          <w:rFonts w:ascii="Arial" w:hAnsi="Arial" w:cs="Suisse Int'l Medium"/>
          <w:b/>
          <w:szCs w:val="23"/>
          <w:lang w:val="en-GB"/>
        </w:rPr>
      </w:pPr>
      <w:r w:rsidRPr="00051A9E">
        <w:rPr>
          <w:rFonts w:ascii="Arial" w:hAnsi="Arial" w:cs="Suisse Int'l Medium"/>
          <w:b/>
          <w:szCs w:val="23"/>
          <w:lang w:val="en-GB"/>
        </w:rPr>
        <w:br w:type="page"/>
      </w:r>
    </w:p>
    <w:p w14:paraId="047FB011" w14:textId="77777777" w:rsidR="00051A9E" w:rsidRPr="00051A9E" w:rsidRDefault="00051A9E" w:rsidP="00051A9E">
      <w:pPr>
        <w:rPr>
          <w:rFonts w:ascii="Arial" w:hAnsi="Arial" w:cs="Suisse Int'l Medium"/>
          <w:b/>
          <w:sz w:val="21"/>
          <w:lang w:val="en-GB"/>
        </w:rPr>
      </w:pPr>
      <w:r w:rsidRPr="00051A9E">
        <w:rPr>
          <w:rFonts w:ascii="Arial" w:hAnsi="Arial" w:cs="Suisse Int'l Medium"/>
          <w:b/>
          <w:sz w:val="21"/>
          <w:lang w:val="en-GB"/>
        </w:rPr>
        <w:lastRenderedPageBreak/>
        <w:t>Bette simplifies bathroom planning with handy colour fan</w:t>
      </w:r>
    </w:p>
    <w:p w14:paraId="319228D6" w14:textId="77777777" w:rsidR="00051A9E" w:rsidRPr="00051A9E" w:rsidRDefault="00051A9E" w:rsidP="00051A9E">
      <w:pPr>
        <w:rPr>
          <w:rFonts w:ascii="Arial" w:hAnsi="Arial" w:cs="Suisse Int'l Medium"/>
          <w:b/>
          <w:sz w:val="21"/>
          <w:lang w:val="en-GB"/>
        </w:rPr>
      </w:pPr>
    </w:p>
    <w:p w14:paraId="19FBC349" w14:textId="03F678EA" w:rsidR="00AC0800" w:rsidRDefault="00051A9E" w:rsidP="00051A9E">
      <w:pPr>
        <w:rPr>
          <w:rFonts w:cs="Times New Roman"/>
          <w:szCs w:val="23"/>
          <w:lang w:val="en-GB"/>
        </w:rPr>
      </w:pPr>
      <w:r w:rsidRPr="00051A9E">
        <w:rPr>
          <w:rFonts w:cs="Times New Roman"/>
          <w:szCs w:val="23"/>
          <w:lang w:val="en-GB"/>
        </w:rPr>
        <w:t xml:space="preserve">One of the most exciting tasks in the design process of modern bathrooms is colour selection, to which architects, interior designers, bathroom planners and end customers usually pay a great deal of attention. Bette's enormous range of colours, which can be used to individualise its glazed </w:t>
      </w:r>
      <w:r>
        <w:rPr>
          <w:rFonts w:cs="Times New Roman"/>
          <w:szCs w:val="23"/>
          <w:lang w:val="en-GB"/>
        </w:rPr>
        <w:t>titanium-steel</w:t>
      </w:r>
      <w:r w:rsidRPr="00051A9E">
        <w:rPr>
          <w:rFonts w:cs="Times New Roman"/>
          <w:szCs w:val="23"/>
          <w:lang w:val="en-GB"/>
        </w:rPr>
        <w:t xml:space="preserve"> bathroom </w:t>
      </w:r>
      <w:r>
        <w:rPr>
          <w:rFonts w:cs="Times New Roman"/>
          <w:szCs w:val="23"/>
          <w:lang w:val="en-GB"/>
        </w:rPr>
        <w:t>products</w:t>
      </w:r>
      <w:r w:rsidRPr="00051A9E">
        <w:rPr>
          <w:rFonts w:cs="Times New Roman"/>
          <w:szCs w:val="23"/>
          <w:lang w:val="en-GB"/>
        </w:rPr>
        <w:t>, is therefore highly valued when planning bathrooms. Bette now offers a practical colour fan to facilitate the pre-selection of the colour and the consultation process and to shorten waiting times</w:t>
      </w:r>
      <w:r>
        <w:rPr>
          <w:rFonts w:cs="Times New Roman"/>
          <w:szCs w:val="23"/>
          <w:lang w:val="en-GB"/>
        </w:rPr>
        <w:t>.</w:t>
      </w:r>
    </w:p>
    <w:p w14:paraId="02DB3DED" w14:textId="77777777" w:rsidR="00051A9E" w:rsidRPr="00051A9E" w:rsidRDefault="00051A9E" w:rsidP="00051A9E">
      <w:pPr>
        <w:rPr>
          <w:lang w:val="en-GB"/>
        </w:rPr>
      </w:pPr>
    </w:p>
    <w:p w14:paraId="6E7A5D02" w14:textId="0FD5E78F" w:rsidR="00051A9E" w:rsidRPr="00051A9E" w:rsidRDefault="00051A9E" w:rsidP="00051A9E">
      <w:pPr>
        <w:rPr>
          <w:lang w:val="en-GB"/>
        </w:rPr>
      </w:pPr>
      <w:r w:rsidRPr="00051A9E">
        <w:rPr>
          <w:lang w:val="en-GB"/>
        </w:rPr>
        <w:t xml:space="preserve">Keeping track of the numerous colour options and their possible combinations with Bette's bathroom </w:t>
      </w:r>
      <w:r>
        <w:rPr>
          <w:lang w:val="en-GB"/>
        </w:rPr>
        <w:t>products</w:t>
      </w:r>
      <w:r w:rsidRPr="00051A9E">
        <w:rPr>
          <w:lang w:val="en-GB"/>
        </w:rPr>
        <w:t xml:space="preserve"> can be a complex task when consulting and planning bathrooms - especially if the colours are to be coordinated with other sanitary objects in the bathroom. Catalogues, conventional colour overviews or websites are only of limited help in this respect and are often not handy and binding enough. Bette is therefore now supporting all project participants with a new, clearly arranged colour fan that makes this task easier and saves time.</w:t>
      </w:r>
    </w:p>
    <w:p w14:paraId="674EF9FB" w14:textId="06493C64" w:rsidR="00051A9E" w:rsidRDefault="00051A9E" w:rsidP="00051A9E">
      <w:pPr>
        <w:rPr>
          <w:lang w:val="en-GB"/>
        </w:rPr>
      </w:pPr>
    </w:p>
    <w:p w14:paraId="429E6CBE" w14:textId="77777777" w:rsidR="00442C3C" w:rsidRPr="00051A9E" w:rsidRDefault="00442C3C" w:rsidP="00051A9E">
      <w:pPr>
        <w:rPr>
          <w:lang w:val="en-GB"/>
        </w:rPr>
      </w:pPr>
    </w:p>
    <w:p w14:paraId="5BD8ED85" w14:textId="77777777" w:rsidR="00051A9E" w:rsidRPr="00051A9E" w:rsidRDefault="00051A9E" w:rsidP="00051A9E">
      <w:pPr>
        <w:pStyle w:val="Subline"/>
        <w:rPr>
          <w:lang w:val="en-GB"/>
        </w:rPr>
      </w:pPr>
      <w:r w:rsidRPr="00051A9E">
        <w:rPr>
          <w:lang w:val="en-GB"/>
        </w:rPr>
        <w:t>Colour realistic and clear</w:t>
      </w:r>
    </w:p>
    <w:p w14:paraId="2C1CF144" w14:textId="77777777" w:rsidR="00051A9E" w:rsidRPr="00051A9E" w:rsidRDefault="00051A9E" w:rsidP="00051A9E">
      <w:pPr>
        <w:rPr>
          <w:lang w:val="en-GB"/>
        </w:rPr>
      </w:pPr>
      <w:r w:rsidRPr="00051A9E">
        <w:rPr>
          <w:lang w:val="en-GB"/>
        </w:rPr>
        <w:t xml:space="preserve">The colour-realistic fan in compact mobile phone format is divided into the areas of sanitary colours, effect colours and exclusive colours: Under Sanitary Colours you will find a hand-picked selection of modern and classic sanitary colours with which many current bathroom projects can be realised. The fan pages for the effect colours show the four specially developed shades Midnight, Forest, Blue Satin and Daylight, which are also presented here in their glittering, shimmering, matt and glossy splendour in a colourally realistic manner. Finally, in the exclusive colours section, the whole world of matt colours is represented, which Bette has adapted to the current trends in tiles, natural stone and wooden floors. </w:t>
      </w:r>
    </w:p>
    <w:p w14:paraId="6D609165" w14:textId="77777777" w:rsidR="00051A9E" w:rsidRPr="00051A9E" w:rsidRDefault="00051A9E" w:rsidP="00051A9E">
      <w:pPr>
        <w:rPr>
          <w:lang w:val="en-GB"/>
        </w:rPr>
      </w:pPr>
    </w:p>
    <w:p w14:paraId="2CB6CBC6" w14:textId="2D717570" w:rsidR="00051A9E" w:rsidRPr="00051A9E" w:rsidRDefault="00051A9E" w:rsidP="00051A9E">
      <w:pPr>
        <w:rPr>
          <w:lang w:val="en-GB"/>
        </w:rPr>
      </w:pPr>
      <w:r w:rsidRPr="00051A9E">
        <w:rPr>
          <w:lang w:val="en-GB"/>
        </w:rPr>
        <w:t xml:space="preserve">Pre-selection of the right colour is child's play with the help of the fan, because the colours can now be matched with other colours in the bathroom or object simply by holding them up. This also shortens waiting times that could previously be incurred when ordering colour samples on glazed </w:t>
      </w:r>
      <w:r>
        <w:rPr>
          <w:lang w:val="en-GB"/>
        </w:rPr>
        <w:t>titanium-steel</w:t>
      </w:r>
      <w:r w:rsidRPr="00051A9E">
        <w:rPr>
          <w:lang w:val="en-GB"/>
        </w:rPr>
        <w:t>. As Bette has ensured that the colour fan is reproduced in a colourally realistic manner within narrow tolerances, no unpleasant surprises are to be expected and an original colour sample can of course still be ordered once the colour tone has been narrowed down.</w:t>
      </w:r>
    </w:p>
    <w:p w14:paraId="7BB43CF9" w14:textId="0F272BEB" w:rsidR="00051A9E" w:rsidRDefault="00051A9E" w:rsidP="00051A9E">
      <w:pPr>
        <w:rPr>
          <w:lang w:val="en-GB"/>
        </w:rPr>
      </w:pPr>
    </w:p>
    <w:p w14:paraId="4C9418B0" w14:textId="5A4C08BB" w:rsidR="00051A9E" w:rsidRPr="00051A9E" w:rsidRDefault="00051A9E" w:rsidP="00051A9E">
      <w:pPr>
        <w:pStyle w:val="Subline"/>
        <w:rPr>
          <w:lang w:val="en-GB"/>
        </w:rPr>
      </w:pPr>
      <w:r w:rsidRPr="00051A9E">
        <w:rPr>
          <w:lang w:val="en-GB"/>
        </w:rPr>
        <w:t>Combination possibilities immediately apparent</w:t>
      </w:r>
    </w:p>
    <w:p w14:paraId="6883F811" w14:textId="2EEFD6DE" w:rsidR="00051A9E" w:rsidRPr="00051A9E" w:rsidRDefault="00051A9E" w:rsidP="00051A9E">
      <w:pPr>
        <w:rPr>
          <w:lang w:val="en-GB"/>
        </w:rPr>
      </w:pPr>
      <w:r w:rsidRPr="00051A9E">
        <w:rPr>
          <w:lang w:val="en-GB"/>
        </w:rPr>
        <w:t xml:space="preserve">The new colour fan is also particularly practice-oriented with regard to the possible combinations: On the back of each individual colour sheet is an overview of which </w:t>
      </w:r>
      <w:r w:rsidR="00442C3C">
        <w:rPr>
          <w:lang w:val="en-GB"/>
        </w:rPr>
        <w:t>baths</w:t>
      </w:r>
      <w:r w:rsidRPr="00051A9E">
        <w:rPr>
          <w:lang w:val="en-GB"/>
        </w:rPr>
        <w:t xml:space="preserve">, shower trays, shower surfaces and washbasins, as well as installation variants, are offered in the respective Bette colour. This saves time-consuming searching in the catalogue or on the website and leads to quick results. The helpful colour fan can now be ordered free of charge at </w:t>
      </w:r>
      <w:hyperlink r:id="rId6" w:history="1">
        <w:r w:rsidRPr="000C4199">
          <w:rPr>
            <w:rStyle w:val="Hyperlink"/>
            <w:lang w:val="en-GB"/>
          </w:rPr>
          <w:t>https://www.my-bette.com/service/colour-fan</w:t>
        </w:r>
      </w:hyperlink>
      <w:r>
        <w:rPr>
          <w:lang w:val="en-GB"/>
        </w:rPr>
        <w:t>.</w:t>
      </w:r>
    </w:p>
    <w:p w14:paraId="29D0A61A" w14:textId="77777777" w:rsidR="00051A9E" w:rsidRPr="00051A9E" w:rsidRDefault="00051A9E" w:rsidP="00051A9E">
      <w:pPr>
        <w:rPr>
          <w:lang w:val="en-GB"/>
        </w:rPr>
      </w:pPr>
    </w:p>
    <w:p w14:paraId="44810BF0" w14:textId="77777777" w:rsidR="00051A9E" w:rsidRPr="00051A9E" w:rsidRDefault="00051A9E" w:rsidP="00051A9E">
      <w:pPr>
        <w:rPr>
          <w:lang w:val="en-GB"/>
        </w:rPr>
      </w:pPr>
      <w:r w:rsidRPr="00051A9E">
        <w:rPr>
          <w:lang w:val="en-GB"/>
        </w:rPr>
        <w:t>By the way: With its Key Colours, the company also offers architects and project planners who cannot find what they are looking for in the extensive colour palette the opportunity to create their own colour shades for high-quality construction projects with the corresponding quantities.</w:t>
      </w:r>
    </w:p>
    <w:p w14:paraId="4135EA51" w14:textId="75FEC30C" w:rsidR="00AC0800" w:rsidRPr="00051A9E" w:rsidRDefault="00AC0800" w:rsidP="00AC0800">
      <w:pPr>
        <w:rPr>
          <w:lang w:val="en-GB"/>
        </w:rPr>
      </w:pPr>
    </w:p>
    <w:p w14:paraId="3DFC8A6E" w14:textId="77777777" w:rsidR="00AC0800" w:rsidRPr="00051A9E" w:rsidRDefault="00AC0800" w:rsidP="00AC0800">
      <w:pPr>
        <w:rPr>
          <w:lang w:val="en-GB"/>
        </w:rPr>
      </w:pPr>
    </w:p>
    <w:p w14:paraId="68E75EA4" w14:textId="77777777" w:rsidR="000C1E57" w:rsidRPr="00051A9E" w:rsidRDefault="000C1E57" w:rsidP="000C1E57">
      <w:pPr>
        <w:rPr>
          <w:lang w:val="en-GB"/>
        </w:rPr>
      </w:pPr>
    </w:p>
    <w:p w14:paraId="4D6E877D" w14:textId="77777777" w:rsidR="00051A9E" w:rsidRPr="00AA7F2D" w:rsidRDefault="00051A9E" w:rsidP="00051A9E">
      <w:pPr>
        <w:pStyle w:val="Subline"/>
        <w:rPr>
          <w:lang w:val="en-GB"/>
        </w:rPr>
      </w:pPr>
      <w:r w:rsidRPr="00AA7F2D">
        <w:rPr>
          <w:lang w:val="en-GB"/>
        </w:rPr>
        <w:t>About Bette</w:t>
      </w:r>
    </w:p>
    <w:p w14:paraId="2450B070" w14:textId="315906A3" w:rsidR="00051A9E" w:rsidRDefault="00051A9E" w:rsidP="00051A9E">
      <w:pPr>
        <w:rPr>
          <w:lang w:val="en-GB"/>
        </w:rPr>
      </w:pPr>
      <w:r w:rsidRPr="00AA7F2D">
        <w:rPr>
          <w:lang w:val="en-GB"/>
        </w:rPr>
        <w:t>Be</w:t>
      </w:r>
      <w:r>
        <w:rPr>
          <w:lang w:val="en-GB"/>
        </w:rPr>
        <w:t>tte is a specialist in bathroom</w:t>
      </w:r>
      <w:r w:rsidRPr="00AA7F2D">
        <w:rPr>
          <w:lang w:val="en-GB"/>
        </w:rPr>
        <w:t xml:space="preserve"> products that are made of a special metal in a unique manufacturing process: </w:t>
      </w:r>
      <w:r>
        <w:rPr>
          <w:lang w:val="en-GB"/>
        </w:rPr>
        <w:t>titanium-steel</w:t>
      </w:r>
      <w:r w:rsidRPr="00AA7F2D">
        <w:rPr>
          <w:lang w:val="en-GB"/>
        </w:rPr>
        <w:t xml:space="preserve"> sheets are shaped under high pressure and then finished with a thin coating that is related to glass – hence the name "glazed </w:t>
      </w:r>
      <w:r>
        <w:rPr>
          <w:lang w:val="en-GB"/>
        </w:rPr>
        <w:t>titanium-steel</w:t>
      </w:r>
      <w:r w:rsidRPr="00AA7F2D">
        <w:rPr>
          <w:lang w:val="en-GB"/>
        </w:rPr>
        <w:t xml:space="preserve">". This composite material is perfect for the bathroom (it is skin-friendly, hygienic, durable and robust), and Bette uses it to make its baths, shower areas, shower trays and washbasins. </w:t>
      </w:r>
    </w:p>
    <w:p w14:paraId="468D6CFD" w14:textId="77777777" w:rsidR="00051A9E" w:rsidRPr="00AA7F2D" w:rsidRDefault="00051A9E" w:rsidP="00051A9E">
      <w:pPr>
        <w:rPr>
          <w:lang w:val="en-GB"/>
        </w:rPr>
      </w:pPr>
    </w:p>
    <w:p w14:paraId="3A9AF782" w14:textId="77777777" w:rsidR="00051A9E" w:rsidRDefault="00051A9E" w:rsidP="00051A9E">
      <w:pPr>
        <w:rPr>
          <w:lang w:val="en-GB"/>
        </w:rPr>
      </w:pPr>
      <w:r w:rsidRPr="00AA7F2D">
        <w:rPr>
          <w:lang w:val="en-GB"/>
        </w:rPr>
        <w:t xml:space="preserve">The Bette family company was founded in Delbrück in North-Rhine Westphalia in 1952, and specialises exclusively in this manufacturing process because it allows the products to be shaped smoothly with the maximum skilled precision. The manufacturing and administrative headquarters employs around 385 people. The CEO, Thilo C. Pahl, is a member of the owner family. </w:t>
      </w:r>
    </w:p>
    <w:p w14:paraId="661608A5" w14:textId="77777777" w:rsidR="00051A9E" w:rsidRPr="00AA7F2D" w:rsidRDefault="00051A9E" w:rsidP="00051A9E">
      <w:pPr>
        <w:rPr>
          <w:lang w:val="en-GB"/>
        </w:rPr>
      </w:pPr>
    </w:p>
    <w:p w14:paraId="76569AA6" w14:textId="77777777" w:rsidR="00051A9E" w:rsidRDefault="00051A9E" w:rsidP="00051A9E">
      <w:pPr>
        <w:rPr>
          <w:lang w:val="en-GB"/>
        </w:rPr>
      </w:pPr>
      <w:r w:rsidRPr="00AA7F2D">
        <w:rPr>
          <w:lang w:val="en-GB"/>
        </w:rPr>
        <w:t xml:space="preserve">The range includes baths, shower areas, shower trays, washbasins and bathroom furniture "Made in Germany". Unique items that can be made in various colours and dimensions, and open up inspiring spaces in interior design for the bathroom. Bette's assembly processes combine high-tech industrial production techniques with tailor-made manufacturing where it benefits the customer. More than half its products are customised to customer preferences. The company offers over 600 different baths, shower trays and washbasin models in a tremendous range of colours. </w:t>
      </w:r>
    </w:p>
    <w:p w14:paraId="7377C40B" w14:textId="77777777" w:rsidR="00051A9E" w:rsidRPr="00AA7F2D" w:rsidRDefault="00051A9E" w:rsidP="00051A9E">
      <w:pPr>
        <w:rPr>
          <w:lang w:val="en-GB"/>
        </w:rPr>
      </w:pPr>
    </w:p>
    <w:p w14:paraId="54A8D002" w14:textId="77777777" w:rsidR="00051A9E" w:rsidRDefault="00051A9E" w:rsidP="00051A9E">
      <w:pPr>
        <w:rPr>
          <w:lang w:val="en-GB"/>
        </w:rPr>
      </w:pPr>
      <w:r w:rsidRPr="00AA7F2D">
        <w:rPr>
          <w:lang w:val="en-GB"/>
        </w:rPr>
        <w:t>The natural raw materials glass, water and steel are used to manufacture high-quality products that are completely recyclable. They are verified to the Environmental Product Declaration (EPD) as per ISO 14025 and to LEED (Leadership in Energy and Environmental Design).</w:t>
      </w:r>
    </w:p>
    <w:p w14:paraId="6B40B9DC" w14:textId="77777777" w:rsidR="00051A9E" w:rsidRDefault="00051A9E" w:rsidP="00051A9E">
      <w:pPr>
        <w:rPr>
          <w:lang w:val="en-GB"/>
        </w:rPr>
      </w:pPr>
    </w:p>
    <w:p w14:paraId="2D2724A9" w14:textId="77777777" w:rsidR="00051A9E" w:rsidRPr="00AA7F2D" w:rsidRDefault="00051A9E" w:rsidP="00051A9E">
      <w:pPr>
        <w:rPr>
          <w:lang w:val="en-GB"/>
        </w:rPr>
      </w:pPr>
      <w:hyperlink r:id="rId7" w:history="1">
        <w:r w:rsidRPr="00901DE8">
          <w:rPr>
            <w:rStyle w:val="Hyperlink"/>
            <w:lang w:val="en-GB"/>
          </w:rPr>
          <w:t>www.my-bette.com</w:t>
        </w:r>
      </w:hyperlink>
      <w:r>
        <w:rPr>
          <w:lang w:val="en-GB"/>
        </w:rPr>
        <w:t xml:space="preserve"> </w:t>
      </w:r>
    </w:p>
    <w:p w14:paraId="5A711D29" w14:textId="0D551623" w:rsidR="00532DB8" w:rsidRPr="00051A9E" w:rsidRDefault="00532DB8" w:rsidP="002F25C9">
      <w:pPr>
        <w:pStyle w:val="Subline"/>
        <w:rPr>
          <w:lang w:val="en-GB"/>
        </w:rPr>
      </w:pPr>
    </w:p>
    <w:p w14:paraId="143F06AC" w14:textId="77777777" w:rsidR="0040052B" w:rsidRPr="00051A9E" w:rsidRDefault="0040052B" w:rsidP="002F25C9">
      <w:pPr>
        <w:pStyle w:val="Subline"/>
        <w:rPr>
          <w:lang w:val="en-GB"/>
        </w:rPr>
      </w:pPr>
    </w:p>
    <w:p w14:paraId="2B8A9E3B" w14:textId="77777777" w:rsidR="00442C3C" w:rsidRPr="00442C3C" w:rsidRDefault="00442C3C" w:rsidP="00442C3C">
      <w:pPr>
        <w:pStyle w:val="Subline"/>
        <w:rPr>
          <w:lang w:val="en-GB"/>
        </w:rPr>
      </w:pPr>
      <w:r w:rsidRPr="00442C3C">
        <w:rPr>
          <w:lang w:val="en-GB"/>
        </w:rPr>
        <w:t>Image captions</w:t>
      </w:r>
    </w:p>
    <w:p w14:paraId="7FE501B1" w14:textId="77777777" w:rsidR="00442C3C" w:rsidRPr="00442C3C" w:rsidRDefault="00442C3C" w:rsidP="00442C3C">
      <w:pPr>
        <w:rPr>
          <w:lang w:val="en-GB"/>
        </w:rPr>
      </w:pPr>
      <w:r w:rsidRPr="00442C3C">
        <w:rPr>
          <w:lang w:val="en-GB"/>
        </w:rPr>
        <w:t>Please acknowledge source information: Bette</w:t>
      </w:r>
    </w:p>
    <w:p w14:paraId="45796448" w14:textId="158347B8" w:rsidR="00051A9E" w:rsidRDefault="00051A9E" w:rsidP="00051A9E">
      <w:pPr>
        <w:rPr>
          <w:lang w:val="en-GB"/>
        </w:rPr>
      </w:pPr>
    </w:p>
    <w:p w14:paraId="68632180" w14:textId="77777777" w:rsidR="00442C3C" w:rsidRPr="00051A9E" w:rsidRDefault="00442C3C" w:rsidP="00051A9E">
      <w:pPr>
        <w:rPr>
          <w:lang w:val="en-GB"/>
        </w:rPr>
      </w:pPr>
      <w:bookmarkStart w:id="0" w:name="_GoBack"/>
      <w:bookmarkEnd w:id="0"/>
    </w:p>
    <w:p w14:paraId="5D090448" w14:textId="195A353F" w:rsidR="00051A9E" w:rsidRPr="00051A9E" w:rsidRDefault="00442C3C" w:rsidP="00051A9E">
      <w:pPr>
        <w:rPr>
          <w:rFonts w:ascii="Arial" w:hAnsi="Arial" w:cs="Suisse Int'l Medium"/>
          <w:b/>
          <w:sz w:val="21"/>
          <w:lang w:val="en-GB"/>
        </w:rPr>
      </w:pPr>
      <w:r w:rsidRPr="00051A9E">
        <w:rPr>
          <w:rFonts w:ascii="Arial" w:hAnsi="Arial" w:cs="Suisse Int'l Medium"/>
          <w:b/>
          <w:sz w:val="21"/>
          <w:lang w:val="en-GB"/>
        </w:rPr>
        <w:t>BetteColour</w:t>
      </w:r>
      <w:r>
        <w:rPr>
          <w:rFonts w:ascii="Arial" w:hAnsi="Arial" w:cs="Suisse Int'l Medium"/>
          <w:b/>
          <w:sz w:val="21"/>
          <w:lang w:val="en-GB"/>
        </w:rPr>
        <w:t xml:space="preserve"> fan</w:t>
      </w:r>
      <w:r w:rsidR="00051A9E" w:rsidRPr="00051A9E">
        <w:rPr>
          <w:rFonts w:ascii="Arial" w:hAnsi="Arial" w:cs="Suisse Int'l Medium"/>
          <w:b/>
          <w:sz w:val="21"/>
          <w:lang w:val="en-GB"/>
        </w:rPr>
        <w:t>_01.jpg</w:t>
      </w:r>
    </w:p>
    <w:p w14:paraId="3DF62E19" w14:textId="77777777" w:rsidR="00051A9E" w:rsidRPr="00051A9E" w:rsidRDefault="00051A9E" w:rsidP="00051A9E">
      <w:pPr>
        <w:rPr>
          <w:lang w:val="en-GB"/>
        </w:rPr>
      </w:pPr>
      <w:r w:rsidRPr="00051A9E">
        <w:rPr>
          <w:lang w:val="en-GB"/>
        </w:rPr>
        <w:t>In order to facilitate the pre-selection of the colour and the consultation process, Bette now offers a practical bilingual colour fan.</w:t>
      </w:r>
    </w:p>
    <w:p w14:paraId="28535D29" w14:textId="77777777" w:rsidR="00051A9E" w:rsidRPr="00051A9E" w:rsidRDefault="00051A9E" w:rsidP="00051A9E">
      <w:pPr>
        <w:rPr>
          <w:rFonts w:ascii="Arial" w:hAnsi="Arial" w:cs="Suisse Int'l Medium"/>
          <w:b/>
          <w:sz w:val="21"/>
          <w:lang w:val="en-GB"/>
        </w:rPr>
      </w:pPr>
    </w:p>
    <w:p w14:paraId="2129ACD6" w14:textId="244FC3BF" w:rsidR="00051A9E" w:rsidRPr="00051A9E" w:rsidRDefault="00442C3C" w:rsidP="00051A9E">
      <w:pPr>
        <w:rPr>
          <w:rFonts w:ascii="Arial" w:hAnsi="Arial" w:cs="Suisse Int'l Medium"/>
          <w:b/>
          <w:sz w:val="21"/>
          <w:lang w:val="en-GB"/>
        </w:rPr>
      </w:pPr>
      <w:r w:rsidRPr="00051A9E">
        <w:rPr>
          <w:rFonts w:ascii="Arial" w:hAnsi="Arial" w:cs="Suisse Int'l Medium"/>
          <w:b/>
          <w:sz w:val="21"/>
          <w:lang w:val="en-GB"/>
        </w:rPr>
        <w:t>BetteColour</w:t>
      </w:r>
      <w:r>
        <w:rPr>
          <w:rFonts w:ascii="Arial" w:hAnsi="Arial" w:cs="Suisse Int'l Medium"/>
          <w:b/>
          <w:sz w:val="21"/>
          <w:lang w:val="en-GB"/>
        </w:rPr>
        <w:t xml:space="preserve"> fan</w:t>
      </w:r>
      <w:r w:rsidR="00051A9E" w:rsidRPr="00051A9E">
        <w:rPr>
          <w:rFonts w:ascii="Arial" w:hAnsi="Arial" w:cs="Suisse Int'l Medium"/>
          <w:b/>
          <w:sz w:val="21"/>
          <w:lang w:val="en-GB"/>
        </w:rPr>
        <w:t>_02.jpg</w:t>
      </w:r>
    </w:p>
    <w:p w14:paraId="56D85765" w14:textId="77777777" w:rsidR="00051A9E" w:rsidRPr="00051A9E" w:rsidRDefault="00051A9E" w:rsidP="00051A9E">
      <w:pPr>
        <w:rPr>
          <w:lang w:val="en-GB"/>
        </w:rPr>
      </w:pPr>
      <w:r w:rsidRPr="00051A9E">
        <w:rPr>
          <w:lang w:val="en-GB"/>
        </w:rPr>
        <w:t>The colour-realistic fan in compact mobile phone format is divided into the areas of sanitary colours, effect colours and exclusive colours.</w:t>
      </w:r>
    </w:p>
    <w:p w14:paraId="449DACBC" w14:textId="77777777" w:rsidR="00051A9E" w:rsidRPr="00051A9E" w:rsidRDefault="00051A9E" w:rsidP="00051A9E">
      <w:pPr>
        <w:rPr>
          <w:lang w:val="en-GB"/>
        </w:rPr>
      </w:pPr>
    </w:p>
    <w:p w14:paraId="6FF8897A" w14:textId="00FC374D" w:rsidR="00051A9E" w:rsidRPr="00051A9E" w:rsidRDefault="00442C3C" w:rsidP="00051A9E">
      <w:pPr>
        <w:rPr>
          <w:rFonts w:ascii="Arial" w:hAnsi="Arial" w:cs="Suisse Int'l Medium"/>
          <w:b/>
          <w:sz w:val="21"/>
          <w:lang w:val="en-GB"/>
        </w:rPr>
      </w:pPr>
      <w:r w:rsidRPr="00051A9E">
        <w:rPr>
          <w:rFonts w:ascii="Arial" w:hAnsi="Arial" w:cs="Suisse Int'l Medium"/>
          <w:b/>
          <w:sz w:val="21"/>
          <w:lang w:val="en-GB"/>
        </w:rPr>
        <w:t>BetteColour</w:t>
      </w:r>
      <w:r>
        <w:rPr>
          <w:rFonts w:ascii="Arial" w:hAnsi="Arial" w:cs="Suisse Int'l Medium"/>
          <w:b/>
          <w:sz w:val="21"/>
          <w:lang w:val="en-GB"/>
        </w:rPr>
        <w:t xml:space="preserve"> fan</w:t>
      </w:r>
      <w:r w:rsidR="00051A9E" w:rsidRPr="00051A9E">
        <w:rPr>
          <w:rFonts w:ascii="Arial" w:hAnsi="Arial" w:cs="Suisse Int'l Medium"/>
          <w:b/>
          <w:sz w:val="21"/>
          <w:lang w:val="en-GB"/>
        </w:rPr>
        <w:t>_03.jpg</w:t>
      </w:r>
    </w:p>
    <w:p w14:paraId="2CBEFDB7" w14:textId="2760836B" w:rsidR="00051A9E" w:rsidRPr="00051A9E" w:rsidRDefault="00051A9E" w:rsidP="00051A9E">
      <w:pPr>
        <w:rPr>
          <w:lang w:val="en-GB"/>
        </w:rPr>
      </w:pPr>
      <w:r w:rsidRPr="00051A9E">
        <w:rPr>
          <w:lang w:val="en-GB"/>
        </w:rPr>
        <w:t xml:space="preserve">On the back of each individual colour sheet is an overview of which </w:t>
      </w:r>
      <w:r w:rsidR="00442C3C">
        <w:rPr>
          <w:lang w:val="en-GB"/>
        </w:rPr>
        <w:t>baths</w:t>
      </w:r>
      <w:r w:rsidRPr="00051A9E">
        <w:rPr>
          <w:lang w:val="en-GB"/>
        </w:rPr>
        <w:t>, shower trays, shower surfaces and washbasins as well as installation variants are offered in the respective colour of Bette.</w:t>
      </w:r>
    </w:p>
    <w:p w14:paraId="36181AA4" w14:textId="77777777" w:rsidR="00051A9E" w:rsidRPr="00051A9E" w:rsidRDefault="00051A9E" w:rsidP="00051A9E">
      <w:pPr>
        <w:rPr>
          <w:rFonts w:ascii="Arial" w:hAnsi="Arial" w:cs="Suisse Int'l Medium"/>
          <w:b/>
          <w:sz w:val="21"/>
          <w:lang w:val="en-GB"/>
        </w:rPr>
      </w:pPr>
    </w:p>
    <w:p w14:paraId="55C2D227" w14:textId="24731C58" w:rsidR="00051A9E" w:rsidRPr="00051A9E" w:rsidRDefault="00051A9E" w:rsidP="00051A9E">
      <w:pPr>
        <w:rPr>
          <w:rFonts w:ascii="Arial" w:hAnsi="Arial" w:cs="Suisse Int'l Medium"/>
          <w:b/>
          <w:sz w:val="21"/>
          <w:lang w:val="en-GB"/>
        </w:rPr>
      </w:pPr>
      <w:r w:rsidRPr="00051A9E">
        <w:rPr>
          <w:rFonts w:ascii="Arial" w:hAnsi="Arial" w:cs="Suisse Int'l Medium"/>
          <w:b/>
          <w:sz w:val="21"/>
          <w:lang w:val="en-GB"/>
        </w:rPr>
        <w:t>BetteColour</w:t>
      </w:r>
      <w:r w:rsidR="00442C3C">
        <w:rPr>
          <w:rFonts w:ascii="Arial" w:hAnsi="Arial" w:cs="Suisse Int'l Medium"/>
          <w:b/>
          <w:sz w:val="21"/>
          <w:lang w:val="en-GB"/>
        </w:rPr>
        <w:t xml:space="preserve"> fan</w:t>
      </w:r>
      <w:r w:rsidRPr="00051A9E">
        <w:rPr>
          <w:rFonts w:ascii="Arial" w:hAnsi="Arial" w:cs="Suisse Int'l Medium"/>
          <w:b/>
          <w:sz w:val="21"/>
          <w:lang w:val="en-GB"/>
        </w:rPr>
        <w:t>_04.jpg</w:t>
      </w:r>
    </w:p>
    <w:p w14:paraId="4598F839" w14:textId="5D5B929B" w:rsidR="004F375C" w:rsidRPr="00051A9E" w:rsidRDefault="00051A9E" w:rsidP="00051A9E">
      <w:pPr>
        <w:rPr>
          <w:lang w:val="en-GB"/>
        </w:rPr>
      </w:pPr>
      <w:r w:rsidRPr="00051A9E">
        <w:rPr>
          <w:lang w:val="en-GB"/>
        </w:rPr>
        <w:t>Pre-selection of the right colour is child's play with the help of the fan, because the colours can now be matched with other colours in the bathroom or ob</w:t>
      </w:r>
      <w:r>
        <w:rPr>
          <w:lang w:val="en-GB"/>
        </w:rPr>
        <w:t>ject simply by holding them up.</w:t>
      </w:r>
    </w:p>
    <w:sectPr w:rsidR="004F375C" w:rsidRPr="00051A9E"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FE876" w14:textId="77777777" w:rsidR="006D1434" w:rsidRDefault="006D1434" w:rsidP="00532FE7">
      <w:pPr>
        <w:spacing w:line="240" w:lineRule="auto"/>
      </w:pPr>
      <w:r>
        <w:separator/>
      </w:r>
    </w:p>
  </w:endnote>
  <w:endnote w:type="continuationSeparator" w:id="0">
    <w:p w14:paraId="0D28CC09" w14:textId="77777777" w:rsidR="006D1434" w:rsidRDefault="006D1434"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C4C28" w14:textId="77777777" w:rsidR="006D1434" w:rsidRDefault="006D1434" w:rsidP="00532FE7">
      <w:pPr>
        <w:spacing w:line="240" w:lineRule="auto"/>
      </w:pPr>
      <w:r>
        <w:separator/>
      </w:r>
    </w:p>
  </w:footnote>
  <w:footnote w:type="continuationSeparator" w:id="0">
    <w:p w14:paraId="31FBE89D" w14:textId="77777777" w:rsidR="006D1434" w:rsidRDefault="006D1434"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3360"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40600AE8" w:rsidR="00A810C0" w:rsidRPr="00532FE7" w:rsidRDefault="00442C3C" w:rsidP="00A810C0">
    <w:pPr>
      <w:pStyle w:val="Subline"/>
      <w:rPr>
        <w:noProof/>
      </w:rPr>
    </w:pPr>
    <w:r>
      <w:t>Page</w:t>
    </w:r>
    <w:r w:rsidR="00FA10D9">
      <w:t xml:space="preserve"> </w:t>
    </w:r>
    <w:r w:rsidR="00FA10D9">
      <w:fldChar w:fldCharType="begin"/>
    </w:r>
    <w:r w:rsidR="00FA10D9">
      <w:instrText xml:space="preserve"> PAGE   \* MERGEFORMAT </w:instrText>
    </w:r>
    <w:r w:rsidR="00FA10D9">
      <w:fldChar w:fldCharType="separate"/>
    </w:r>
    <w:r>
      <w:rPr>
        <w:noProof/>
      </w:rPr>
      <w:t>4</w:t>
    </w:r>
    <w:r w:rsidR="00FA10D9">
      <w:fldChar w:fldCharType="end"/>
    </w:r>
    <w:r w:rsidR="00FA10D9">
      <w:t>/</w:t>
    </w:r>
    <w:r>
      <w:fldChar w:fldCharType="begin"/>
    </w:r>
    <w:r>
      <w:instrText xml:space="preserve"> NUMPAGES   \* MERGEFORMAT </w:instrText>
    </w:r>
    <w:r>
      <w:fldChar w:fldCharType="separate"/>
    </w:r>
    <w:r>
      <w:rPr>
        <w:noProof/>
      </w:rPr>
      <w:t>4</w:t>
    </w:r>
    <w:r>
      <w:rPr>
        <w:noProof/>
      </w:rPr>
      <w:fldChar w:fldCharType="end"/>
    </w:r>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0288"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6EF8B6F3" w:rsidR="00532FE7" w:rsidRDefault="00532FE7" w:rsidP="00F823CD">
    <w:pPr>
      <w:pStyle w:val="Subline"/>
    </w:pPr>
    <w:r>
      <w:rPr>
        <w:noProof/>
        <w:lang w:eastAsia="de-DE"/>
      </w:rPr>
      <mc:AlternateContent>
        <mc:Choice Requires="wps">
          <w:drawing>
            <wp:anchor distT="0" distB="0" distL="114300" distR="114300" simplePos="0" relativeHeight="251656192"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87C9F3"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615B5D6C"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091BD287"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Pr="00F823CD">
                            <w:rPr>
                              <w:rFonts w:ascii="Arial" w:hAnsi="Arial" w:cs="Arial"/>
                              <w:b/>
                              <w:noProof/>
                              <w:sz w:val="14"/>
                              <w:szCs w:val="14"/>
                            </w:rPr>
                            <w:t>e 1</w:t>
                          </w:r>
                        </w:p>
                        <w:p w14:paraId="0B6833CD"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D-</w:t>
                          </w:r>
                          <w:r w:rsidRPr="00F823CD">
                            <w:rPr>
                              <w:rFonts w:ascii="Arial" w:hAnsi="Arial" w:cs="Arial"/>
                              <w:b/>
                              <w:noProof/>
                              <w:sz w:val="14"/>
                              <w:szCs w:val="14"/>
                            </w:rPr>
                            <w:t xml:space="preserve">33129 Delbrück </w:t>
                          </w:r>
                        </w:p>
                        <w:p w14:paraId="37980023"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D4A0F30"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D35816C"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08B2F609" w14:textId="77777777" w:rsidR="00442C3C" w:rsidRDefault="00442C3C" w:rsidP="00442C3C">
                          <w:pPr>
                            <w:tabs>
                              <w:tab w:val="left" w:pos="140"/>
                            </w:tabs>
                            <w:spacing w:line="200" w:lineRule="exact"/>
                            <w:rPr>
                              <w:rFonts w:ascii="Arial" w:hAnsi="Arial" w:cs="Arial"/>
                              <w:b/>
                              <w:noProof/>
                              <w:sz w:val="14"/>
                              <w:szCs w:val="14"/>
                            </w:rPr>
                          </w:pPr>
                        </w:p>
                        <w:p w14:paraId="54957D07"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Contact Bette:</w:t>
                          </w:r>
                        </w:p>
                        <w:p w14:paraId="05EA5382"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09924D2A" w14:textId="77777777" w:rsidR="00442C3C" w:rsidRPr="00F823CD" w:rsidRDefault="00442C3C" w:rsidP="00442C3C">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CA6FACE"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CF093AB" w14:textId="77777777" w:rsidR="00442C3C" w:rsidRPr="00F823CD" w:rsidRDefault="00442C3C" w:rsidP="00442C3C">
                          <w:pPr>
                            <w:tabs>
                              <w:tab w:val="left" w:pos="140"/>
                            </w:tabs>
                            <w:spacing w:line="200" w:lineRule="exact"/>
                            <w:rPr>
                              <w:rFonts w:ascii="Arial" w:hAnsi="Arial" w:cs="Arial"/>
                              <w:b/>
                              <w:noProof/>
                              <w:sz w:val="14"/>
                              <w:szCs w:val="14"/>
                            </w:rPr>
                          </w:pPr>
                        </w:p>
                        <w:p w14:paraId="745DD0FF" w14:textId="77777777" w:rsidR="00442C3C" w:rsidRPr="00D45A5D" w:rsidRDefault="00442C3C" w:rsidP="00442C3C">
                          <w:pPr>
                            <w:tabs>
                              <w:tab w:val="left" w:pos="140"/>
                            </w:tabs>
                            <w:spacing w:line="200" w:lineRule="exact"/>
                            <w:rPr>
                              <w:rFonts w:ascii="Arial" w:hAnsi="Arial" w:cs="Arial"/>
                              <w:b/>
                              <w:noProof/>
                              <w:sz w:val="14"/>
                              <w:szCs w:val="14"/>
                              <w:lang w:val="en-GB"/>
                            </w:rPr>
                          </w:pPr>
                          <w:r w:rsidRPr="00D45A5D">
                            <w:rPr>
                              <w:rFonts w:ascii="Arial" w:hAnsi="Arial" w:cs="Arial"/>
                              <w:b/>
                              <w:noProof/>
                              <w:sz w:val="14"/>
                              <w:szCs w:val="14"/>
                              <w:lang w:val="en-GB"/>
                            </w:rPr>
                            <w:t>Reprints free of charge.</w:t>
                          </w:r>
                        </w:p>
                        <w:p w14:paraId="3C74DB81" w14:textId="25307EB9" w:rsidR="00532FE7" w:rsidRPr="00442C3C" w:rsidRDefault="00442C3C" w:rsidP="00A810C0">
                          <w:pPr>
                            <w:tabs>
                              <w:tab w:val="left" w:pos="140"/>
                            </w:tabs>
                            <w:spacing w:line="200" w:lineRule="exact"/>
                            <w:rPr>
                              <w:rFonts w:ascii="Arial" w:hAnsi="Arial" w:cs="Arial"/>
                              <w:b/>
                              <w:noProof/>
                              <w:sz w:val="14"/>
                              <w:szCs w:val="14"/>
                              <w:lang w:val="en-GB"/>
                            </w:rPr>
                          </w:pPr>
                          <w:r w:rsidRPr="00D45A5D">
                            <w:rPr>
                              <w:rFonts w:ascii="Arial" w:hAnsi="Arial" w:cs="Arial"/>
                              <w:b/>
                              <w:noProof/>
                              <w:sz w:val="14"/>
                              <w:szCs w:val="14"/>
                              <w:lang w:val="en-GB"/>
                            </w:rPr>
                            <w:t>Copy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62BDD"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14:paraId="5187C9F3"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615B5D6C"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091BD287"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Pr="00F823CD">
                      <w:rPr>
                        <w:rFonts w:ascii="Arial" w:hAnsi="Arial" w:cs="Arial"/>
                        <w:b/>
                        <w:noProof/>
                        <w:sz w:val="14"/>
                        <w:szCs w:val="14"/>
                      </w:rPr>
                      <w:t>e 1</w:t>
                    </w:r>
                  </w:p>
                  <w:p w14:paraId="0B6833CD"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D-</w:t>
                    </w:r>
                    <w:r w:rsidRPr="00F823CD">
                      <w:rPr>
                        <w:rFonts w:ascii="Arial" w:hAnsi="Arial" w:cs="Arial"/>
                        <w:b/>
                        <w:noProof/>
                        <w:sz w:val="14"/>
                        <w:szCs w:val="14"/>
                      </w:rPr>
                      <w:t xml:space="preserve">33129 Delbrück </w:t>
                    </w:r>
                  </w:p>
                  <w:p w14:paraId="37980023"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5D4A0F30"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7D35816C"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08B2F609" w14:textId="77777777" w:rsidR="00442C3C" w:rsidRDefault="00442C3C" w:rsidP="00442C3C">
                    <w:pPr>
                      <w:tabs>
                        <w:tab w:val="left" w:pos="140"/>
                      </w:tabs>
                      <w:spacing w:line="200" w:lineRule="exact"/>
                      <w:rPr>
                        <w:rFonts w:ascii="Arial" w:hAnsi="Arial" w:cs="Arial"/>
                        <w:b/>
                        <w:noProof/>
                        <w:sz w:val="14"/>
                        <w:szCs w:val="14"/>
                      </w:rPr>
                    </w:pPr>
                  </w:p>
                  <w:p w14:paraId="54957D07" w14:textId="77777777" w:rsidR="00442C3C" w:rsidRPr="00F823CD" w:rsidRDefault="00442C3C" w:rsidP="00442C3C">
                    <w:pPr>
                      <w:tabs>
                        <w:tab w:val="left" w:pos="140"/>
                      </w:tabs>
                      <w:spacing w:line="200" w:lineRule="exact"/>
                      <w:rPr>
                        <w:rFonts w:ascii="Arial" w:hAnsi="Arial" w:cs="Arial"/>
                        <w:b/>
                        <w:noProof/>
                        <w:sz w:val="14"/>
                        <w:szCs w:val="14"/>
                      </w:rPr>
                    </w:pPr>
                    <w:r>
                      <w:rPr>
                        <w:rFonts w:ascii="Arial" w:hAnsi="Arial" w:cs="Arial"/>
                        <w:b/>
                        <w:noProof/>
                        <w:sz w:val="14"/>
                        <w:szCs w:val="14"/>
                      </w:rPr>
                      <w:t>Contact Bette:</w:t>
                    </w:r>
                  </w:p>
                  <w:p w14:paraId="05EA5382"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09924D2A" w14:textId="77777777" w:rsidR="00442C3C" w:rsidRPr="00F823CD" w:rsidRDefault="00442C3C" w:rsidP="00442C3C">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4CA6FACE" w14:textId="77777777" w:rsidR="00442C3C" w:rsidRPr="00F823CD" w:rsidRDefault="00442C3C" w:rsidP="00442C3C">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CF093AB" w14:textId="77777777" w:rsidR="00442C3C" w:rsidRPr="00F823CD" w:rsidRDefault="00442C3C" w:rsidP="00442C3C">
                    <w:pPr>
                      <w:tabs>
                        <w:tab w:val="left" w:pos="140"/>
                      </w:tabs>
                      <w:spacing w:line="200" w:lineRule="exact"/>
                      <w:rPr>
                        <w:rFonts w:ascii="Arial" w:hAnsi="Arial" w:cs="Arial"/>
                        <w:b/>
                        <w:noProof/>
                        <w:sz w:val="14"/>
                        <w:szCs w:val="14"/>
                      </w:rPr>
                    </w:pPr>
                  </w:p>
                  <w:p w14:paraId="745DD0FF" w14:textId="77777777" w:rsidR="00442C3C" w:rsidRPr="00D45A5D" w:rsidRDefault="00442C3C" w:rsidP="00442C3C">
                    <w:pPr>
                      <w:tabs>
                        <w:tab w:val="left" w:pos="140"/>
                      </w:tabs>
                      <w:spacing w:line="200" w:lineRule="exact"/>
                      <w:rPr>
                        <w:rFonts w:ascii="Arial" w:hAnsi="Arial" w:cs="Arial"/>
                        <w:b/>
                        <w:noProof/>
                        <w:sz w:val="14"/>
                        <w:szCs w:val="14"/>
                        <w:lang w:val="en-GB"/>
                      </w:rPr>
                    </w:pPr>
                    <w:r w:rsidRPr="00D45A5D">
                      <w:rPr>
                        <w:rFonts w:ascii="Arial" w:hAnsi="Arial" w:cs="Arial"/>
                        <w:b/>
                        <w:noProof/>
                        <w:sz w:val="14"/>
                        <w:szCs w:val="14"/>
                        <w:lang w:val="en-GB"/>
                      </w:rPr>
                      <w:t>Reprints free of charge.</w:t>
                    </w:r>
                  </w:p>
                  <w:p w14:paraId="3C74DB81" w14:textId="25307EB9" w:rsidR="00532FE7" w:rsidRPr="00442C3C" w:rsidRDefault="00442C3C" w:rsidP="00A810C0">
                    <w:pPr>
                      <w:tabs>
                        <w:tab w:val="left" w:pos="140"/>
                      </w:tabs>
                      <w:spacing w:line="200" w:lineRule="exact"/>
                      <w:rPr>
                        <w:rFonts w:ascii="Arial" w:hAnsi="Arial" w:cs="Arial"/>
                        <w:b/>
                        <w:noProof/>
                        <w:sz w:val="14"/>
                        <w:szCs w:val="14"/>
                        <w:lang w:val="en-GB"/>
                      </w:rPr>
                    </w:pPr>
                    <w:r w:rsidRPr="00D45A5D">
                      <w:rPr>
                        <w:rFonts w:ascii="Arial" w:hAnsi="Arial" w:cs="Arial"/>
                        <w:b/>
                        <w:noProof/>
                        <w:sz w:val="14"/>
                        <w:szCs w:val="14"/>
                        <w:lang w:val="en-GB"/>
                      </w:rPr>
                      <w:t>Copy requested.</w:t>
                    </w:r>
                  </w:p>
                </w:txbxContent>
              </v:textbox>
              <w10:wrap anchorx="page" anchory="page"/>
            </v:shape>
          </w:pict>
        </mc:Fallback>
      </mc:AlternateContent>
    </w:r>
    <w:r w:rsidRPr="00532FE7">
      <w:t>Press</w:t>
    </w:r>
    <w:r w:rsidR="00442C3C">
      <w:t xml:space="preserve"> Release</w:t>
    </w:r>
  </w:p>
  <w:p w14:paraId="3FFC3481" w14:textId="5E0CEFAC" w:rsidR="00A810C0" w:rsidRDefault="00442C3C" w:rsidP="00F823CD">
    <w:pPr>
      <w:pStyle w:val="Subline"/>
    </w:pPr>
    <w:r>
      <w:t>Page</w:t>
    </w:r>
    <w:r w:rsidR="00A810C0">
      <w:t xml:space="preserve"> </w:t>
    </w:r>
    <w:r w:rsidR="00A810C0">
      <w:fldChar w:fldCharType="begin"/>
    </w:r>
    <w:r w:rsidR="00A810C0">
      <w:instrText xml:space="preserve"> PAGE   \* MERGEFORMAT </w:instrText>
    </w:r>
    <w:r w:rsidR="00A810C0">
      <w:fldChar w:fldCharType="separate"/>
    </w:r>
    <w:r>
      <w:rPr>
        <w:noProof/>
      </w:rPr>
      <w:t>1</w:t>
    </w:r>
    <w:r w:rsidR="00A810C0">
      <w:fldChar w:fldCharType="end"/>
    </w:r>
    <w:r w:rsidR="00A810C0">
      <w:t>/</w:t>
    </w:r>
    <w:r>
      <w:fldChar w:fldCharType="begin"/>
    </w:r>
    <w:r>
      <w:instrText xml:space="preserve"> NUMPAGES   \* MERGEFORMAT </w:instrText>
    </w:r>
    <w:r>
      <w:fldChar w:fldCharType="separate"/>
    </w:r>
    <w:r>
      <w:rPr>
        <w:noProof/>
      </w:rPr>
      <w:t>4</w:t>
    </w:r>
    <w:r>
      <w:rPr>
        <w:noProof/>
      </w:rPr>
      <w:fldChar w:fldCharType="end"/>
    </w:r>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24"/>
    <w:rsid w:val="00051A9E"/>
    <w:rsid w:val="000B0749"/>
    <w:rsid w:val="000C1E57"/>
    <w:rsid w:val="00104F54"/>
    <w:rsid w:val="00181E54"/>
    <w:rsid w:val="00273CDC"/>
    <w:rsid w:val="00275AE5"/>
    <w:rsid w:val="00292173"/>
    <w:rsid w:val="002D4E34"/>
    <w:rsid w:val="002E4994"/>
    <w:rsid w:val="002F25C9"/>
    <w:rsid w:val="0034697A"/>
    <w:rsid w:val="00390DA2"/>
    <w:rsid w:val="003B29C7"/>
    <w:rsid w:val="0040052B"/>
    <w:rsid w:val="00401535"/>
    <w:rsid w:val="00442C3C"/>
    <w:rsid w:val="004B328F"/>
    <w:rsid w:val="004F375C"/>
    <w:rsid w:val="00523792"/>
    <w:rsid w:val="00532DB8"/>
    <w:rsid w:val="00532FE7"/>
    <w:rsid w:val="00587A89"/>
    <w:rsid w:val="00640BB0"/>
    <w:rsid w:val="00645823"/>
    <w:rsid w:val="006D1434"/>
    <w:rsid w:val="006D5B60"/>
    <w:rsid w:val="00714150"/>
    <w:rsid w:val="00723A71"/>
    <w:rsid w:val="007B681F"/>
    <w:rsid w:val="008441B4"/>
    <w:rsid w:val="00870194"/>
    <w:rsid w:val="009115A1"/>
    <w:rsid w:val="009E465E"/>
    <w:rsid w:val="00A810C0"/>
    <w:rsid w:val="00AA4B66"/>
    <w:rsid w:val="00AC0800"/>
    <w:rsid w:val="00C32D35"/>
    <w:rsid w:val="00CB4ED1"/>
    <w:rsid w:val="00CF605F"/>
    <w:rsid w:val="00D87AF3"/>
    <w:rsid w:val="00DA732D"/>
    <w:rsid w:val="00DF3D24"/>
    <w:rsid w:val="00E41A26"/>
    <w:rsid w:val="00EF45D4"/>
    <w:rsid w:val="00F35B2A"/>
    <w:rsid w:val="00F823CD"/>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47C3F3"/>
  <w15:docId w15:val="{E26DC8BE-0455-2A48-91F6-21DB5FB7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2C3C"/>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UnresolvedMention">
    <w:name w:val="Unresolved Mention"/>
    <w:basedOn w:val="Absatz-Standardschriftart"/>
    <w:uiPriority w:val="99"/>
    <w:semiHidden/>
    <w:unhideWhenUsed/>
    <w:rsid w:val="00401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my-bett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y-bette.com/service/colour-fa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BET_GA_Pressemitteilung_Wordvorlage_RZ_170307.dotx</Template>
  <TotalTime>0</TotalTime>
  <Pages>4</Pages>
  <Words>893</Words>
  <Characters>5626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Jennifer Sauer | Bette GmbH &amp; Co.KG</cp:lastModifiedBy>
  <cp:revision>5</cp:revision>
  <cp:lastPrinted>2017-03-06T17:48:00Z</cp:lastPrinted>
  <dcterms:created xsi:type="dcterms:W3CDTF">2020-08-19T10:09:00Z</dcterms:created>
  <dcterms:modified xsi:type="dcterms:W3CDTF">2020-09-02T06:51:00Z</dcterms:modified>
</cp:coreProperties>
</file>