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9B4FF" w14:textId="3343B384" w:rsidR="008441B4" w:rsidRPr="00AC0800" w:rsidRDefault="008441B4" w:rsidP="00F823CD">
      <w:r w:rsidRPr="00AC0800">
        <w:t xml:space="preserve">Delbrück, </w:t>
      </w:r>
      <w:r w:rsidR="00756CBF">
        <w:t>September</w:t>
      </w:r>
      <w:r w:rsidR="009115A1" w:rsidRPr="00AC0800">
        <w:t xml:space="preserve"> 20</w:t>
      </w:r>
      <w:r w:rsidR="00AC0800" w:rsidRPr="00AC0800">
        <w:t>20</w:t>
      </w:r>
    </w:p>
    <w:p w14:paraId="5D814CC3" w14:textId="77777777" w:rsidR="00CB4ED1" w:rsidRPr="00AC0800" w:rsidRDefault="00CB4ED1" w:rsidP="00CB4ED1">
      <w:pPr>
        <w:rPr>
          <w:rFonts w:ascii="Arial" w:hAnsi="Arial" w:cs="Suisse Int'l Medium"/>
          <w:b/>
          <w:sz w:val="21"/>
        </w:rPr>
      </w:pPr>
    </w:p>
    <w:p w14:paraId="79A6960C" w14:textId="29C803CA" w:rsidR="00756CBF" w:rsidRDefault="00756CBF" w:rsidP="000C1E57">
      <w:pPr>
        <w:rPr>
          <w:rFonts w:ascii="Arial" w:hAnsi="Arial" w:cs="Suisse Int'l Medium"/>
          <w:b/>
          <w:szCs w:val="23"/>
        </w:rPr>
      </w:pPr>
      <w:r w:rsidRPr="00756CBF">
        <w:rPr>
          <w:rFonts w:ascii="Arial" w:hAnsi="Arial" w:cs="Suisse Int'l Medium"/>
          <w:b/>
          <w:szCs w:val="23"/>
        </w:rPr>
        <w:t>Best-</w:t>
      </w:r>
      <w:proofErr w:type="spellStart"/>
      <w:r w:rsidRPr="00756CBF">
        <w:rPr>
          <w:rFonts w:ascii="Arial" w:hAnsi="Arial" w:cs="Suisse Int'l Medium"/>
          <w:b/>
          <w:szCs w:val="23"/>
        </w:rPr>
        <w:t>practice</w:t>
      </w:r>
      <w:proofErr w:type="spellEnd"/>
      <w:r w:rsidRPr="00756CBF">
        <w:rPr>
          <w:rFonts w:ascii="Arial" w:hAnsi="Arial" w:cs="Suisse Int'l Medium"/>
          <w:b/>
          <w:szCs w:val="23"/>
        </w:rPr>
        <w:t xml:space="preserve">: </w:t>
      </w:r>
      <w:proofErr w:type="spellStart"/>
      <w:r w:rsidRPr="00756CBF">
        <w:rPr>
          <w:rFonts w:ascii="Arial" w:hAnsi="Arial" w:cs="Suisse Int'l Medium"/>
          <w:b/>
          <w:szCs w:val="23"/>
        </w:rPr>
        <w:t>BetteUltra</w:t>
      </w:r>
      <w:proofErr w:type="spellEnd"/>
      <w:r w:rsidRPr="00756CBF">
        <w:rPr>
          <w:rFonts w:ascii="Arial" w:hAnsi="Arial" w:cs="Suisse Int'l Medium"/>
          <w:b/>
          <w:szCs w:val="23"/>
        </w:rPr>
        <w:t xml:space="preserve"> und Minimum-Wannenträger in der Badvorfertigung</w:t>
      </w:r>
    </w:p>
    <w:p w14:paraId="185721F3" w14:textId="522BF8EA" w:rsidR="00756CBF" w:rsidRDefault="00756CBF" w:rsidP="00AC0800"/>
    <w:p w14:paraId="150F2EBF" w14:textId="36DAF87C" w:rsidR="00D5685C" w:rsidRDefault="00D5685C" w:rsidP="00D5685C">
      <w:pPr>
        <w:pStyle w:val="Subline"/>
      </w:pPr>
      <w:r>
        <w:t>Aufgabenstellung</w:t>
      </w:r>
      <w:r w:rsidR="004E4293">
        <w:t>:</w:t>
      </w:r>
    </w:p>
    <w:p w14:paraId="1A2C0D26" w14:textId="5740306A" w:rsidR="00D5685C" w:rsidRPr="00D5685C" w:rsidRDefault="00D5685C" w:rsidP="00C97032">
      <w:pPr>
        <w:rPr>
          <w:lang w:val="de-CH"/>
        </w:rPr>
      </w:pPr>
      <w:r w:rsidRPr="00D5685C">
        <w:rPr>
          <w:lang w:val="de-CH"/>
        </w:rPr>
        <w:t xml:space="preserve">Ausstattung von schlüsselfertig vorproduzierten Bad-Systemen für das </w:t>
      </w:r>
      <w:proofErr w:type="spellStart"/>
      <w:r w:rsidRPr="00D5685C">
        <w:rPr>
          <w:lang w:val="de-CH"/>
        </w:rPr>
        <w:t>McDreams</w:t>
      </w:r>
      <w:proofErr w:type="spellEnd"/>
      <w:r w:rsidRPr="00D5685C">
        <w:rPr>
          <w:lang w:val="de-CH"/>
        </w:rPr>
        <w:t xml:space="preserve"> Hotel Ingolstadt (Eröffnung Frühjahr 2021) mit barrierearmen Duschwannen mit wandseitigem Schutz vor Durchfeuchtung.</w:t>
      </w:r>
    </w:p>
    <w:p w14:paraId="71C27884" w14:textId="77777777" w:rsidR="00D5685C" w:rsidRDefault="00D5685C" w:rsidP="00C97032"/>
    <w:p w14:paraId="0CF6C5C9" w14:textId="097B8AC9" w:rsidR="00D5685C" w:rsidRDefault="00D5685C" w:rsidP="00D5685C">
      <w:pPr>
        <w:pStyle w:val="Subline"/>
      </w:pPr>
      <w:r>
        <w:t>A</w:t>
      </w:r>
      <w:r>
        <w:t>nforder</w:t>
      </w:r>
      <w:r>
        <w:t>ung</w:t>
      </w:r>
      <w:r w:rsidR="004E4293">
        <w:t>:</w:t>
      </w:r>
    </w:p>
    <w:p w14:paraId="6EA24E2C" w14:textId="389E7F01" w:rsidR="00D5685C" w:rsidRDefault="00D5685C" w:rsidP="00D5685C">
      <w:pPr>
        <w:rPr>
          <w:lang w:val="de-CH"/>
        </w:rPr>
      </w:pPr>
      <w:r w:rsidRPr="00D5685C">
        <w:rPr>
          <w:lang w:val="de-CH"/>
        </w:rPr>
        <w:t>Eignung für Vorfertigung, barrierearme Duschplätze, normgerechte Schnellmontage, Reduzierung von Silikonfugen, hohe Dichtigkeit, Einhaltung der Termin-, Bauablauf- und Lieferpläne</w:t>
      </w:r>
    </w:p>
    <w:p w14:paraId="337B199D" w14:textId="77777777" w:rsidR="00D5685C" w:rsidRDefault="00D5685C" w:rsidP="00D5685C">
      <w:pPr>
        <w:rPr>
          <w:lang w:val="de-CH"/>
        </w:rPr>
      </w:pPr>
    </w:p>
    <w:p w14:paraId="3085F017" w14:textId="6387FD69" w:rsidR="00D5685C" w:rsidRDefault="00D5685C" w:rsidP="00D5685C">
      <w:pPr>
        <w:pStyle w:val="Subline"/>
      </w:pPr>
      <w:r>
        <w:t>Lös</w:t>
      </w:r>
      <w:r>
        <w:t>ung</w:t>
      </w:r>
      <w:r w:rsidR="004E4293">
        <w:t>:</w:t>
      </w:r>
    </w:p>
    <w:p w14:paraId="4FEFA417" w14:textId="626C481E" w:rsidR="00D5685C" w:rsidRDefault="00D5685C" w:rsidP="00D5685C">
      <w:pPr>
        <w:rPr>
          <w:lang w:val="de-CH"/>
        </w:rPr>
      </w:pPr>
      <w:r w:rsidRPr="00D5685C">
        <w:rPr>
          <w:lang w:val="de-CH"/>
        </w:rPr>
        <w:t xml:space="preserve">Produktkombination aus </w:t>
      </w:r>
      <w:proofErr w:type="spellStart"/>
      <w:r w:rsidRPr="00D5685C">
        <w:rPr>
          <w:lang w:val="de-CH"/>
        </w:rPr>
        <w:t>BetteUltra</w:t>
      </w:r>
      <w:proofErr w:type="spellEnd"/>
      <w:r w:rsidRPr="00D5685C">
        <w:rPr>
          <w:lang w:val="de-CH"/>
        </w:rPr>
        <w:t xml:space="preserve"> Duschwanne aus glasiertem Titan-Stahl, </w:t>
      </w:r>
      <w:proofErr w:type="spellStart"/>
      <w:r w:rsidRPr="00D5685C">
        <w:rPr>
          <w:lang w:val="de-CH"/>
        </w:rPr>
        <w:t>BetteZarge</w:t>
      </w:r>
      <w:proofErr w:type="spellEnd"/>
      <w:r w:rsidRPr="00D5685C">
        <w:rPr>
          <w:lang w:val="de-CH"/>
        </w:rPr>
        <w:t xml:space="preserve"> und Minimum-Wannenträger</w:t>
      </w:r>
    </w:p>
    <w:p w14:paraId="6F17A48D" w14:textId="77777777" w:rsidR="00D5685C" w:rsidRDefault="00D5685C" w:rsidP="00D5685C">
      <w:pPr>
        <w:rPr>
          <w:lang w:val="de-CH"/>
        </w:rPr>
      </w:pPr>
    </w:p>
    <w:p w14:paraId="644116F5" w14:textId="73118E6A" w:rsidR="00D5685C" w:rsidRDefault="00D5685C" w:rsidP="00D5685C">
      <w:pPr>
        <w:rPr>
          <w:rFonts w:ascii="Arial" w:hAnsi="Arial" w:cs="Suisse Int'l Medium"/>
          <w:b/>
          <w:sz w:val="21"/>
        </w:rPr>
      </w:pPr>
      <w:r w:rsidRPr="00D5685C">
        <w:rPr>
          <w:rFonts w:ascii="Arial" w:hAnsi="Arial" w:cs="Suisse Int'l Medium"/>
          <w:b/>
          <w:sz w:val="21"/>
        </w:rPr>
        <w:t>Eigenschaften/Normen/Spezifikationen</w:t>
      </w:r>
      <w:r w:rsidR="004E4293">
        <w:rPr>
          <w:rFonts w:ascii="Arial" w:hAnsi="Arial" w:cs="Suisse Int'l Medium"/>
          <w:b/>
          <w:sz w:val="21"/>
        </w:rPr>
        <w:t>:</w:t>
      </w:r>
      <w:r w:rsidRPr="00D5685C">
        <w:rPr>
          <w:rFonts w:ascii="Arial" w:hAnsi="Arial" w:cs="Suisse Int'l Medium"/>
          <w:b/>
          <w:sz w:val="21"/>
        </w:rPr>
        <w:t xml:space="preserve"> </w:t>
      </w:r>
    </w:p>
    <w:p w14:paraId="1D54B1A2" w14:textId="7CF8148D" w:rsidR="00D5685C" w:rsidRPr="00D5685C" w:rsidRDefault="00D5685C" w:rsidP="00D5685C">
      <w:pPr>
        <w:pStyle w:val="Listenabsatz"/>
        <w:numPr>
          <w:ilvl w:val="0"/>
          <w:numId w:val="1"/>
        </w:numPr>
        <w:rPr>
          <w:lang w:val="de-CH"/>
        </w:rPr>
      </w:pPr>
      <w:proofErr w:type="spellStart"/>
      <w:r w:rsidRPr="00D5685C">
        <w:rPr>
          <w:lang w:val="de-CH"/>
        </w:rPr>
        <w:t>BetteUltra</w:t>
      </w:r>
      <w:proofErr w:type="spellEnd"/>
      <w:r w:rsidRPr="00D5685C">
        <w:rPr>
          <w:lang w:val="de-CH"/>
        </w:rPr>
        <w:t xml:space="preserve"> Duschwanne: superflach; glasierter Titan-Stahl mit 30 Jahren Garantie; hygienisch, schlagfest, wärmeleitend, kratzfest, chemikalienresistent, UV-beständig, hitzebeständig; </w:t>
      </w:r>
      <w:proofErr w:type="spellStart"/>
      <w:r w:rsidRPr="00D5685C">
        <w:rPr>
          <w:lang w:val="de-CH"/>
        </w:rPr>
        <w:t>made</w:t>
      </w:r>
      <w:proofErr w:type="spellEnd"/>
      <w:r w:rsidRPr="00D5685C">
        <w:rPr>
          <w:lang w:val="de-CH"/>
        </w:rPr>
        <w:t xml:space="preserve"> in Germany</w:t>
      </w:r>
    </w:p>
    <w:p w14:paraId="552F5AA8" w14:textId="38AA1BB5" w:rsidR="00D5685C" w:rsidRPr="00D5685C" w:rsidRDefault="00D5685C" w:rsidP="00D5685C">
      <w:pPr>
        <w:pStyle w:val="Listenabsatz"/>
        <w:numPr>
          <w:ilvl w:val="0"/>
          <w:numId w:val="1"/>
        </w:numPr>
        <w:rPr>
          <w:lang w:val="de-CH"/>
        </w:rPr>
      </w:pPr>
      <w:proofErr w:type="spellStart"/>
      <w:r w:rsidRPr="00D5685C">
        <w:rPr>
          <w:lang w:val="de-CH"/>
        </w:rPr>
        <w:t>BetteUltra</w:t>
      </w:r>
      <w:proofErr w:type="spellEnd"/>
      <w:r w:rsidRPr="00D5685C">
        <w:rPr>
          <w:lang w:val="de-CH"/>
        </w:rPr>
        <w:t xml:space="preserve"> mit Minimum-Wannenträger: </w:t>
      </w:r>
      <w:proofErr w:type="spellStart"/>
      <w:r w:rsidRPr="00D5685C">
        <w:rPr>
          <w:lang w:val="de-CH"/>
        </w:rPr>
        <w:t>aufklebbar</w:t>
      </w:r>
      <w:proofErr w:type="spellEnd"/>
      <w:r w:rsidRPr="00D5685C">
        <w:rPr>
          <w:lang w:val="de-CH"/>
        </w:rPr>
        <w:t xml:space="preserve"> auf Estrich oder Holzböden; übertrifft mit nur 17 dB (A) die erhöhten Anforderungen der Schallschutzklasse 3, VDI 4100 bei Montage auf Estrich inkl. Dämmung; wird mit Duschwanne vorkonfektioniert geliefert; </w:t>
      </w:r>
      <w:proofErr w:type="spellStart"/>
      <w:r w:rsidRPr="00D5685C">
        <w:rPr>
          <w:lang w:val="de-CH"/>
        </w:rPr>
        <w:t>made</w:t>
      </w:r>
      <w:proofErr w:type="spellEnd"/>
      <w:r w:rsidRPr="00D5685C">
        <w:rPr>
          <w:lang w:val="de-CH"/>
        </w:rPr>
        <w:t xml:space="preserve"> in Germany</w:t>
      </w:r>
    </w:p>
    <w:p w14:paraId="336F1B44" w14:textId="1FE6A35A" w:rsidR="00D5685C" w:rsidRPr="00D5685C" w:rsidRDefault="00D5685C" w:rsidP="00D5685C">
      <w:pPr>
        <w:pStyle w:val="Listenabsatz"/>
        <w:numPr>
          <w:ilvl w:val="0"/>
          <w:numId w:val="1"/>
        </w:numPr>
        <w:rPr>
          <w:lang w:val="de-CH"/>
        </w:rPr>
      </w:pPr>
      <w:proofErr w:type="spellStart"/>
      <w:r w:rsidRPr="00D5685C">
        <w:rPr>
          <w:lang w:val="de-CH"/>
        </w:rPr>
        <w:t>BetteZarge</w:t>
      </w:r>
      <w:proofErr w:type="spellEnd"/>
      <w:r w:rsidRPr="00D5685C">
        <w:rPr>
          <w:lang w:val="de-CH"/>
        </w:rPr>
        <w:t xml:space="preserve">: glasierter Titan-Stahl mit 30 Jahren Garantie, bietet Bakterien keinen Halt; widerstandsfähig und einfach sauber zu halten; absolut wasserdicht, konform zu DIN 18534/ÖNORM B3407, geprüft nach ETAG 022; langfristig kostengünstiger, da keine Silikonfugen ausgetauscht werden müssen; </w:t>
      </w:r>
      <w:proofErr w:type="spellStart"/>
      <w:r w:rsidRPr="00D5685C">
        <w:rPr>
          <w:lang w:val="de-CH"/>
        </w:rPr>
        <w:t>made</w:t>
      </w:r>
      <w:proofErr w:type="spellEnd"/>
      <w:r w:rsidRPr="00D5685C">
        <w:rPr>
          <w:lang w:val="de-CH"/>
        </w:rPr>
        <w:t xml:space="preserve"> in Germany</w:t>
      </w:r>
    </w:p>
    <w:p w14:paraId="0225DE5A" w14:textId="77777777" w:rsidR="00D5685C" w:rsidRDefault="00D5685C" w:rsidP="00D5685C">
      <w:pPr>
        <w:rPr>
          <w:rFonts w:ascii="Arial" w:hAnsi="Arial" w:cs="Suisse Int'l Medium"/>
          <w:b/>
          <w:sz w:val="21"/>
        </w:rPr>
      </w:pPr>
    </w:p>
    <w:p w14:paraId="0F8E9501" w14:textId="6EA1AC98" w:rsidR="00D5685C" w:rsidRDefault="00D5685C" w:rsidP="00D5685C">
      <w:pPr>
        <w:rPr>
          <w:rFonts w:ascii="Arial" w:hAnsi="Arial" w:cs="Suisse Int'l Medium"/>
          <w:b/>
          <w:sz w:val="21"/>
        </w:rPr>
      </w:pPr>
      <w:r w:rsidRPr="00D5685C">
        <w:rPr>
          <w:rFonts w:ascii="Arial" w:hAnsi="Arial" w:cs="Suisse Int'l Medium"/>
          <w:b/>
          <w:sz w:val="21"/>
        </w:rPr>
        <w:t>Geeignet für</w:t>
      </w:r>
      <w:r w:rsidR="004E4293">
        <w:rPr>
          <w:rFonts w:ascii="Arial" w:hAnsi="Arial" w:cs="Suisse Int'l Medium"/>
          <w:b/>
          <w:sz w:val="21"/>
        </w:rPr>
        <w:t>:</w:t>
      </w:r>
    </w:p>
    <w:p w14:paraId="34930F11" w14:textId="7C1ACFC8" w:rsidR="00D5685C" w:rsidRDefault="00D5685C" w:rsidP="00D5685C">
      <w:pPr>
        <w:rPr>
          <w:lang w:val="de-CH"/>
        </w:rPr>
      </w:pPr>
      <w:r w:rsidRPr="00D5685C">
        <w:rPr>
          <w:lang w:val="de-CH"/>
        </w:rPr>
        <w:t>Objekte der Wohnungswirtschaft, Hotels, Privatwohnungen, Estrich- oder Holzböden</w:t>
      </w:r>
    </w:p>
    <w:p w14:paraId="2BA22724" w14:textId="77777777" w:rsidR="00D5685C" w:rsidRDefault="00D5685C" w:rsidP="00D5685C">
      <w:pPr>
        <w:rPr>
          <w:lang w:val="de-CH"/>
        </w:rPr>
      </w:pPr>
    </w:p>
    <w:p w14:paraId="2E6FFC58" w14:textId="77777777" w:rsidR="004E4293" w:rsidRDefault="004E4293">
      <w:pPr>
        <w:spacing w:after="200" w:line="276" w:lineRule="auto"/>
        <w:rPr>
          <w:rFonts w:ascii="Arial" w:hAnsi="Arial" w:cs="Suisse Int'l Medium"/>
          <w:b/>
          <w:sz w:val="21"/>
        </w:rPr>
      </w:pPr>
      <w:r>
        <w:rPr>
          <w:rFonts w:ascii="Arial" w:hAnsi="Arial" w:cs="Suisse Int'l Medium"/>
          <w:b/>
          <w:sz w:val="21"/>
        </w:rPr>
        <w:br w:type="page"/>
      </w:r>
    </w:p>
    <w:p w14:paraId="2CB4969D" w14:textId="4B672AC5" w:rsidR="00D5685C" w:rsidRDefault="00D5685C" w:rsidP="00D5685C">
      <w:pPr>
        <w:rPr>
          <w:rFonts w:ascii="Arial" w:hAnsi="Arial" w:cs="Suisse Int'l Medium"/>
          <w:b/>
          <w:sz w:val="21"/>
        </w:rPr>
      </w:pPr>
      <w:r w:rsidRPr="00D5685C">
        <w:rPr>
          <w:rFonts w:ascii="Arial" w:hAnsi="Arial" w:cs="Suisse Int'l Medium"/>
          <w:b/>
          <w:sz w:val="21"/>
        </w:rPr>
        <w:lastRenderedPageBreak/>
        <w:t>Ergebnis</w:t>
      </w:r>
      <w:r w:rsidR="004E4293">
        <w:rPr>
          <w:rFonts w:ascii="Arial" w:hAnsi="Arial" w:cs="Suisse Int'l Medium"/>
          <w:b/>
          <w:sz w:val="21"/>
        </w:rPr>
        <w:t>:</w:t>
      </w:r>
      <w:r w:rsidRPr="00D5685C">
        <w:rPr>
          <w:rFonts w:ascii="Arial" w:hAnsi="Arial" w:cs="Suisse Int'l Medium"/>
          <w:b/>
          <w:sz w:val="21"/>
        </w:rPr>
        <w:t xml:space="preserve"> </w:t>
      </w:r>
    </w:p>
    <w:p w14:paraId="739B18D0" w14:textId="3511A892" w:rsidR="00D5685C" w:rsidRDefault="00D5685C" w:rsidP="00C97032">
      <w:r w:rsidRPr="00D5685C">
        <w:rPr>
          <w:lang w:val="de-CH"/>
        </w:rPr>
        <w:t xml:space="preserve">Die Arbeit mit der </w:t>
      </w:r>
      <w:proofErr w:type="spellStart"/>
      <w:r w:rsidRPr="00D5685C">
        <w:rPr>
          <w:lang w:val="de-CH"/>
        </w:rPr>
        <w:t>BetteZarge</w:t>
      </w:r>
      <w:proofErr w:type="spellEnd"/>
      <w:r w:rsidRPr="00D5685C">
        <w:rPr>
          <w:lang w:val="de-CH"/>
        </w:rPr>
        <w:t xml:space="preserve"> war ein Novum für den Badsystem-Hersteller DEBA Badsysteme GmbH aus Salzwedel, einem Spezialisten für hochwertige, individuelle und designorientierte Bad-Systeme in großen Auflagen. Mehrere Tausend Badeinheiten für Pflege, studentisches Wohnen, Wohnungsbau und Hotel verlassen jährlich die Montagehallen des Unternehmens, das nach eigenen Angaben seit nunmehr 20 Jahren Marktführer in Deutschland in diesem Segment ist.</w:t>
      </w:r>
    </w:p>
    <w:p w14:paraId="346C3B17" w14:textId="77777777" w:rsidR="00D5685C" w:rsidRDefault="00D5685C" w:rsidP="00C97032"/>
    <w:p w14:paraId="4DCE8E19" w14:textId="017CC701" w:rsidR="00C97032" w:rsidRDefault="00C97032" w:rsidP="00C97032">
      <w:r>
        <w:t xml:space="preserve">Da die </w:t>
      </w:r>
      <w:proofErr w:type="spellStart"/>
      <w:r>
        <w:t>BetteUltra</w:t>
      </w:r>
      <w:proofErr w:type="spellEnd"/>
      <w:r>
        <w:t xml:space="preserve"> Duschwannen mit Zarge nicht einfach nur eingesetzt, sondern konstruktiv in den Wandaufbau integriert werden, musste in der Produktion umgedacht werden. „Wir haben die Konstruktion des Duschbereichs mit Zarge im Vorfeld gut durchdacht und geplant, damit der Einbau der Bäder reibungslos klappt. Bette hat uns dabei mit technischem Know-how, Unterlagen und Musterstücken vorbildlich unterstützt“, erklärt Jorg Weinhold, Head </w:t>
      </w:r>
      <w:proofErr w:type="spellStart"/>
      <w:r>
        <w:t>Of</w:t>
      </w:r>
      <w:proofErr w:type="spellEnd"/>
      <w:r>
        <w:t xml:space="preserve"> Supply Chain der </w:t>
      </w:r>
      <w:proofErr w:type="spellStart"/>
      <w:r>
        <w:t>Deba</w:t>
      </w:r>
      <w:proofErr w:type="spellEnd"/>
      <w:r>
        <w:t xml:space="preserve">. Es mussten lediglich Vorbereitungen dafür getroffen werden, dass die letzte Wandfliese über die Zarge laufen kann, damit die Endmontage des Bades durch die Sanitärinstallateure, Fliesenleger und Monteure schnell und einfach vonstatten geht. </w:t>
      </w:r>
    </w:p>
    <w:p w14:paraId="082E210E" w14:textId="77777777" w:rsidR="00C97032" w:rsidRDefault="00C97032" w:rsidP="00C97032"/>
    <w:p w14:paraId="6CB6C151" w14:textId="77777777" w:rsidR="00C97032" w:rsidRDefault="00C97032" w:rsidP="00C97032">
      <w:r>
        <w:t xml:space="preserve">Schnelligkeit ist ein entscheidendes Kriterium bei der Vorfertigung von Badsystemen, denn die Termin-, Bauablauf- und Lieferpläne sind eng getaktet. Darauf muss die Produktion exakt abgestimmt sein, die fertigen Badeinheiten müssen nahezu Just-in-time zur Verfügung stehen. „Wir liefern die Bäder aus bevor die Decke betoniert wird, da sprechen wir von einem Zeitfenster von etwa zwei bis drei Tagen“, so Weinhold, „mit Bette hat reibungslos funktioniert.“ </w:t>
      </w:r>
    </w:p>
    <w:p w14:paraId="3A233936" w14:textId="77777777" w:rsidR="00C97032" w:rsidRDefault="00C97032" w:rsidP="00C97032"/>
    <w:p w14:paraId="74569EF6" w14:textId="77777777" w:rsidR="00C97032" w:rsidRDefault="00C97032" w:rsidP="00C97032">
      <w:r>
        <w:t xml:space="preserve">Die Zarge selbst hat sich in den Augen des Badsystem-Herstellers ebenfalls bewährt: „Das ist eine schöne Lösung, ein optisches Highlight! Der Verzicht auf wandseitige Silikonfugen erspart dem künftigen Betreiber zusätzlichen Wartungsaufwand und zahlt auf den Schutz vor Durchfeuchtung ein, der bei unseren mehrschichtig abgedichteten Badsystemen konstruktionsbedingt aber sowieso schon äußerst hoch ist“. Sichtbar für den Benutzer bleibt lediglich eine wandseitige Aufkantung aus glasiertem Titan-Stahl, die unter dem Wandbelag verschwindet und viel robuster und pflegeleichter ist, als eine Silikonfuge. Generell ist der langlebige glasierte Titan-Stahl das Material der Wahl für den Badsystem-Spezialisten, wenn Duschwannen zum Einsatz kommen, Kunststoff oder Mineralguss werden nur selten gewählt. </w:t>
      </w:r>
    </w:p>
    <w:p w14:paraId="3A1D351C" w14:textId="77777777" w:rsidR="00C97032" w:rsidRDefault="00C97032" w:rsidP="00C97032"/>
    <w:p w14:paraId="3F829D8C" w14:textId="328F4F5A" w:rsidR="00723A71" w:rsidRDefault="00C97032" w:rsidP="00C97032">
      <w:r>
        <w:t xml:space="preserve">Ebenfalls neu für das Unternehmen war der Einbau der verwendeten </w:t>
      </w:r>
      <w:proofErr w:type="spellStart"/>
      <w:r>
        <w:t>BetteUltra</w:t>
      </w:r>
      <w:proofErr w:type="spellEnd"/>
      <w:r>
        <w:t xml:space="preserve"> Duschwannen mithilfe des Minimum-Wannenträgers von Bette. Auch er überzeugte </w:t>
      </w:r>
      <w:r>
        <w:lastRenderedPageBreak/>
        <w:t xml:space="preserve">durch seine einfache und zeitsparende Verarbeitung. Jorg Weinhold: „Der Wannenträger ist eine clevere Idee, er wurde uns von Bette schon vorkonfektioniert mit der Duschwanne geliefert. Das Einsetzen der Wanne konnte damit praktisch in einem einzigen Arbeitsschritt erfolgen – fertig!“ Da die Duschwanne mithilfe des Minimum-Wannenträgers auf den </w:t>
      </w:r>
      <w:proofErr w:type="spellStart"/>
      <w:r>
        <w:t>Badboden</w:t>
      </w:r>
      <w:proofErr w:type="spellEnd"/>
      <w:r>
        <w:t xml:space="preserve"> aufgeklebt wird, ist sie auch sicher fixiert, denn beim Transport mit dem LKW nach Ingolstadt und dem Einsetzen der Badeinheiten in den Baukörper des </w:t>
      </w:r>
      <w:proofErr w:type="spellStart"/>
      <w:r>
        <w:t>McDreams</w:t>
      </w:r>
      <w:proofErr w:type="spellEnd"/>
      <w:r>
        <w:t xml:space="preserve"> Hotels mit dem Kran, darf sich nichts lösen.</w:t>
      </w:r>
    </w:p>
    <w:p w14:paraId="3EE3FA19" w14:textId="2AEB1C4C" w:rsidR="00C97032" w:rsidRDefault="00C97032" w:rsidP="00C97032"/>
    <w:p w14:paraId="18A96C86" w14:textId="77777777" w:rsidR="00D5685C" w:rsidRPr="00AC0800" w:rsidRDefault="00D5685C" w:rsidP="00C97032"/>
    <w:p w14:paraId="0BBC5B3F" w14:textId="3D5BADC8" w:rsidR="00C97032" w:rsidRDefault="00C97032" w:rsidP="00C97032">
      <w:r w:rsidRPr="00C97032">
        <w:rPr>
          <w:rFonts w:ascii="Arial" w:hAnsi="Arial" w:cs="Arial"/>
          <w:b/>
          <w:sz w:val="21"/>
          <w:szCs w:val="21"/>
        </w:rPr>
        <w:t>Adresse</w:t>
      </w:r>
      <w:r w:rsidR="004E4293">
        <w:rPr>
          <w:rFonts w:ascii="Arial" w:hAnsi="Arial" w:cs="Arial"/>
          <w:b/>
          <w:sz w:val="21"/>
          <w:szCs w:val="21"/>
        </w:rPr>
        <w:t>:</w:t>
      </w:r>
      <w:r w:rsidR="00AC0800" w:rsidRPr="00AC0800">
        <w:rPr>
          <w:rFonts w:ascii="Arial" w:hAnsi="Arial" w:cs="Arial"/>
          <w:b/>
          <w:sz w:val="21"/>
          <w:szCs w:val="21"/>
        </w:rPr>
        <w:br/>
      </w:r>
      <w:r>
        <w:t>DEBA Badsysteme GmbH</w:t>
      </w:r>
    </w:p>
    <w:p w14:paraId="69170B5B" w14:textId="77777777" w:rsidR="00C97032" w:rsidRDefault="00C97032" w:rsidP="00C97032">
      <w:proofErr w:type="spellStart"/>
      <w:r>
        <w:t>Gardelegener</w:t>
      </w:r>
      <w:proofErr w:type="spellEnd"/>
      <w:r>
        <w:t xml:space="preserve"> Str. 18</w:t>
      </w:r>
    </w:p>
    <w:p w14:paraId="2221620B" w14:textId="77777777" w:rsidR="00C97032" w:rsidRDefault="00C97032" w:rsidP="00C97032">
      <w:r>
        <w:t>D-29410 Salzwedel</w:t>
      </w:r>
    </w:p>
    <w:p w14:paraId="4135EA51" w14:textId="75BAF2A5" w:rsidR="00AC0800" w:rsidRDefault="00AC0800" w:rsidP="00C97032"/>
    <w:p w14:paraId="3DFC8A6E" w14:textId="77777777" w:rsidR="00AC0800" w:rsidRPr="00AC0800" w:rsidRDefault="00AC0800" w:rsidP="00AC0800"/>
    <w:p w14:paraId="0F2695BE" w14:textId="0126A5F4" w:rsidR="00C32D35" w:rsidRPr="00AC0800" w:rsidRDefault="00C32D35" w:rsidP="00C32D35">
      <w:pPr>
        <w:pStyle w:val="Subline"/>
      </w:pPr>
      <w:r w:rsidRPr="00AC0800">
        <w:t>Über Bette</w:t>
      </w:r>
      <w:r w:rsidR="004E4293">
        <w:t>:</w:t>
      </w:r>
    </w:p>
    <w:p w14:paraId="0FBD4DA3" w14:textId="5F2364DF" w:rsidR="00292173" w:rsidRPr="00AC0800" w:rsidRDefault="00292173" w:rsidP="00292173">
      <w:pPr>
        <w:spacing w:after="200" w:line="276" w:lineRule="auto"/>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0D28D298" w14:textId="32564DFE" w:rsidR="00292173" w:rsidRPr="00AC0800" w:rsidRDefault="00292173" w:rsidP="00292173">
      <w:pPr>
        <w:spacing w:after="200" w:line="276" w:lineRule="auto"/>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 xml:space="preserve">ermöglicht. Am Produktions- und Verwaltungssitz sind rund 385 Mitarbeiter beschäftigt. Geschäftsführer ist mit Thilo C. Pahl ein Vertreter der Eigentümerfamilie. </w:t>
      </w:r>
    </w:p>
    <w:p w14:paraId="61B0AD29" w14:textId="789D33D2" w:rsidR="00292173" w:rsidRPr="00AC0800" w:rsidRDefault="00292173" w:rsidP="00292173">
      <w:pPr>
        <w:spacing w:after="200" w:line="276" w:lineRule="auto"/>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t>
      </w:r>
      <w:r w:rsidRPr="00AC0800">
        <w:lastRenderedPageBreak/>
        <w:t xml:space="preserve">Waschtischmodelle werden in einer großen Auswahl an möglichen Oberflächen-farben angeboten. </w:t>
      </w:r>
    </w:p>
    <w:p w14:paraId="7C7CCA7D" w14:textId="1C5B60CC" w:rsidR="00FA10D9" w:rsidRPr="00AC0800" w:rsidRDefault="00292173" w:rsidP="00292173">
      <w:pPr>
        <w:spacing w:after="200" w:line="276" w:lineRule="auto"/>
      </w:pPr>
      <w:r w:rsidRPr="00AC0800">
        <w:t xml:space="preserve">Aus den natürlichen Rohstoffen Glas, Wasser und Stahl entstehen hochwertige, komplett recyclingfähige Produkte. Sie sind entsprechend der </w:t>
      </w:r>
      <w:proofErr w:type="spellStart"/>
      <w:r w:rsidRPr="00AC0800">
        <w:t>Enviromental</w:t>
      </w:r>
      <w:proofErr w:type="spellEnd"/>
      <w:r w:rsidRPr="00AC0800">
        <w:t xml:space="preserve"> </w:t>
      </w:r>
      <w:proofErr w:type="spellStart"/>
      <w:r w:rsidRPr="00AC0800">
        <w:t>Product</w:t>
      </w:r>
      <w:proofErr w:type="spellEnd"/>
      <w:r w:rsidRPr="00AC0800">
        <w:t xml:space="preserve"> </w:t>
      </w:r>
      <w:proofErr w:type="spellStart"/>
      <w:r w:rsidRPr="00AC0800">
        <w:t>Declaration</w:t>
      </w:r>
      <w:proofErr w:type="spellEnd"/>
      <w:r w:rsidRPr="00AC0800">
        <w:t xml:space="preserve"> (EPD) nach ISO 14025 und nach LEED (Leadership in </w:t>
      </w:r>
      <w:proofErr w:type="spellStart"/>
      <w:r w:rsidRPr="00AC0800">
        <w:t>Energy</w:t>
      </w:r>
      <w:proofErr w:type="spellEnd"/>
      <w:r w:rsidRPr="00AC0800">
        <w:t xml:space="preserve"> </w:t>
      </w:r>
      <w:proofErr w:type="spellStart"/>
      <w:r w:rsidRPr="00AC0800">
        <w:t>and</w:t>
      </w:r>
      <w:proofErr w:type="spellEnd"/>
      <w:r w:rsidRPr="00AC0800">
        <w:t xml:space="preserve"> Environmental Design) verifiziert.</w:t>
      </w:r>
    </w:p>
    <w:p w14:paraId="5A711D29" w14:textId="0D551623" w:rsidR="00532DB8" w:rsidRDefault="00532DB8" w:rsidP="002F25C9">
      <w:pPr>
        <w:pStyle w:val="Subline"/>
      </w:pPr>
    </w:p>
    <w:p w14:paraId="4078A28F" w14:textId="77777777" w:rsidR="00FA10D9" w:rsidRPr="00AC0800" w:rsidRDefault="00FA10D9" w:rsidP="002F25C9">
      <w:pPr>
        <w:pStyle w:val="Subline"/>
      </w:pPr>
      <w:r w:rsidRPr="00AC0800">
        <w:t>Bildzeilen</w:t>
      </w:r>
    </w:p>
    <w:p w14:paraId="6F011AAB" w14:textId="31A10382" w:rsidR="00FA10D9" w:rsidRPr="00AC0800" w:rsidRDefault="00532DB8" w:rsidP="00FA10D9">
      <w:r w:rsidRPr="00AC0800">
        <w:t xml:space="preserve">Bitte beachten Sie die Quellenangabe: </w:t>
      </w:r>
      <w:r w:rsidR="00C97032" w:rsidRPr="00C97032">
        <w:t>DEBA Badsysteme GmbH/Rainer Erhard Fotografie</w:t>
      </w:r>
    </w:p>
    <w:p w14:paraId="0F3EEAF1" w14:textId="77777777" w:rsidR="00532DB8" w:rsidRPr="00AC0800" w:rsidRDefault="00532DB8" w:rsidP="00FA10D9"/>
    <w:p w14:paraId="5CDE112D" w14:textId="21466DC2" w:rsidR="00523792" w:rsidRDefault="00C97032" w:rsidP="002D4E34">
      <w:r w:rsidRPr="00C97032">
        <w:rPr>
          <w:rFonts w:ascii="Arial" w:hAnsi="Arial" w:cs="Suisse Int'l Medium"/>
          <w:b/>
          <w:sz w:val="21"/>
        </w:rPr>
        <w:t>Bette_Vorfertigung_DEBA_01.jpg</w:t>
      </w:r>
      <w:r w:rsidR="004F375C">
        <w:rPr>
          <w:rFonts w:ascii="Arial" w:hAnsi="Arial" w:cs="Suisse Int'l Medium"/>
          <w:b/>
          <w:sz w:val="21"/>
        </w:rPr>
        <w:br/>
      </w:r>
      <w:r w:rsidRPr="00C97032">
        <w:t xml:space="preserve">Zeitsparende Verarbeitung: Die </w:t>
      </w:r>
      <w:proofErr w:type="spellStart"/>
      <w:r w:rsidRPr="00C97032">
        <w:t>BetteUltra</w:t>
      </w:r>
      <w:proofErr w:type="spellEnd"/>
      <w:r w:rsidRPr="00C97032">
        <w:t xml:space="preserve"> Duschwannen aus glasiertem Titan-Stahl wurde bereits mit dem Minimum-Wannenträger vorkonfektioniert geliefert.</w:t>
      </w:r>
    </w:p>
    <w:p w14:paraId="65D1DF96" w14:textId="3F7B5E60" w:rsidR="004F375C" w:rsidRDefault="004F375C" w:rsidP="002D4E34"/>
    <w:p w14:paraId="6D87F273" w14:textId="309D2091" w:rsidR="00C97032" w:rsidRDefault="00C97032" w:rsidP="004F375C">
      <w:pPr>
        <w:rPr>
          <w:rFonts w:ascii="Arial" w:hAnsi="Arial" w:cs="Suisse Int'l Medium"/>
          <w:b/>
          <w:sz w:val="21"/>
        </w:rPr>
      </w:pPr>
      <w:r w:rsidRPr="00C97032">
        <w:rPr>
          <w:rFonts w:ascii="Arial" w:hAnsi="Arial" w:cs="Suisse Int'l Medium"/>
          <w:b/>
          <w:sz w:val="21"/>
        </w:rPr>
        <w:t>Bette_Vorfertigung_DEBA_0</w:t>
      </w:r>
      <w:r>
        <w:rPr>
          <w:rFonts w:ascii="Arial" w:hAnsi="Arial" w:cs="Suisse Int'l Medium"/>
          <w:b/>
          <w:sz w:val="21"/>
        </w:rPr>
        <w:t>2</w:t>
      </w:r>
      <w:r w:rsidRPr="00C97032">
        <w:rPr>
          <w:rFonts w:ascii="Arial" w:hAnsi="Arial" w:cs="Suisse Int'l Medium"/>
          <w:b/>
          <w:sz w:val="21"/>
        </w:rPr>
        <w:t>.jpg</w:t>
      </w:r>
    </w:p>
    <w:p w14:paraId="04FA1499" w14:textId="26FDEFB3" w:rsidR="004F375C" w:rsidRDefault="00C97032" w:rsidP="004F375C">
      <w:r w:rsidRPr="00C97032">
        <w:t xml:space="preserve">Montage in einem Arbeitsschritt: Dank des Minimum-Wannenträgers konnte die </w:t>
      </w:r>
      <w:proofErr w:type="spellStart"/>
      <w:r w:rsidRPr="00C97032">
        <w:t>BetteUltra</w:t>
      </w:r>
      <w:proofErr w:type="spellEnd"/>
      <w:r w:rsidRPr="00C97032">
        <w:t xml:space="preserve"> Duschwanne einfach auf den Boden aufgeklebt werden.</w:t>
      </w:r>
    </w:p>
    <w:p w14:paraId="64782677" w14:textId="70688010" w:rsidR="0040052B" w:rsidRDefault="0040052B" w:rsidP="004F375C"/>
    <w:p w14:paraId="62282B3D" w14:textId="2139C512" w:rsidR="00C97032" w:rsidRDefault="00C97032" w:rsidP="0040052B">
      <w:pPr>
        <w:rPr>
          <w:rFonts w:ascii="Arial" w:hAnsi="Arial" w:cs="Suisse Int'l Medium"/>
          <w:b/>
          <w:sz w:val="21"/>
        </w:rPr>
      </w:pPr>
      <w:r w:rsidRPr="00C97032">
        <w:rPr>
          <w:rFonts w:ascii="Arial" w:hAnsi="Arial" w:cs="Suisse Int'l Medium"/>
          <w:b/>
          <w:sz w:val="21"/>
        </w:rPr>
        <w:t>Bette_Vorfertigung_DEBA_0</w:t>
      </w:r>
      <w:r>
        <w:rPr>
          <w:rFonts w:ascii="Arial" w:hAnsi="Arial" w:cs="Suisse Int'l Medium"/>
          <w:b/>
          <w:sz w:val="21"/>
        </w:rPr>
        <w:t>3</w:t>
      </w:r>
      <w:r w:rsidRPr="00C97032">
        <w:rPr>
          <w:rFonts w:ascii="Arial" w:hAnsi="Arial" w:cs="Suisse Int'l Medium"/>
          <w:b/>
          <w:sz w:val="21"/>
        </w:rPr>
        <w:t>.jpg</w:t>
      </w:r>
    </w:p>
    <w:p w14:paraId="66736BFC" w14:textId="7198C7C7" w:rsidR="004F375C" w:rsidRDefault="00C97032" w:rsidP="004F375C">
      <w:r w:rsidRPr="00C97032">
        <w:t xml:space="preserve">Gut geplant: Im nächsten Arbeitsschritt wurden die Wände des Duschplatzes errichtet. Dabei musste die </w:t>
      </w:r>
      <w:proofErr w:type="spellStart"/>
      <w:r w:rsidRPr="00C97032">
        <w:t>BetteZarge</w:t>
      </w:r>
      <w:proofErr w:type="spellEnd"/>
      <w:r w:rsidRPr="00C97032">
        <w:t xml:space="preserve"> in den Wandaufbau integriert werden.</w:t>
      </w:r>
    </w:p>
    <w:p w14:paraId="0D34FE67" w14:textId="77777777" w:rsidR="00C97032" w:rsidRDefault="00C97032" w:rsidP="004F375C"/>
    <w:p w14:paraId="7A702672" w14:textId="74E8D455" w:rsidR="00C97032" w:rsidRDefault="00C97032" w:rsidP="004F375C">
      <w:pPr>
        <w:rPr>
          <w:rFonts w:ascii="Arial" w:hAnsi="Arial" w:cs="Suisse Int'l Medium"/>
          <w:b/>
          <w:sz w:val="21"/>
        </w:rPr>
      </w:pPr>
      <w:r w:rsidRPr="00C97032">
        <w:rPr>
          <w:rFonts w:ascii="Arial" w:hAnsi="Arial" w:cs="Suisse Int'l Medium"/>
          <w:b/>
          <w:sz w:val="21"/>
        </w:rPr>
        <w:t>Bette_Vorfertigung_DEBA_0</w:t>
      </w:r>
      <w:r>
        <w:rPr>
          <w:rFonts w:ascii="Arial" w:hAnsi="Arial" w:cs="Suisse Int'l Medium"/>
          <w:b/>
          <w:sz w:val="21"/>
        </w:rPr>
        <w:t>4</w:t>
      </w:r>
      <w:r w:rsidRPr="00C97032">
        <w:rPr>
          <w:rFonts w:ascii="Arial" w:hAnsi="Arial" w:cs="Suisse Int'l Medium"/>
          <w:b/>
          <w:sz w:val="21"/>
        </w:rPr>
        <w:t>.jpg</w:t>
      </w:r>
    </w:p>
    <w:p w14:paraId="4598F839" w14:textId="06BD116A" w:rsidR="004F375C" w:rsidRDefault="00C97032" w:rsidP="004F375C">
      <w:r w:rsidRPr="00C97032">
        <w:t xml:space="preserve">Konstruktiv dicht: Die </w:t>
      </w:r>
      <w:proofErr w:type="spellStart"/>
      <w:r w:rsidRPr="00C97032">
        <w:t>BetteZarge</w:t>
      </w:r>
      <w:proofErr w:type="spellEnd"/>
      <w:r w:rsidRPr="00C97032">
        <w:t xml:space="preserve"> bildet wandseitig eine Hohlkehle aus glasiertem Titan-Stahl. An dieser Stelle kann dauerhaft auf Silikon verzichtet werden.</w:t>
      </w:r>
    </w:p>
    <w:p w14:paraId="1E51B08E" w14:textId="77777777" w:rsidR="00C97032" w:rsidRDefault="00C97032" w:rsidP="004F375C"/>
    <w:p w14:paraId="0F164E3F" w14:textId="569F8397" w:rsidR="00C97032" w:rsidRDefault="00C97032" w:rsidP="00C97032">
      <w:pPr>
        <w:rPr>
          <w:rFonts w:ascii="Arial" w:hAnsi="Arial" w:cs="Suisse Int'l Medium"/>
          <w:b/>
          <w:sz w:val="21"/>
        </w:rPr>
      </w:pPr>
      <w:r w:rsidRPr="00C97032">
        <w:rPr>
          <w:rFonts w:ascii="Arial" w:hAnsi="Arial" w:cs="Suisse Int'l Medium"/>
          <w:b/>
          <w:sz w:val="21"/>
        </w:rPr>
        <w:t>Bette_Vorfertigung_DEBA_0</w:t>
      </w:r>
      <w:r>
        <w:rPr>
          <w:rFonts w:ascii="Arial" w:hAnsi="Arial" w:cs="Suisse Int'l Medium"/>
          <w:b/>
          <w:sz w:val="21"/>
        </w:rPr>
        <w:t>5</w:t>
      </w:r>
      <w:r w:rsidRPr="00C97032">
        <w:rPr>
          <w:rFonts w:ascii="Arial" w:hAnsi="Arial" w:cs="Suisse Int'l Medium"/>
          <w:b/>
          <w:sz w:val="21"/>
        </w:rPr>
        <w:t>.jpg</w:t>
      </w:r>
    </w:p>
    <w:p w14:paraId="5AC9E9AC" w14:textId="6B47FD0E" w:rsidR="00C97032" w:rsidRDefault="00C97032" w:rsidP="004F375C">
      <w:r w:rsidRPr="00C97032">
        <w:t xml:space="preserve">Schlüsselfertig: Die Badsysteme werden anschließend fertig montiert an das </w:t>
      </w:r>
      <w:proofErr w:type="spellStart"/>
      <w:r w:rsidRPr="00C97032">
        <w:t>McDreams</w:t>
      </w:r>
      <w:proofErr w:type="spellEnd"/>
      <w:r w:rsidRPr="00C97032">
        <w:t xml:space="preserve"> Hotel in Ingolstadt geliefert. Die Eröffnung ist im Frühjahr 2021 geplant.</w:t>
      </w:r>
    </w:p>
    <w:p w14:paraId="43C400A4" w14:textId="77777777" w:rsidR="00C97032" w:rsidRDefault="00C97032" w:rsidP="004F375C"/>
    <w:p w14:paraId="10A75866" w14:textId="42EA1F7F" w:rsidR="00C97032" w:rsidRDefault="00C97032" w:rsidP="00C97032">
      <w:pPr>
        <w:rPr>
          <w:rFonts w:ascii="Arial" w:hAnsi="Arial" w:cs="Suisse Int'l Medium"/>
          <w:b/>
          <w:sz w:val="21"/>
        </w:rPr>
      </w:pPr>
      <w:r w:rsidRPr="00C97032">
        <w:rPr>
          <w:rFonts w:ascii="Arial" w:hAnsi="Arial" w:cs="Suisse Int'l Medium"/>
          <w:b/>
          <w:sz w:val="21"/>
        </w:rPr>
        <w:t>Bette_Vorfertigung_DEBA_0</w:t>
      </w:r>
      <w:r>
        <w:rPr>
          <w:rFonts w:ascii="Arial" w:hAnsi="Arial" w:cs="Suisse Int'l Medium"/>
          <w:b/>
          <w:sz w:val="21"/>
        </w:rPr>
        <w:t>6</w:t>
      </w:r>
      <w:r w:rsidRPr="00C97032">
        <w:rPr>
          <w:rFonts w:ascii="Arial" w:hAnsi="Arial" w:cs="Suisse Int'l Medium"/>
          <w:b/>
          <w:sz w:val="21"/>
        </w:rPr>
        <w:t>.jpg</w:t>
      </w:r>
    </w:p>
    <w:p w14:paraId="7EF6E83D" w14:textId="57298ADF" w:rsidR="00C97032" w:rsidRDefault="00C97032" w:rsidP="00C97032">
      <w:r w:rsidRPr="00C97032">
        <w:t>Just-in-time: Die Produktion der Bad-Systeme folgt einem straffen Zeitplan, eine einfache und schnelle Montage der Komponenten ist daher äußerst wichtig.</w:t>
      </w:r>
    </w:p>
    <w:p w14:paraId="7FBCFF9E" w14:textId="61386C49" w:rsidR="00C97032" w:rsidRDefault="00C97032" w:rsidP="004F375C"/>
    <w:p w14:paraId="74F35A45" w14:textId="77777777" w:rsidR="004E4293" w:rsidRDefault="004E4293">
      <w:pPr>
        <w:spacing w:after="200" w:line="276" w:lineRule="auto"/>
        <w:rPr>
          <w:rFonts w:ascii="Arial" w:hAnsi="Arial" w:cs="Suisse Int'l Medium"/>
          <w:b/>
          <w:sz w:val="21"/>
        </w:rPr>
      </w:pPr>
      <w:r>
        <w:rPr>
          <w:rFonts w:ascii="Arial" w:hAnsi="Arial" w:cs="Suisse Int'l Medium"/>
          <w:b/>
          <w:sz w:val="21"/>
        </w:rPr>
        <w:br w:type="page"/>
      </w:r>
    </w:p>
    <w:p w14:paraId="0F44A0BF" w14:textId="193081E1" w:rsidR="00C97032" w:rsidRDefault="00C97032" w:rsidP="00C97032">
      <w:pPr>
        <w:rPr>
          <w:rFonts w:ascii="Arial" w:hAnsi="Arial" w:cs="Suisse Int'l Medium"/>
          <w:b/>
          <w:sz w:val="21"/>
        </w:rPr>
      </w:pPr>
      <w:r w:rsidRPr="00C97032">
        <w:rPr>
          <w:rFonts w:ascii="Arial" w:hAnsi="Arial" w:cs="Suisse Int'l Medium"/>
          <w:b/>
          <w:sz w:val="21"/>
        </w:rPr>
        <w:lastRenderedPageBreak/>
        <w:t>Bette_Vorfertigung_DEBA_0</w:t>
      </w:r>
      <w:r>
        <w:rPr>
          <w:rFonts w:ascii="Arial" w:hAnsi="Arial" w:cs="Suisse Int'l Medium"/>
          <w:b/>
          <w:sz w:val="21"/>
        </w:rPr>
        <w:t>7</w:t>
      </w:r>
      <w:r w:rsidRPr="00C97032">
        <w:rPr>
          <w:rFonts w:ascii="Arial" w:hAnsi="Arial" w:cs="Suisse Int'l Medium"/>
          <w:b/>
          <w:sz w:val="21"/>
        </w:rPr>
        <w:t>.jpg</w:t>
      </w:r>
    </w:p>
    <w:p w14:paraId="56D784FE" w14:textId="3AE4CC4B" w:rsidR="00C97032" w:rsidRDefault="00C97032" w:rsidP="00C97032">
      <w:r w:rsidRPr="00C97032">
        <w:t>Ansprechendes Baderlebnis: Dem fertigen Bad sieht man nicht an, dass es industriell vorgefertigt wurde. Den Hotelgast erwartet ein ebenso ästhetisches wie funktionelles Bad</w:t>
      </w:r>
      <w:r w:rsidRPr="004F375C">
        <w:t>.</w:t>
      </w:r>
    </w:p>
    <w:p w14:paraId="4C9F1DBC" w14:textId="2515FAA9" w:rsidR="00C97032" w:rsidRDefault="00C97032" w:rsidP="004F375C"/>
    <w:p w14:paraId="0069F2FD" w14:textId="20B9A814" w:rsidR="00C97032" w:rsidRDefault="00C97032" w:rsidP="00C97032">
      <w:pPr>
        <w:rPr>
          <w:rFonts w:ascii="Arial" w:hAnsi="Arial" w:cs="Suisse Int'l Medium"/>
          <w:b/>
          <w:sz w:val="21"/>
        </w:rPr>
      </w:pPr>
      <w:r w:rsidRPr="00C97032">
        <w:rPr>
          <w:rFonts w:ascii="Arial" w:hAnsi="Arial" w:cs="Suisse Int'l Medium"/>
          <w:b/>
          <w:sz w:val="21"/>
        </w:rPr>
        <w:t>Bette_Vorfertigung_DEBA_0</w:t>
      </w:r>
      <w:r>
        <w:rPr>
          <w:rFonts w:ascii="Arial" w:hAnsi="Arial" w:cs="Suisse Int'l Medium"/>
          <w:b/>
          <w:sz w:val="21"/>
        </w:rPr>
        <w:t>8</w:t>
      </w:r>
      <w:r w:rsidRPr="00C97032">
        <w:rPr>
          <w:rFonts w:ascii="Arial" w:hAnsi="Arial" w:cs="Suisse Int'l Medium"/>
          <w:b/>
          <w:sz w:val="21"/>
        </w:rPr>
        <w:t>.jpg</w:t>
      </w:r>
    </w:p>
    <w:p w14:paraId="7B9B976B" w14:textId="79BD0C0D" w:rsidR="00C97032" w:rsidRDefault="00C97032" w:rsidP="00C97032">
      <w:r w:rsidRPr="00C97032">
        <w:t xml:space="preserve">Schickes Detail: Die </w:t>
      </w:r>
      <w:proofErr w:type="spellStart"/>
      <w:r w:rsidRPr="00C97032">
        <w:t>BetteZarge</w:t>
      </w:r>
      <w:proofErr w:type="spellEnd"/>
      <w:r w:rsidRPr="00C97032">
        <w:t xml:space="preserve"> erhöht nicht nur den wandseitigen Schutz vor Durchfeuchtung, sondern sieht auch schick aus und vereinfacht die Reinigung</w:t>
      </w:r>
      <w:r>
        <w:t>.</w:t>
      </w:r>
    </w:p>
    <w:p w14:paraId="573DFEEF" w14:textId="77777777" w:rsidR="00C97032" w:rsidRDefault="00C97032" w:rsidP="004F375C"/>
    <w:sectPr w:rsidR="00C97032"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04EF9B" w14:textId="77777777" w:rsidR="00F1658D" w:rsidRDefault="00F1658D" w:rsidP="00532FE7">
      <w:pPr>
        <w:spacing w:line="240" w:lineRule="auto"/>
      </w:pPr>
      <w:r>
        <w:separator/>
      </w:r>
    </w:p>
  </w:endnote>
  <w:endnote w:type="continuationSeparator" w:id="0">
    <w:p w14:paraId="0EC356A1" w14:textId="77777777" w:rsidR="00F1658D" w:rsidRDefault="00F1658D"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uisse Int'l Medium">
    <w:altName w:val="Arial"/>
    <w:panose1 w:val="020B0604020202020204"/>
    <w:charset w:val="00"/>
    <w:family w:val="swiss"/>
    <w:notTrueType/>
    <w:pitch w:val="variable"/>
    <w:sig w:usb0="00002207" w:usb1="00000000" w:usb2="00000008" w:usb3="00000000" w:csb0="000000D7"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B0604020202020204"/>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ADFEC1" w14:textId="77777777" w:rsidR="00F1658D" w:rsidRDefault="00F1658D" w:rsidP="00532FE7">
      <w:pPr>
        <w:spacing w:line="240" w:lineRule="auto"/>
      </w:pPr>
      <w:r>
        <w:separator/>
      </w:r>
    </w:p>
  </w:footnote>
  <w:footnote w:type="continuationSeparator" w:id="0">
    <w:p w14:paraId="37A7E4E1" w14:textId="77777777" w:rsidR="00F1658D" w:rsidRDefault="00F1658D"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C03FB" w14:textId="77777777" w:rsidR="00FA10D9" w:rsidRDefault="00FA10D9" w:rsidP="00FA10D9">
    <w:pPr>
      <w:pStyle w:val="Kopfzeile"/>
    </w:pPr>
  </w:p>
  <w:p w14:paraId="6661937E" w14:textId="77777777" w:rsidR="00FA10D9" w:rsidRDefault="00FA10D9" w:rsidP="00FA10D9">
    <w:pPr>
      <w:pStyle w:val="Kopfzeile"/>
    </w:pPr>
  </w:p>
  <w:p w14:paraId="48642469" w14:textId="77777777" w:rsidR="00FA10D9" w:rsidRDefault="00FA10D9" w:rsidP="00FA10D9">
    <w:pPr>
      <w:pStyle w:val="Kopfzeile"/>
    </w:pPr>
  </w:p>
  <w:p w14:paraId="44D5AF9A"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76DC8909" wp14:editId="0582090C">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4BE9085" w14:textId="77777777" w:rsidR="00FA10D9" w:rsidRDefault="00FA10D9" w:rsidP="00FA10D9">
    <w:pPr>
      <w:pStyle w:val="Kopfzeile"/>
    </w:pPr>
  </w:p>
  <w:p w14:paraId="2DBB1589" w14:textId="77777777" w:rsidR="00FA10D9" w:rsidRDefault="00FA10D9" w:rsidP="00FA10D9">
    <w:pPr>
      <w:pStyle w:val="Kopfzeile"/>
    </w:pPr>
  </w:p>
  <w:p w14:paraId="7D35ECBA" w14:textId="77777777" w:rsidR="00FA10D9" w:rsidRDefault="00FA10D9" w:rsidP="00FA10D9">
    <w:pPr>
      <w:pStyle w:val="Kopfzeile"/>
    </w:pPr>
  </w:p>
  <w:p w14:paraId="18C7921C" w14:textId="77777777" w:rsidR="00FA10D9" w:rsidRDefault="00FA10D9" w:rsidP="00FA10D9">
    <w:pPr>
      <w:pStyle w:val="Kopfzeile"/>
      <w:spacing w:after="20"/>
    </w:pPr>
  </w:p>
  <w:p w14:paraId="3B3CFD6F" w14:textId="77777777" w:rsidR="00640BB0" w:rsidRDefault="00640BB0" w:rsidP="00A810C0">
    <w:pPr>
      <w:pStyle w:val="Subline"/>
    </w:pPr>
  </w:p>
  <w:p w14:paraId="2DD36D2F" w14:textId="77777777"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D87AF3">
      <w:rPr>
        <w:noProof/>
      </w:rPr>
      <w:t>2</w:t>
    </w:r>
    <w:r>
      <w:fldChar w:fldCharType="end"/>
    </w:r>
    <w:r>
      <w:t>/</w:t>
    </w:r>
    <w:r w:rsidR="00F1658D">
      <w:fldChar w:fldCharType="begin"/>
    </w:r>
    <w:r w:rsidR="00F1658D">
      <w:instrText xml:space="preserve"> NUMPAGES   \* MERGEFORMAT </w:instrText>
    </w:r>
    <w:r w:rsidR="00F1658D">
      <w:fldChar w:fldCharType="separate"/>
    </w:r>
    <w:r w:rsidR="00D87AF3">
      <w:rPr>
        <w:noProof/>
      </w:rPr>
      <w:t>2</w:t>
    </w:r>
    <w:r w:rsidR="00F1658D">
      <w:rPr>
        <w:noProof/>
      </w:rPr>
      <w:fldChar w:fldCharType="end"/>
    </w:r>
  </w:p>
  <w:p w14:paraId="23106018" w14:textId="77777777" w:rsidR="00FA10D9" w:rsidRDefault="00FA10D9" w:rsidP="00640BB0"/>
  <w:p w14:paraId="46433F27" w14:textId="77777777" w:rsidR="00640BB0" w:rsidRDefault="00640BB0" w:rsidP="00640BB0"/>
  <w:p w14:paraId="1CDA8B1E"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56BE1" w14:textId="77777777" w:rsidR="00532FE7" w:rsidRDefault="00532FE7" w:rsidP="0034697A"/>
  <w:p w14:paraId="602859DF" w14:textId="77777777" w:rsidR="00532FE7" w:rsidRDefault="00532FE7" w:rsidP="0034697A"/>
  <w:p w14:paraId="070CB6A1" w14:textId="77777777" w:rsidR="00532FE7" w:rsidRDefault="00532FE7" w:rsidP="0034697A"/>
  <w:p w14:paraId="0DC6E036" w14:textId="77777777" w:rsidR="00532FE7" w:rsidRDefault="009E465E" w:rsidP="0034697A">
    <w:r>
      <w:rPr>
        <w:noProof/>
        <w:lang w:eastAsia="de-DE"/>
      </w:rPr>
      <w:drawing>
        <wp:anchor distT="0" distB="0" distL="114300" distR="114300" simplePos="0" relativeHeight="251661312" behindDoc="1" locked="0" layoutInCell="1" allowOverlap="1" wp14:anchorId="68A1BEB0" wp14:editId="201D620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194210E" w14:textId="77777777" w:rsidR="00532FE7" w:rsidRDefault="00532FE7" w:rsidP="0034697A"/>
  <w:p w14:paraId="4AC4DAB8" w14:textId="77777777" w:rsidR="00532FE7" w:rsidRDefault="00532FE7" w:rsidP="0034697A"/>
  <w:p w14:paraId="7D07AD5E" w14:textId="77777777" w:rsidR="00532FE7" w:rsidRDefault="00532FE7" w:rsidP="0034697A"/>
  <w:p w14:paraId="2A92D7E6" w14:textId="77777777" w:rsidR="0034697A" w:rsidRDefault="0034697A" w:rsidP="0034697A">
    <w:pPr>
      <w:spacing w:line="120" w:lineRule="exact"/>
    </w:pPr>
  </w:p>
  <w:p w14:paraId="5E7169FF"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22462BDD" wp14:editId="790D932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31F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CA6CE2D"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76404772"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01DBF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160A72A" w14:textId="77777777" w:rsidR="00532FE7" w:rsidRPr="00F823CD" w:rsidRDefault="00532FE7" w:rsidP="00A810C0">
                          <w:pPr>
                            <w:tabs>
                              <w:tab w:val="left" w:pos="140"/>
                            </w:tabs>
                            <w:spacing w:line="200" w:lineRule="exact"/>
                            <w:rPr>
                              <w:rFonts w:ascii="Arial" w:hAnsi="Arial" w:cs="Arial"/>
                              <w:b/>
                              <w:noProof/>
                              <w:sz w:val="14"/>
                              <w:szCs w:val="14"/>
                            </w:rPr>
                          </w:pPr>
                        </w:p>
                        <w:p w14:paraId="63F9C994"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3C74DB81"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62BDD"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" filled="f" stroked="f" strokeweight=".5pt">
              <v:textbox inset="0,0,0,0">
                <w:txbxContent>
                  <w:p w14:paraId="18D31F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CA6CE2D"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76404772"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01DBF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160A72A" w14:textId="77777777" w:rsidR="00532FE7" w:rsidRPr="00F823CD" w:rsidRDefault="00532FE7" w:rsidP="00A810C0">
                    <w:pPr>
                      <w:tabs>
                        <w:tab w:val="left" w:pos="140"/>
                      </w:tabs>
                      <w:spacing w:line="200" w:lineRule="exact"/>
                      <w:rPr>
                        <w:rFonts w:ascii="Arial" w:hAnsi="Arial" w:cs="Arial"/>
                        <w:b/>
                        <w:noProof/>
                        <w:sz w:val="14"/>
                        <w:szCs w:val="14"/>
                      </w:rPr>
                    </w:pPr>
                  </w:p>
                  <w:p w14:paraId="63F9C994"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3C74DB81"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v:textbox>
              <w10:wrap anchorx="page" anchory="page"/>
            </v:shape>
          </w:pict>
        </mc:Fallback>
      </mc:AlternateContent>
    </w:r>
    <w:r w:rsidRPr="00532FE7">
      <w:t>Pressemitteilung</w:t>
    </w:r>
  </w:p>
  <w:p w14:paraId="3FFC3481" w14:textId="77777777" w:rsidR="00A810C0" w:rsidRDefault="00A810C0" w:rsidP="00F823CD">
    <w:pPr>
      <w:pStyle w:val="Subline"/>
    </w:pPr>
    <w:r>
      <w:t xml:space="preserve">Seite </w:t>
    </w:r>
    <w:r>
      <w:fldChar w:fldCharType="begin"/>
    </w:r>
    <w:r>
      <w:instrText xml:space="preserve"> PAGE   \* MERGEFORMAT </w:instrText>
    </w:r>
    <w:r>
      <w:fldChar w:fldCharType="separate"/>
    </w:r>
    <w:r w:rsidR="00D87AF3">
      <w:rPr>
        <w:noProof/>
      </w:rPr>
      <w:t>1</w:t>
    </w:r>
    <w:r>
      <w:fldChar w:fldCharType="end"/>
    </w:r>
    <w:r>
      <w:t>/</w:t>
    </w:r>
    <w:r w:rsidR="00F1658D">
      <w:fldChar w:fldCharType="begin"/>
    </w:r>
    <w:r w:rsidR="00F1658D">
      <w:instrText xml:space="preserve"> NUMPAGES   \* MERGEFORMAT </w:instrText>
    </w:r>
    <w:r w:rsidR="00F1658D">
      <w:fldChar w:fldCharType="separate"/>
    </w:r>
    <w:r w:rsidR="00D87AF3">
      <w:rPr>
        <w:noProof/>
      </w:rPr>
      <w:t>2</w:t>
    </w:r>
    <w:r w:rsidR="00F1658D">
      <w:rPr>
        <w:noProof/>
      </w:rPr>
      <w:fldChar w:fldCharType="end"/>
    </w:r>
  </w:p>
  <w:p w14:paraId="4976FCAC" w14:textId="77777777" w:rsidR="00A810C0" w:rsidRDefault="00A810C0" w:rsidP="00A810C0"/>
  <w:p w14:paraId="74C83B15" w14:textId="77777777" w:rsidR="00A810C0" w:rsidRPr="00532FE7" w:rsidRDefault="00A810C0"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144651"/>
    <w:multiLevelType w:val="hybridMultilevel"/>
    <w:tmpl w:val="981006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3D24"/>
    <w:rsid w:val="000B0749"/>
    <w:rsid w:val="000C1E57"/>
    <w:rsid w:val="00104F54"/>
    <w:rsid w:val="00181E54"/>
    <w:rsid w:val="00273CDC"/>
    <w:rsid w:val="00275AE5"/>
    <w:rsid w:val="00292173"/>
    <w:rsid w:val="002D4E34"/>
    <w:rsid w:val="002E4994"/>
    <w:rsid w:val="002F25C9"/>
    <w:rsid w:val="0034697A"/>
    <w:rsid w:val="00390DA2"/>
    <w:rsid w:val="00391099"/>
    <w:rsid w:val="003B29C7"/>
    <w:rsid w:val="0040052B"/>
    <w:rsid w:val="00401535"/>
    <w:rsid w:val="004B328F"/>
    <w:rsid w:val="004E4293"/>
    <w:rsid w:val="004F375C"/>
    <w:rsid w:val="00523792"/>
    <w:rsid w:val="00532DB8"/>
    <w:rsid w:val="00532FE7"/>
    <w:rsid w:val="00587A89"/>
    <w:rsid w:val="00640BB0"/>
    <w:rsid w:val="00645823"/>
    <w:rsid w:val="006D1434"/>
    <w:rsid w:val="006D5B60"/>
    <w:rsid w:val="00714150"/>
    <w:rsid w:val="00723A71"/>
    <w:rsid w:val="00756CBF"/>
    <w:rsid w:val="007B681F"/>
    <w:rsid w:val="008441B4"/>
    <w:rsid w:val="00870194"/>
    <w:rsid w:val="009115A1"/>
    <w:rsid w:val="009E465E"/>
    <w:rsid w:val="009E7EEA"/>
    <w:rsid w:val="00A810C0"/>
    <w:rsid w:val="00AA4B66"/>
    <w:rsid w:val="00AC0800"/>
    <w:rsid w:val="00C32D35"/>
    <w:rsid w:val="00C97032"/>
    <w:rsid w:val="00CB4ED1"/>
    <w:rsid w:val="00CF605F"/>
    <w:rsid w:val="00D10F9D"/>
    <w:rsid w:val="00D436F3"/>
    <w:rsid w:val="00D5685C"/>
    <w:rsid w:val="00D87AF3"/>
    <w:rsid w:val="00DA732D"/>
    <w:rsid w:val="00DB33BA"/>
    <w:rsid w:val="00DF3D24"/>
    <w:rsid w:val="00E41A26"/>
    <w:rsid w:val="00EF45D4"/>
    <w:rsid w:val="00F1658D"/>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47C3F3"/>
  <w15:docId w15:val="{E26DC8BE-0455-2A48-91F6-21DB5FB77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styleId="NichtaufgelsteErwhnung">
    <w:name w:val="Unresolved Mention"/>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D568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U:\V2 - Marketing\Gruppe V2\Presse\Vorlagen\BET_GA_Pressemitteilung_Wordvorlage_RZ_170307\BET_GA_Pressemitteilung_Wordvorlage_RZ_170307.dotx</Template>
  <TotalTime>0</TotalTime>
  <Pages>5</Pages>
  <Words>1089</Words>
  <Characters>6865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Marc Millenet</cp:lastModifiedBy>
  <cp:revision>8</cp:revision>
  <cp:lastPrinted>2017-03-06T17:48:00Z</cp:lastPrinted>
  <dcterms:created xsi:type="dcterms:W3CDTF">2020-08-19T10:09:00Z</dcterms:created>
  <dcterms:modified xsi:type="dcterms:W3CDTF">2020-08-28T09:08:00Z</dcterms:modified>
</cp:coreProperties>
</file>