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A0ADF4" w14:textId="3540CAF2" w:rsidR="008441B4" w:rsidRDefault="008441B4" w:rsidP="00F823CD">
      <w:r>
        <w:t xml:space="preserve">Delbrück, </w:t>
      </w:r>
      <w:r w:rsidR="000A16FA">
        <w:t>März</w:t>
      </w:r>
      <w:r w:rsidR="009115A1">
        <w:t xml:space="preserve"> </w:t>
      </w:r>
      <w:r w:rsidR="000A16FA">
        <w:t>2020</w:t>
      </w:r>
    </w:p>
    <w:p w14:paraId="593E4A39" w14:textId="77777777" w:rsidR="00CB4ED1" w:rsidRDefault="00CB4ED1" w:rsidP="00CB4ED1">
      <w:pPr>
        <w:rPr>
          <w:rFonts w:ascii="Arial" w:hAnsi="Arial" w:cs="Suisse Int'l Medium"/>
          <w:b/>
          <w:sz w:val="21"/>
        </w:rPr>
      </w:pPr>
    </w:p>
    <w:p w14:paraId="45B24BB7" w14:textId="77777777" w:rsidR="005B5EB0" w:rsidRDefault="005B5EB0" w:rsidP="00CB4ED1">
      <w:pPr>
        <w:rPr>
          <w:rFonts w:ascii="Arial" w:hAnsi="Arial" w:cs="Suisse Int'l Medium"/>
          <w:b/>
          <w:sz w:val="21"/>
        </w:rPr>
      </w:pPr>
      <w:r w:rsidRPr="005B5EB0">
        <w:rPr>
          <w:rFonts w:ascii="Arial" w:hAnsi="Arial" w:cs="Suisse Int'l Medium"/>
          <w:b/>
          <w:sz w:val="21"/>
        </w:rPr>
        <w:t xml:space="preserve">Duschplatz in wenigen Arbeitsschritten: </w:t>
      </w:r>
    </w:p>
    <w:p w14:paraId="640F919B" w14:textId="5998F6B4" w:rsidR="00CB4ED1" w:rsidRDefault="005B5EB0" w:rsidP="00CB4ED1">
      <w:pPr>
        <w:rPr>
          <w:rFonts w:ascii="Arial" w:hAnsi="Arial" w:cs="Suisse Int'l Medium"/>
          <w:b/>
          <w:sz w:val="21"/>
        </w:rPr>
      </w:pPr>
      <w:r w:rsidRPr="005B5EB0">
        <w:rPr>
          <w:rFonts w:ascii="Arial" w:hAnsi="Arial" w:cs="Suisse Int'l Medium"/>
          <w:b/>
          <w:sz w:val="21"/>
        </w:rPr>
        <w:t xml:space="preserve">Bielefelder </w:t>
      </w:r>
      <w:proofErr w:type="spellStart"/>
      <w:r w:rsidR="008D77AD">
        <w:rPr>
          <w:rFonts w:ascii="Arial" w:hAnsi="Arial" w:cs="Suisse Int'l Medium"/>
          <w:b/>
          <w:sz w:val="21"/>
        </w:rPr>
        <w:t>Serviced</w:t>
      </w:r>
      <w:proofErr w:type="spellEnd"/>
      <w:r w:rsidR="008D77AD">
        <w:rPr>
          <w:rFonts w:ascii="Arial" w:hAnsi="Arial" w:cs="Suisse Int'l Medium"/>
          <w:b/>
          <w:sz w:val="21"/>
        </w:rPr>
        <w:t xml:space="preserve"> Apartment</w:t>
      </w:r>
      <w:r w:rsidR="008D77AD" w:rsidRPr="005B5EB0">
        <w:rPr>
          <w:rFonts w:ascii="Arial" w:hAnsi="Arial" w:cs="Suisse Int'l Medium"/>
          <w:b/>
          <w:sz w:val="21"/>
        </w:rPr>
        <w:t xml:space="preserve"> </w:t>
      </w:r>
      <w:r w:rsidRPr="005B5EB0">
        <w:rPr>
          <w:rFonts w:ascii="Arial" w:hAnsi="Arial" w:cs="Suisse Int'l Medium"/>
          <w:b/>
          <w:sz w:val="21"/>
        </w:rPr>
        <w:t>setzt auf neue Installationslösung von Bette</w:t>
      </w:r>
    </w:p>
    <w:p w14:paraId="4451D740" w14:textId="77777777" w:rsidR="002D4E34" w:rsidRDefault="002D4E34" w:rsidP="000C1E57">
      <w:pPr>
        <w:rPr>
          <w:rFonts w:ascii="Arial" w:hAnsi="Arial" w:cs="Suisse Int'l Medium"/>
          <w:b/>
          <w:sz w:val="21"/>
        </w:rPr>
      </w:pPr>
    </w:p>
    <w:p w14:paraId="12BB9A54" w14:textId="77777777" w:rsidR="000C1E57" w:rsidRDefault="000C1E57" w:rsidP="00CB4ED1">
      <w:pPr>
        <w:rPr>
          <w:rFonts w:ascii="Arial" w:hAnsi="Arial" w:cs="Suisse Int'l Medium"/>
          <w:b/>
          <w:sz w:val="21"/>
        </w:rPr>
      </w:pPr>
    </w:p>
    <w:p w14:paraId="421C4775" w14:textId="77777777" w:rsidR="00CB4ED1" w:rsidRDefault="00CB4ED1" w:rsidP="00CB4ED1">
      <w:pPr>
        <w:rPr>
          <w:rFonts w:ascii="Arial" w:hAnsi="Arial" w:cs="Suisse Int'l Medium"/>
          <w:b/>
          <w:sz w:val="21"/>
        </w:rPr>
      </w:pPr>
      <w:r>
        <w:rPr>
          <w:rFonts w:ascii="Arial" w:hAnsi="Arial" w:cs="Suisse Int'l Medium"/>
          <w:b/>
          <w:sz w:val="21"/>
        </w:rPr>
        <w:t>Zusammenfassung</w:t>
      </w:r>
    </w:p>
    <w:p w14:paraId="51EE1D28" w14:textId="3B13A01D" w:rsidR="000C1E57" w:rsidRDefault="005B5EB0" w:rsidP="00CB4ED1">
      <w:pPr>
        <w:rPr>
          <w:rFonts w:ascii="Arial" w:hAnsi="Arial" w:cs="Suisse Int'l Medium"/>
          <w:b/>
          <w:sz w:val="21"/>
        </w:rPr>
      </w:pPr>
      <w:r w:rsidRPr="005B5EB0">
        <w:rPr>
          <w:rFonts w:cs="Times New Roman"/>
          <w:szCs w:val="23"/>
        </w:rPr>
        <w:t xml:space="preserve">In unmittelbarer Nähe des Bielefelder Hauptbahnhofes </w:t>
      </w:r>
      <w:r w:rsidR="008902E3">
        <w:rPr>
          <w:rFonts w:cs="Times New Roman"/>
          <w:szCs w:val="23"/>
        </w:rPr>
        <w:t>ist</w:t>
      </w:r>
      <w:r w:rsidRPr="005B5EB0">
        <w:rPr>
          <w:rFonts w:cs="Times New Roman"/>
          <w:szCs w:val="23"/>
        </w:rPr>
        <w:t xml:space="preserve"> das zweite </w:t>
      </w:r>
      <w:proofErr w:type="spellStart"/>
      <w:r w:rsidR="008D77AD">
        <w:rPr>
          <w:rFonts w:cs="Times New Roman"/>
          <w:szCs w:val="23"/>
        </w:rPr>
        <w:t>Serviced</w:t>
      </w:r>
      <w:proofErr w:type="spellEnd"/>
      <w:r w:rsidR="008D77AD">
        <w:rPr>
          <w:rFonts w:cs="Times New Roman"/>
          <w:szCs w:val="23"/>
        </w:rPr>
        <w:t xml:space="preserve"> Apartment</w:t>
      </w:r>
      <w:r w:rsidR="008D77AD" w:rsidRPr="005B5EB0">
        <w:rPr>
          <w:rFonts w:cs="Times New Roman"/>
          <w:szCs w:val="23"/>
        </w:rPr>
        <w:t xml:space="preserve"> </w:t>
      </w:r>
      <w:r w:rsidR="009E3261">
        <w:rPr>
          <w:rFonts w:cs="Times New Roman"/>
          <w:szCs w:val="23"/>
        </w:rPr>
        <w:t xml:space="preserve">Haus </w:t>
      </w:r>
      <w:r w:rsidRPr="005B5EB0">
        <w:rPr>
          <w:rFonts w:cs="Times New Roman"/>
          <w:szCs w:val="23"/>
        </w:rPr>
        <w:t xml:space="preserve">der Marke </w:t>
      </w:r>
      <w:r w:rsidR="0097794F">
        <w:rPr>
          <w:rFonts w:cs="Times New Roman"/>
          <w:szCs w:val="23"/>
        </w:rPr>
        <w:t>STAYERY</w:t>
      </w:r>
      <w:r w:rsidR="008902E3">
        <w:rPr>
          <w:rFonts w:cs="Times New Roman"/>
          <w:szCs w:val="23"/>
        </w:rPr>
        <w:t xml:space="preserve"> entstanden</w:t>
      </w:r>
      <w:r w:rsidRPr="005B5EB0">
        <w:rPr>
          <w:rFonts w:cs="Times New Roman"/>
          <w:szCs w:val="23"/>
        </w:rPr>
        <w:t xml:space="preserve">, nachdem die Berliner Dependance bereits Anfang Februar 2019 den Betrieb aufgenommen hat. Wie in der Hauptstadt richtet sich das Angebot der 126 </w:t>
      </w:r>
      <w:proofErr w:type="spellStart"/>
      <w:r w:rsidRPr="005B5EB0">
        <w:rPr>
          <w:rFonts w:cs="Times New Roman"/>
          <w:szCs w:val="23"/>
        </w:rPr>
        <w:t>Serviced</w:t>
      </w:r>
      <w:proofErr w:type="spellEnd"/>
      <w:r w:rsidRPr="005B5EB0">
        <w:rPr>
          <w:rFonts w:cs="Times New Roman"/>
          <w:szCs w:val="23"/>
        </w:rPr>
        <w:t xml:space="preserve"> Apartments in Bielefeld vor allem an junge Geschäftsreisende, die den Komfort einer Wohnung auf Zeit mit dem Service eines Hotels verbinden möchten. So modern wie das Konzept ist auch die Installation der Duschwannen in dem Bielefelder Haus: Um die Installation schneller, günstiger und normgerecht sicher zu gestalten, wird hier </w:t>
      </w:r>
      <w:r>
        <w:rPr>
          <w:rFonts w:cs="Times New Roman"/>
          <w:szCs w:val="23"/>
        </w:rPr>
        <w:t xml:space="preserve">mit der Installationsbox Easy Connect und dem Minimum Wannenträger </w:t>
      </w:r>
      <w:r w:rsidRPr="005B5EB0">
        <w:rPr>
          <w:rFonts w:cs="Times New Roman"/>
          <w:szCs w:val="23"/>
        </w:rPr>
        <w:t>eine neuartige Kombi-Lösung von Bette eingesetzt.</w:t>
      </w:r>
    </w:p>
    <w:p w14:paraId="36E17693" w14:textId="77777777" w:rsidR="000C1E57" w:rsidRDefault="000C1E57" w:rsidP="000C1E57">
      <w:pPr>
        <w:rPr>
          <w:rFonts w:ascii="Arial" w:hAnsi="Arial" w:cs="Suisse Int'l Medium"/>
          <w:b/>
          <w:sz w:val="21"/>
        </w:rPr>
      </w:pPr>
    </w:p>
    <w:p w14:paraId="028EC697" w14:textId="77777777" w:rsidR="00CB4ED1" w:rsidRDefault="00CB4ED1">
      <w:pPr>
        <w:spacing w:after="200" w:line="276" w:lineRule="auto"/>
        <w:rPr>
          <w:rFonts w:ascii="Arial" w:hAnsi="Arial" w:cs="Suisse Int'l Medium"/>
          <w:b/>
          <w:szCs w:val="23"/>
        </w:rPr>
      </w:pPr>
      <w:r>
        <w:rPr>
          <w:rFonts w:ascii="Arial" w:hAnsi="Arial" w:cs="Suisse Int'l Medium"/>
          <w:b/>
          <w:szCs w:val="23"/>
        </w:rPr>
        <w:br w:type="page"/>
      </w:r>
    </w:p>
    <w:p w14:paraId="3A653286" w14:textId="77777777" w:rsidR="005B5EB0" w:rsidRDefault="005B5EB0" w:rsidP="000C1E57">
      <w:pPr>
        <w:rPr>
          <w:rFonts w:ascii="Arial" w:hAnsi="Arial" w:cs="Suisse Int'l Medium"/>
          <w:b/>
          <w:szCs w:val="23"/>
        </w:rPr>
      </w:pPr>
      <w:r w:rsidRPr="005B5EB0">
        <w:rPr>
          <w:rFonts w:ascii="Arial" w:hAnsi="Arial" w:cs="Suisse Int'l Medium"/>
          <w:b/>
          <w:szCs w:val="23"/>
        </w:rPr>
        <w:lastRenderedPageBreak/>
        <w:t xml:space="preserve">Duschplatz in wenigen Arbeitsschritten: </w:t>
      </w:r>
    </w:p>
    <w:p w14:paraId="575003D7" w14:textId="5D0472E7" w:rsidR="000C1E57" w:rsidRDefault="005B5EB0" w:rsidP="000C1E57">
      <w:pPr>
        <w:rPr>
          <w:rFonts w:ascii="Arial" w:hAnsi="Arial" w:cs="Suisse Int'l Medium"/>
          <w:b/>
          <w:szCs w:val="23"/>
        </w:rPr>
      </w:pPr>
      <w:r w:rsidRPr="005B5EB0">
        <w:rPr>
          <w:rFonts w:ascii="Arial" w:hAnsi="Arial" w:cs="Suisse Int'l Medium"/>
          <w:b/>
          <w:szCs w:val="23"/>
        </w:rPr>
        <w:t xml:space="preserve">Bielefelder </w:t>
      </w:r>
      <w:proofErr w:type="spellStart"/>
      <w:r w:rsidR="008D77AD">
        <w:rPr>
          <w:rFonts w:ascii="Arial" w:hAnsi="Arial" w:cs="Suisse Int'l Medium"/>
          <w:b/>
          <w:szCs w:val="23"/>
        </w:rPr>
        <w:t>Serviced</w:t>
      </w:r>
      <w:proofErr w:type="spellEnd"/>
      <w:r w:rsidR="008D77AD">
        <w:rPr>
          <w:rFonts w:ascii="Arial" w:hAnsi="Arial" w:cs="Suisse Int'l Medium"/>
          <w:b/>
          <w:szCs w:val="23"/>
        </w:rPr>
        <w:t xml:space="preserve"> Apartment</w:t>
      </w:r>
      <w:r w:rsidR="008D77AD" w:rsidRPr="005B5EB0">
        <w:rPr>
          <w:rFonts w:ascii="Arial" w:hAnsi="Arial" w:cs="Suisse Int'l Medium"/>
          <w:b/>
          <w:szCs w:val="23"/>
        </w:rPr>
        <w:t xml:space="preserve"> </w:t>
      </w:r>
      <w:r w:rsidRPr="005B5EB0">
        <w:rPr>
          <w:rFonts w:ascii="Arial" w:hAnsi="Arial" w:cs="Suisse Int'l Medium"/>
          <w:b/>
          <w:szCs w:val="23"/>
        </w:rPr>
        <w:t>setzt auf neue Installationslösung von Bette</w:t>
      </w:r>
    </w:p>
    <w:p w14:paraId="33B032B0" w14:textId="77777777" w:rsidR="005B5EB0" w:rsidRDefault="005B5EB0" w:rsidP="000C1E57"/>
    <w:p w14:paraId="09954CC7" w14:textId="2A532663" w:rsidR="00D87AF3" w:rsidRPr="005B5EB0" w:rsidRDefault="005B5EB0" w:rsidP="00D87AF3">
      <w:pPr>
        <w:rPr>
          <w:b/>
        </w:rPr>
      </w:pPr>
      <w:r w:rsidRPr="005B5EB0">
        <w:rPr>
          <w:b/>
        </w:rPr>
        <w:t xml:space="preserve">In unmittelbarer Nähe des Bielefelder Hauptbahnhofes </w:t>
      </w:r>
      <w:r w:rsidR="008902E3">
        <w:rPr>
          <w:b/>
        </w:rPr>
        <w:t>ist</w:t>
      </w:r>
      <w:r w:rsidRPr="005B5EB0">
        <w:rPr>
          <w:b/>
        </w:rPr>
        <w:t xml:space="preserve"> das zweite </w:t>
      </w:r>
      <w:proofErr w:type="spellStart"/>
      <w:r w:rsidR="0097794F">
        <w:rPr>
          <w:b/>
        </w:rPr>
        <w:t>Serviced</w:t>
      </w:r>
      <w:proofErr w:type="spellEnd"/>
      <w:r w:rsidR="0097794F">
        <w:rPr>
          <w:b/>
        </w:rPr>
        <w:t xml:space="preserve"> Apartment</w:t>
      </w:r>
      <w:r w:rsidR="0097794F" w:rsidRPr="005B5EB0">
        <w:rPr>
          <w:b/>
        </w:rPr>
        <w:t xml:space="preserve"> </w:t>
      </w:r>
      <w:r w:rsidRPr="005B5EB0">
        <w:rPr>
          <w:b/>
        </w:rPr>
        <w:t xml:space="preserve">der Marke </w:t>
      </w:r>
      <w:r w:rsidR="0097794F">
        <w:rPr>
          <w:b/>
        </w:rPr>
        <w:t>STAYERY</w:t>
      </w:r>
      <w:r w:rsidR="008902E3">
        <w:rPr>
          <w:b/>
        </w:rPr>
        <w:t xml:space="preserve"> entstanden</w:t>
      </w:r>
      <w:r w:rsidRPr="005B5EB0">
        <w:rPr>
          <w:b/>
        </w:rPr>
        <w:t xml:space="preserve">, nachdem die Berliner Dependance bereits Anfang Februar 2019 den Betrieb aufgenommen hat. Wie in der Hauptstadt richtet sich das Angebot der 126 </w:t>
      </w:r>
      <w:proofErr w:type="spellStart"/>
      <w:r w:rsidRPr="005B5EB0">
        <w:rPr>
          <w:b/>
        </w:rPr>
        <w:t>Serviced</w:t>
      </w:r>
      <w:proofErr w:type="spellEnd"/>
      <w:r w:rsidRPr="005B5EB0">
        <w:rPr>
          <w:b/>
        </w:rPr>
        <w:t xml:space="preserve"> Apartments in Bielefeld vor allem an junge Geschäftsreisende, die den Komfort einer Wohnung auf Zeit mit dem Service eines Hotels verbinden möchten. So modern wie das Konzept ist auch die Installation der Duschwannen in dem Bielefelder Haus: Um die Installation schneller, günstiger und normgerecht sicher zu gestalten, wird hier eine neuartige Kombi-Lösung von Bette eingesetzt.</w:t>
      </w:r>
    </w:p>
    <w:p w14:paraId="3FAF22AB" w14:textId="77777777" w:rsidR="00C32D35" w:rsidRDefault="00C32D35" w:rsidP="00C32D35"/>
    <w:p w14:paraId="3CD1D2B0" w14:textId="2F647E55" w:rsidR="005B5EB0" w:rsidRDefault="005B5EB0" w:rsidP="005B5EB0">
      <w:r>
        <w:t xml:space="preserve">Das </w:t>
      </w:r>
      <w:proofErr w:type="spellStart"/>
      <w:r w:rsidR="0097794F">
        <w:t>Serviced</w:t>
      </w:r>
      <w:proofErr w:type="spellEnd"/>
      <w:r w:rsidR="0097794F">
        <w:t xml:space="preserve"> Apartment </w:t>
      </w:r>
      <w:r w:rsidR="000338AE">
        <w:t>ist Teil einer Multi-</w:t>
      </w:r>
      <w:proofErr w:type="spellStart"/>
      <w:r w:rsidR="000338AE">
        <w:t>Tenant</w:t>
      </w:r>
      <w:proofErr w:type="spellEnd"/>
      <w:r w:rsidR="000338AE">
        <w:t xml:space="preserve"> Entwicklung </w:t>
      </w:r>
      <w:r>
        <w:t>an der Herforder Straße</w:t>
      </w:r>
      <w:r w:rsidR="00900E65">
        <w:t xml:space="preserve">, die insgesamt </w:t>
      </w:r>
      <w:r>
        <w:t xml:space="preserve">sechs Stockwerke hoch </w:t>
      </w:r>
      <w:r w:rsidR="00900E65">
        <w:t xml:space="preserve">ist </w:t>
      </w:r>
      <w:r>
        <w:t>und aus zwei baugleichen Komplexen</w:t>
      </w:r>
      <w:r w:rsidR="00900E65">
        <w:t xml:space="preserve"> besteht</w:t>
      </w:r>
      <w:r>
        <w:t xml:space="preserve">; </w:t>
      </w:r>
      <w:r w:rsidR="00900E65">
        <w:t xml:space="preserve">das </w:t>
      </w:r>
      <w:proofErr w:type="spellStart"/>
      <w:r w:rsidR="00900E65">
        <w:t>Serviced</w:t>
      </w:r>
      <w:proofErr w:type="spellEnd"/>
      <w:r w:rsidR="00900E65">
        <w:t xml:space="preserve"> Apartment</w:t>
      </w:r>
      <w:r>
        <w:t xml:space="preserve"> wird von der BD Apartment GmbH betrieben und </w:t>
      </w:r>
      <w:r w:rsidR="008902E3">
        <w:t>ist</w:t>
      </w:r>
      <w:r>
        <w:t xml:space="preserve"> </w:t>
      </w:r>
      <w:r w:rsidR="008902E3">
        <w:t>seit dem</w:t>
      </w:r>
      <w:r>
        <w:t xml:space="preserve"> </w:t>
      </w:r>
      <w:r w:rsidR="002900C1">
        <w:t xml:space="preserve">vierten </w:t>
      </w:r>
      <w:r>
        <w:t xml:space="preserve">Quartal 2019 bezugsfertig. </w:t>
      </w:r>
      <w:r w:rsidR="0007579C">
        <w:t>Auf den ersten fünf Etagen</w:t>
      </w:r>
      <w:r>
        <w:t xml:space="preserve"> finden sich die 22 und 30 Quadratmeter großen Apartments. Sie sind jeweils mit Bad, Bett, Pantryküche und Schreibtisch ausgestattet, außerdem stehen High-Speed-Internet, ein Smart-TV mit Miracast sowie eine wöchentliche Reinigung zur Verfügung. Daneben gibt es Community-Flächen für die Bewohner, die als erweitertes Wohnzimmer fungieren. </w:t>
      </w:r>
    </w:p>
    <w:p w14:paraId="588C783D" w14:textId="77777777" w:rsidR="005B5EB0" w:rsidRDefault="005B5EB0" w:rsidP="005B5EB0"/>
    <w:p w14:paraId="1FED8EE2" w14:textId="30C45B46" w:rsidR="005B5EB0" w:rsidRDefault="005B5EB0" w:rsidP="005B5EB0">
      <w:r>
        <w:t xml:space="preserve">Architekt der </w:t>
      </w:r>
      <w:r w:rsidR="005D12B9">
        <w:t xml:space="preserve">STAYERY </w:t>
      </w:r>
      <w:r>
        <w:t xml:space="preserve">ist der Bielefelder Frank </w:t>
      </w:r>
      <w:proofErr w:type="spellStart"/>
      <w:r>
        <w:t>Stopfel</w:t>
      </w:r>
      <w:proofErr w:type="spellEnd"/>
      <w:r>
        <w:t xml:space="preserve">, für die moderne Inneneinrichtung der voll möblierten Apartments zeichnet </w:t>
      </w:r>
      <w:r w:rsidR="00E712E3">
        <w:t>d</w:t>
      </w:r>
      <w:r w:rsidR="008902E3">
        <w:t>as</w:t>
      </w:r>
      <w:r w:rsidR="00E712E3">
        <w:t xml:space="preserve"> </w:t>
      </w:r>
      <w:r>
        <w:t xml:space="preserve">Berliner </w:t>
      </w:r>
      <w:proofErr w:type="spellStart"/>
      <w:r w:rsidR="00E712E3">
        <w:t>Interior</w:t>
      </w:r>
      <w:proofErr w:type="spellEnd"/>
      <w:r w:rsidR="00E712E3">
        <w:t xml:space="preserve"> Design </w:t>
      </w:r>
      <w:r>
        <w:t xml:space="preserve">Studio </w:t>
      </w:r>
      <w:proofErr w:type="spellStart"/>
      <w:r>
        <w:t>Aisslinger</w:t>
      </w:r>
      <w:proofErr w:type="spellEnd"/>
      <w:r>
        <w:t xml:space="preserve"> verantwortlich. Die Installation der </w:t>
      </w:r>
      <w:r w:rsidR="00C04CD2">
        <w:t>Haustechnik</w:t>
      </w:r>
      <w:r>
        <w:t xml:space="preserve"> übernahm die Friedrich </w:t>
      </w:r>
      <w:proofErr w:type="spellStart"/>
      <w:r>
        <w:t>Reitemeier</w:t>
      </w:r>
      <w:proofErr w:type="spellEnd"/>
      <w:r>
        <w:t xml:space="preserve"> GmbH aus Vlotho, die sich bei den Duschbereichen für eine innovative Kombinationslösung von Bette entschied: Eingesetzt werden superflache Duschwannen aus glasiertem Titan-Stahl im Verbund mit der neuen Installationsbox Easy Connect und dem Minimum Wannenträger des Unternehmens. </w:t>
      </w:r>
    </w:p>
    <w:p w14:paraId="778F3BF4" w14:textId="77777777" w:rsidR="00723A71" w:rsidRDefault="00723A71" w:rsidP="000C1E57"/>
    <w:p w14:paraId="4CFC0743" w14:textId="77777777" w:rsidR="005B5EB0" w:rsidRPr="002D4E34" w:rsidRDefault="005B5EB0" w:rsidP="005B5EB0">
      <w:pPr>
        <w:rPr>
          <w:rFonts w:ascii="Arial" w:hAnsi="Arial" w:cs="Arial"/>
          <w:b/>
          <w:sz w:val="21"/>
          <w:szCs w:val="21"/>
        </w:rPr>
      </w:pPr>
      <w:r w:rsidRPr="005B5EB0">
        <w:rPr>
          <w:rFonts w:ascii="Arial" w:hAnsi="Arial" w:cs="Arial"/>
          <w:b/>
          <w:sz w:val="21"/>
          <w:szCs w:val="21"/>
        </w:rPr>
        <w:t>Aufwand für Installation und Abdichtung erheblich reduziert</w:t>
      </w:r>
    </w:p>
    <w:p w14:paraId="7BAF667C" w14:textId="77777777" w:rsidR="005B5EB0" w:rsidRDefault="005B5EB0" w:rsidP="005B5EB0">
      <w:r>
        <w:t xml:space="preserve">Gemeinsam reduziert dieses Ensemble den bauseitigen Aufwand erheblich, denn die Produkte werden in hohem Maße vorkonfektioniert geliefert, wodurch die Installation vereinfacht und die Zahl der Arbeitsschritte gesenkt wird. „Die Installationslösung von Bette hat mich auf Anhieb überzeugt“, sagt Christian </w:t>
      </w:r>
      <w:proofErr w:type="spellStart"/>
      <w:r>
        <w:t>Mowe</w:t>
      </w:r>
      <w:proofErr w:type="spellEnd"/>
      <w:r>
        <w:t xml:space="preserve">, der das Projekt aufseiten der </w:t>
      </w:r>
      <w:proofErr w:type="spellStart"/>
      <w:r>
        <w:t>Reitemeier</w:t>
      </w:r>
      <w:proofErr w:type="spellEnd"/>
      <w:r>
        <w:t xml:space="preserve"> GmbH betreute. Bei den herkömmlichen </w:t>
      </w:r>
      <w:r>
        <w:lastRenderedPageBreak/>
        <w:t>Einbaulösungen aller Marken und Fabrikate habe ihn immer gestört, dass der Zusammenbau „</w:t>
      </w:r>
      <w:proofErr w:type="spellStart"/>
      <w:r>
        <w:t>frickelig</w:t>
      </w:r>
      <w:proofErr w:type="spellEnd"/>
      <w:r>
        <w:t xml:space="preserve">“ sei und viel Feinmotorik benötige und auch die Abdichtung habe ihn nicht wirklich überzeugt. „Bei der neuen Lösung von Bette sieht man dagegen auf den ersten Blick, dass sie sauber und sicher verarbeitet und angeschlossen werden kann. Das hat sich auf der Baustelle bestätigt! Die Abdichtung bleibt nun dem Fliesenleger überlassen und entlastet unsere Monteure“, so </w:t>
      </w:r>
      <w:proofErr w:type="spellStart"/>
      <w:r>
        <w:t>Mowe</w:t>
      </w:r>
      <w:proofErr w:type="spellEnd"/>
      <w:r>
        <w:t xml:space="preserve">. </w:t>
      </w:r>
    </w:p>
    <w:p w14:paraId="12FB9863" w14:textId="77777777" w:rsidR="005B5EB0" w:rsidRDefault="005B5EB0" w:rsidP="005B5EB0"/>
    <w:p w14:paraId="5911D2D3" w14:textId="77777777" w:rsidR="005B5EB0" w:rsidRDefault="005B5EB0" w:rsidP="005B5EB0">
      <w:r>
        <w:t xml:space="preserve">Die Verarbeitung der Komponenten gestaltete sich einfach: Zuerst wurde die Installationsbox als Platzhalter für die Ablauf- oder Überlaufgarnitur auf den Boden gesetzt, an die Abwasserleitung angeschlossen und mit dem mitgelieferten Deckel verschlossen. Dann wurden Trittschall- und Wärmedämmung hergestellt und der Estrich eingebracht. Nachdem dieser getrocknet war, wurde die Box auf die notwendige Höhe zugeschnitten und eine vorkonfektionierte und nach ETAG 022 </w:t>
      </w:r>
      <w:proofErr w:type="spellStart"/>
      <w:r>
        <w:t>Kiwa</w:t>
      </w:r>
      <w:proofErr w:type="spellEnd"/>
      <w:r>
        <w:t xml:space="preserve">-geprüfte Dichtmanschette aufgesetzt. </w:t>
      </w:r>
    </w:p>
    <w:p w14:paraId="1BD1BFB9" w14:textId="77777777" w:rsidR="005B5EB0" w:rsidRDefault="005B5EB0" w:rsidP="005B5EB0"/>
    <w:p w14:paraId="58B4D23B" w14:textId="77777777" w:rsidR="005B5EB0" w:rsidRDefault="005B5EB0" w:rsidP="005B5EB0">
      <w:r>
        <w:t xml:space="preserve">Eine Unterfütterung zur Anpassung an unterschiedliche Höhenniveaus erübrigte sich, da die Einbauhöhe von Easy Connect flexibel zwischen 105 und 205 mm gewählt werden kann. Um die Box normgerecht nach DIN 18534 in die Verbundabdichtung zu integrieren, war schließlich nur noch der Dichtanstrich durch den Fliesenleger nötig. </w:t>
      </w:r>
    </w:p>
    <w:p w14:paraId="2BF1F9DA" w14:textId="77777777" w:rsidR="00723A71" w:rsidRDefault="00723A71" w:rsidP="000C1E57"/>
    <w:p w14:paraId="7D0AE08E" w14:textId="77777777" w:rsidR="005B5EB0" w:rsidRPr="002D4E34" w:rsidRDefault="005B5EB0" w:rsidP="005B5EB0">
      <w:pPr>
        <w:rPr>
          <w:rFonts w:ascii="Arial" w:hAnsi="Arial" w:cs="Arial"/>
          <w:b/>
          <w:sz w:val="21"/>
          <w:szCs w:val="21"/>
        </w:rPr>
      </w:pPr>
      <w:r w:rsidRPr="005B5EB0">
        <w:rPr>
          <w:rFonts w:ascii="Arial" w:hAnsi="Arial" w:cs="Arial"/>
          <w:b/>
          <w:sz w:val="21"/>
          <w:szCs w:val="21"/>
        </w:rPr>
        <w:t>Selbstreinigender Ablauf erleichtert Reinigung</w:t>
      </w:r>
    </w:p>
    <w:p w14:paraId="2555A8EA" w14:textId="77EE69F0" w:rsidR="005B5EB0" w:rsidRDefault="005B5EB0" w:rsidP="005B5EB0">
      <w:r>
        <w:t xml:space="preserve">Beim Duschablauf setzt die </w:t>
      </w:r>
      <w:r w:rsidR="0062695A">
        <w:t xml:space="preserve">STAYERY </w:t>
      </w:r>
      <w:r>
        <w:t xml:space="preserve">auf den neuen, selbstreinigenden Ablauf </w:t>
      </w:r>
      <w:proofErr w:type="spellStart"/>
      <w:r>
        <w:t>BetteSolid</w:t>
      </w:r>
      <w:proofErr w:type="spellEnd"/>
      <w:r>
        <w:t>. Die intelligente Ablauftechnologie kommt dank ihrer besonderen Konstruktion im Innern ohne tote Ecken oder Grate aus. Haare und Schmutz können daher nicht mehr im Ablauf oder im dahinter liegenden Rohrsegment verfangen und werden einfach in die Kanalisation gespült – das reduziert Reinigungszeit, Reinigungsmittel und Wartungsbedarf für das Hotel.</w:t>
      </w:r>
    </w:p>
    <w:p w14:paraId="623DE043" w14:textId="77777777" w:rsidR="005B5EB0" w:rsidRDefault="005B5EB0" w:rsidP="005B5EB0"/>
    <w:p w14:paraId="7AD16093" w14:textId="77777777" w:rsidR="005B5EB0" w:rsidRDefault="005B5EB0" w:rsidP="005B5EB0">
      <w:r>
        <w:t xml:space="preserve">Der Anschluss des Duschablaufs gestaltete sich einfach, da die Komponenten perfekt aufeinander abgestimmt sind. Bei Bedarf kann natürlich auch jede andere Ablaufgarnitur angeschlossen werden: Da der vorinstallierte Anschluss von Easy Connect biegsam ist und auf die passende Länge ausgezogen werden kann – ähnlich wie das Ziehharmonika-Element bei Trinkhalmen – gelingt das besonders einfach, denn es ist immer genug Spielraum nach oben oder zur Seite vorhanden. </w:t>
      </w:r>
    </w:p>
    <w:p w14:paraId="4D72D95E" w14:textId="77777777" w:rsidR="005B5EB0" w:rsidRDefault="005B5EB0" w:rsidP="000C1E57"/>
    <w:p w14:paraId="71ACEE88" w14:textId="77777777" w:rsidR="008902E3" w:rsidRDefault="008902E3">
      <w:pPr>
        <w:spacing w:after="200" w:line="276" w:lineRule="auto"/>
        <w:rPr>
          <w:rFonts w:ascii="Arial" w:hAnsi="Arial" w:cs="Arial"/>
          <w:b/>
          <w:sz w:val="21"/>
          <w:szCs w:val="21"/>
        </w:rPr>
      </w:pPr>
      <w:r>
        <w:rPr>
          <w:rFonts w:ascii="Arial" w:hAnsi="Arial" w:cs="Arial"/>
          <w:b/>
          <w:sz w:val="21"/>
          <w:szCs w:val="21"/>
        </w:rPr>
        <w:br w:type="page"/>
      </w:r>
    </w:p>
    <w:p w14:paraId="4A09CFA1" w14:textId="557B2E52" w:rsidR="005B5EB0" w:rsidRPr="002D4E34" w:rsidRDefault="005B5EB0" w:rsidP="005B5EB0">
      <w:pPr>
        <w:rPr>
          <w:rFonts w:ascii="Arial" w:hAnsi="Arial" w:cs="Arial"/>
          <w:b/>
          <w:sz w:val="21"/>
          <w:szCs w:val="21"/>
        </w:rPr>
      </w:pPr>
      <w:r w:rsidRPr="005B5EB0">
        <w:rPr>
          <w:rFonts w:ascii="Arial" w:hAnsi="Arial" w:cs="Arial"/>
          <w:b/>
          <w:sz w:val="21"/>
          <w:szCs w:val="21"/>
        </w:rPr>
        <w:lastRenderedPageBreak/>
        <w:t>Fast 50 Prozent Zeitersparnis bei der Installation</w:t>
      </w:r>
    </w:p>
    <w:p w14:paraId="756F1D37" w14:textId="77777777" w:rsidR="005B5EB0" w:rsidRDefault="005B5EB0" w:rsidP="005B5EB0">
      <w:r>
        <w:t xml:space="preserve">Mit dem Minimum Wannenträger von Bette ließ sich die Montage der superflachen Duschwannen nochmals erheblich beschleunigen. Der Wannenträger wurde bereits ab Werk mit der Duschwanne vorkonfektioniert und dann einfach auf den Estrich geklebt, was sowohl mit handelsüblichem Montagekleber, nicht drückendem Bauschaum oder Silikon möglich ist. Dank der Kombination mit Easy Connect konnte auf eine weitere Abdichtung des Wannenrands verzichtet werden. </w:t>
      </w:r>
    </w:p>
    <w:p w14:paraId="42C0BCFE" w14:textId="77777777" w:rsidR="005B5EB0" w:rsidRDefault="005B5EB0" w:rsidP="005B5EB0"/>
    <w:p w14:paraId="771F3968" w14:textId="1247C315" w:rsidR="005B5EB0" w:rsidRDefault="005B5EB0" w:rsidP="005B5EB0">
      <w:r>
        <w:t xml:space="preserve">„Die Lösung von Bette ließ sich sehr schnell verarbeiten. Ich würde schätzen, dass wir gegenüber den Lösungen, mit denen wir bisher gearbeitet haben, fast die Hälfte der Zeit einsparen konnten. Bei 126 Einheiten wie im Fall des </w:t>
      </w:r>
      <w:proofErr w:type="spellStart"/>
      <w:r w:rsidR="009E3261">
        <w:t>Serviced</w:t>
      </w:r>
      <w:proofErr w:type="spellEnd"/>
      <w:r w:rsidR="009E3261">
        <w:t xml:space="preserve"> Apartment Hauses </w:t>
      </w:r>
      <w:r>
        <w:t xml:space="preserve">ist das ein erfreulicher Zeitgewinn“, so </w:t>
      </w:r>
      <w:proofErr w:type="spellStart"/>
      <w:r>
        <w:t>Mowe</w:t>
      </w:r>
      <w:proofErr w:type="spellEnd"/>
      <w:r>
        <w:t xml:space="preserve">. </w:t>
      </w:r>
    </w:p>
    <w:p w14:paraId="03EA4285" w14:textId="77777777" w:rsidR="005B5EB0" w:rsidRDefault="005B5EB0" w:rsidP="005B5EB0"/>
    <w:p w14:paraId="4D06A5FB" w14:textId="6AF127BC" w:rsidR="005B5EB0" w:rsidRDefault="005B5EB0" w:rsidP="005B5EB0">
      <w:r>
        <w:t xml:space="preserve">Wichtig im </w:t>
      </w:r>
      <w:proofErr w:type="spellStart"/>
      <w:r w:rsidR="00A606AC">
        <w:t>Serviced</w:t>
      </w:r>
      <w:proofErr w:type="spellEnd"/>
      <w:r w:rsidR="00A606AC">
        <w:t xml:space="preserve"> Apartment</w:t>
      </w:r>
      <w:r w:rsidR="008902E3">
        <w:t xml:space="preserve"> aber auch im Hotel</w:t>
      </w:r>
      <w:r>
        <w:t xml:space="preserve">: Neben der Zeitersparnis bietet die praxisnahe Lösung von Bette auch eine hervorragende Geräuschdämmung. Bei einer Montage auf Estrich inklusive Dämmung wird die Kombination aus superflacher Dusche und Minimum-Wannenträger mit einem Schallpegel von nur 17 dB(A) auch den erhöhten Anforderungen der Schallschutzstufe 3 der VDI 4100 mehr als gerecht. </w:t>
      </w:r>
    </w:p>
    <w:p w14:paraId="131A7AD5" w14:textId="77777777" w:rsidR="005B5EB0" w:rsidRDefault="005B5EB0" w:rsidP="005B5EB0"/>
    <w:p w14:paraId="79E6FF63" w14:textId="77777777" w:rsidR="005B5EB0" w:rsidRDefault="005B5EB0" w:rsidP="005B5EB0">
      <w:proofErr w:type="spellStart"/>
      <w:r>
        <w:t>Mowe</w:t>
      </w:r>
      <w:proofErr w:type="spellEnd"/>
      <w:r>
        <w:t>: „Ich persönlich schätze den Vorteil, dass der Estrich unter der Duschwanne nun nahezu durchgehend ist. Das sorgt für einen verbesserten Schallschutz für die darunter liegenden Zimmer, da es nur einen minimalen Hohlraum gibt.“</w:t>
      </w:r>
    </w:p>
    <w:p w14:paraId="2DE07A25" w14:textId="77777777" w:rsidR="000C1E57" w:rsidRDefault="000C1E57" w:rsidP="000C1E57"/>
    <w:p w14:paraId="17BA969D" w14:textId="1BCA95EB" w:rsidR="005B5EB0" w:rsidRPr="002D4E34" w:rsidRDefault="005B5EB0" w:rsidP="005B5EB0">
      <w:pPr>
        <w:rPr>
          <w:rFonts w:ascii="Arial" w:hAnsi="Arial" w:cs="Arial"/>
          <w:b/>
          <w:sz w:val="21"/>
          <w:szCs w:val="21"/>
        </w:rPr>
      </w:pPr>
      <w:r w:rsidRPr="005B5EB0">
        <w:rPr>
          <w:rFonts w:ascii="Arial" w:hAnsi="Arial" w:cs="Arial"/>
          <w:b/>
          <w:sz w:val="21"/>
          <w:szCs w:val="21"/>
        </w:rPr>
        <w:t>Pflegeleicht und robust im Hotel</w:t>
      </w:r>
      <w:r w:rsidR="00A606AC">
        <w:rPr>
          <w:rFonts w:ascii="Arial" w:hAnsi="Arial" w:cs="Arial"/>
          <w:b/>
          <w:sz w:val="21"/>
          <w:szCs w:val="21"/>
        </w:rPr>
        <w:t>- und Apartment</w:t>
      </w:r>
      <w:r w:rsidRPr="005B5EB0">
        <w:rPr>
          <w:rFonts w:ascii="Arial" w:hAnsi="Arial" w:cs="Arial"/>
          <w:b/>
          <w:sz w:val="21"/>
          <w:szCs w:val="21"/>
        </w:rPr>
        <w:t>alltag</w:t>
      </w:r>
    </w:p>
    <w:p w14:paraId="6C30CF36" w14:textId="336E252F" w:rsidR="005B5EB0" w:rsidRDefault="005B5EB0" w:rsidP="005B5EB0">
      <w:r>
        <w:t xml:space="preserve">Dank des glasierten Titan-Stahls sind die neuen Duschplätze auch ideal für den harten Alltag im </w:t>
      </w:r>
      <w:proofErr w:type="spellStart"/>
      <w:r w:rsidR="00A606AC">
        <w:t>Serviced</w:t>
      </w:r>
      <w:proofErr w:type="spellEnd"/>
      <w:r w:rsidR="00A606AC">
        <w:t xml:space="preserve"> Apartment </w:t>
      </w:r>
      <w:r>
        <w:t xml:space="preserve">vorbereitet. Das hochwertige Material ist nicht nur äußerst langlebig und robust – Bette gewährt 30 Jahre Garantie darauf –, sondern mit seiner glatten, widerstandsfähigen Oberfläche auch sehr hygienisch und pflegeleicht. </w:t>
      </w:r>
    </w:p>
    <w:p w14:paraId="278A4414" w14:textId="77777777" w:rsidR="005B5EB0" w:rsidRDefault="005B5EB0" w:rsidP="005B5EB0"/>
    <w:p w14:paraId="2295FB78" w14:textId="23955491" w:rsidR="005B5EB0" w:rsidRDefault="005B5EB0" w:rsidP="005B5EB0">
      <w:r>
        <w:t>Praktisch ist auch, dass der Ablauf der Dusche dank der Easy Connect Installationsbox jederzeit einfach auf Undichtigkeiten überprüft werden kann. Dazu muss lediglich der Ablauf der Dusche abgeschraubt werden, was einen prüfenden Blick in das Innere der Box erlaubt.</w:t>
      </w:r>
    </w:p>
    <w:p w14:paraId="6EDCF957" w14:textId="77777777" w:rsidR="005B5EB0" w:rsidRDefault="005B5EB0" w:rsidP="000C1E57"/>
    <w:p w14:paraId="2E567B23" w14:textId="77777777" w:rsidR="005B5EB0" w:rsidRDefault="005B5EB0" w:rsidP="000C1E57"/>
    <w:p w14:paraId="46BEC35C" w14:textId="77777777" w:rsidR="005B5EB0" w:rsidRDefault="005B5EB0" w:rsidP="000C1E57"/>
    <w:p w14:paraId="1F596B81" w14:textId="77777777" w:rsidR="005B5EB0" w:rsidRDefault="005B5EB0">
      <w:pPr>
        <w:spacing w:after="200" w:line="276" w:lineRule="auto"/>
        <w:rPr>
          <w:rFonts w:ascii="Arial" w:hAnsi="Arial" w:cs="Suisse Int'l Medium"/>
          <w:b/>
          <w:sz w:val="21"/>
        </w:rPr>
      </w:pPr>
      <w:r>
        <w:br w:type="page"/>
      </w:r>
    </w:p>
    <w:p w14:paraId="447DE77D" w14:textId="77777777" w:rsidR="00C32D35" w:rsidRDefault="00C32D35" w:rsidP="00C32D35">
      <w:pPr>
        <w:pStyle w:val="Subline"/>
      </w:pPr>
      <w:r>
        <w:lastRenderedPageBreak/>
        <w:t>Über Bette</w:t>
      </w:r>
    </w:p>
    <w:p w14:paraId="2D268605" w14:textId="77777777" w:rsidR="002D4E34" w:rsidRDefault="002D4E34" w:rsidP="002D4E34">
      <w:r>
        <w:t>Bette ist Spezialist für Badobjekte aus glasiertem Titan</w:t>
      </w:r>
      <w:r w:rsidR="000B0749">
        <w:t>-S</w:t>
      </w:r>
      <w:r>
        <w:t xml:space="preserve">tahl: Badewannen, Duschflächen, Duschwannen und Waschtische. Das Familienunternehmen wurde 1952 im westfälischen Delbrück gegründet und hat sich exklusiv auf die Prozesse Stahlumformung und Emaillierung spezialisiert. Geschäftsführer ist Thilo C. Pahl. Heute sind am Produktions- und Verwaltungssitz in Delbrück 370 Mitarbeiter beschäftigt. Ausschließlich hier und </w:t>
      </w:r>
      <w:proofErr w:type="spellStart"/>
      <w:r w:rsidR="008F0D71">
        <w:t>made</w:t>
      </w:r>
      <w:proofErr w:type="spellEnd"/>
      <w:r>
        <w:t xml:space="preserve"> in Germany werden mehr als 600 verschiedene Wannen- und Waschtischmodelle in einer großen Auswahl an möglichen Oberflächenfarben hergestellt.</w:t>
      </w:r>
    </w:p>
    <w:p w14:paraId="39F03EF7" w14:textId="77777777" w:rsidR="002D4E34" w:rsidRDefault="002D4E34" w:rsidP="002D4E34"/>
    <w:p w14:paraId="50AC58B4" w14:textId="77777777" w:rsidR="00FA10D9" w:rsidRDefault="002D4E34" w:rsidP="002D4E34">
      <w:r>
        <w:t xml:space="preserve">Die Bette-Fertigung verbindet Hightech-Industrieproduktion mit maßgeschneiderter Manufakturarbeit: Mehr als die Hälfte der Produkte werden heute auf Kundenwunsch individualisiert. Aus den natürlichen Rohstoffen Glas, Wasser und Stahl entstehen hochwertige Produkte, die Bette in einer großen Vielfalt an Formen, Abmessungen und Farben anbietet – und mit der </w:t>
      </w:r>
      <w:proofErr w:type="spellStart"/>
      <w:r>
        <w:t>BetteGlasur</w:t>
      </w:r>
      <w:proofErr w:type="spellEnd"/>
      <w:r>
        <w:t xml:space="preserve"> zu langlebigem Stahl/Email veredelt. Das gesamte Bette-Sortiment ist entsprechend der material- und sortimentsspezifischen Umwelt-Produkt-Deklaration EPD nach ISO 14025 verifiziert.</w:t>
      </w:r>
    </w:p>
    <w:p w14:paraId="7ED3DC76" w14:textId="77777777" w:rsidR="00FA10D9" w:rsidRDefault="00FA10D9">
      <w:pPr>
        <w:spacing w:after="200" w:line="276" w:lineRule="auto"/>
      </w:pPr>
    </w:p>
    <w:p w14:paraId="20BD8A5D" w14:textId="77777777" w:rsidR="00532DB8" w:rsidRDefault="00532DB8" w:rsidP="002F25C9">
      <w:pPr>
        <w:pStyle w:val="Subline"/>
      </w:pPr>
    </w:p>
    <w:p w14:paraId="2271D00D" w14:textId="77777777" w:rsidR="00FA10D9" w:rsidRDefault="00FA10D9" w:rsidP="002F25C9">
      <w:pPr>
        <w:pStyle w:val="Subline"/>
      </w:pPr>
      <w:r>
        <w:t>Bildzeilen</w:t>
      </w:r>
    </w:p>
    <w:p w14:paraId="03475A65" w14:textId="77777777" w:rsidR="00FA10D9" w:rsidRDefault="00532DB8" w:rsidP="00FA10D9">
      <w:r w:rsidRPr="00532DB8">
        <w:t>Bitte beachten Sie die Quellenangabe: Bette</w:t>
      </w:r>
    </w:p>
    <w:p w14:paraId="636375BC" w14:textId="77777777" w:rsidR="00FA10D9" w:rsidRDefault="00FA10D9" w:rsidP="00FA10D9"/>
    <w:p w14:paraId="79A88B1B" w14:textId="77777777" w:rsidR="00532DB8" w:rsidRDefault="00532DB8" w:rsidP="00FA10D9"/>
    <w:p w14:paraId="51ED8B89" w14:textId="10631068" w:rsidR="005B5EB0" w:rsidRPr="005B5EB0" w:rsidRDefault="005B5EB0" w:rsidP="005B5EB0">
      <w:pPr>
        <w:rPr>
          <w:rFonts w:ascii="Arial" w:hAnsi="Arial" w:cs="Arial"/>
          <w:b/>
          <w:sz w:val="21"/>
          <w:szCs w:val="21"/>
        </w:rPr>
      </w:pPr>
      <w:r w:rsidRPr="005B5EB0">
        <w:rPr>
          <w:rFonts w:ascii="Arial" w:hAnsi="Arial" w:cs="Arial"/>
          <w:b/>
          <w:sz w:val="21"/>
          <w:szCs w:val="21"/>
        </w:rPr>
        <w:t>01_Bette_</w:t>
      </w:r>
      <w:r w:rsidR="008902E3">
        <w:rPr>
          <w:rFonts w:ascii="Arial" w:hAnsi="Arial" w:cs="Arial"/>
          <w:b/>
          <w:sz w:val="21"/>
          <w:szCs w:val="21"/>
        </w:rPr>
        <w:t>Stayery</w:t>
      </w:r>
      <w:r w:rsidRPr="005B5EB0">
        <w:rPr>
          <w:rFonts w:ascii="Arial" w:hAnsi="Arial" w:cs="Arial"/>
          <w:b/>
          <w:sz w:val="21"/>
          <w:szCs w:val="21"/>
        </w:rPr>
        <w:t>_Bielefeld</w:t>
      </w:r>
    </w:p>
    <w:p w14:paraId="210EE302" w14:textId="77777777" w:rsidR="005B5EB0" w:rsidRDefault="005B5EB0" w:rsidP="005B5EB0">
      <w:r>
        <w:t>Die Easy Connect Installationsbox von Bette nachdem der Estrich eingebracht wurde. Der Deckel schützt den Ablauf im Inneren vor Schmutz und Beschädigungen.</w:t>
      </w:r>
    </w:p>
    <w:p w14:paraId="53278E34" w14:textId="77777777" w:rsidR="005B5EB0" w:rsidRDefault="005B5EB0" w:rsidP="005B5EB0"/>
    <w:p w14:paraId="2F874FDC" w14:textId="43790EC4" w:rsidR="005B5EB0" w:rsidRPr="005B5EB0" w:rsidRDefault="005B5EB0" w:rsidP="005B5EB0">
      <w:pPr>
        <w:rPr>
          <w:rFonts w:ascii="Arial" w:hAnsi="Arial" w:cs="Arial"/>
          <w:b/>
          <w:sz w:val="21"/>
          <w:szCs w:val="21"/>
        </w:rPr>
      </w:pPr>
      <w:r w:rsidRPr="005B5EB0">
        <w:rPr>
          <w:rFonts w:ascii="Arial" w:hAnsi="Arial" w:cs="Arial"/>
          <w:b/>
          <w:sz w:val="21"/>
          <w:szCs w:val="21"/>
        </w:rPr>
        <w:t>02_Bette_</w:t>
      </w:r>
      <w:r w:rsidR="008902E3">
        <w:rPr>
          <w:rFonts w:ascii="Arial" w:hAnsi="Arial" w:cs="Arial"/>
          <w:b/>
          <w:sz w:val="21"/>
          <w:szCs w:val="21"/>
        </w:rPr>
        <w:t>Stayery</w:t>
      </w:r>
      <w:r w:rsidRPr="005B5EB0">
        <w:rPr>
          <w:rFonts w:ascii="Arial" w:hAnsi="Arial" w:cs="Arial"/>
          <w:b/>
          <w:sz w:val="21"/>
          <w:szCs w:val="21"/>
        </w:rPr>
        <w:t>_Bielefeld</w:t>
      </w:r>
    </w:p>
    <w:p w14:paraId="750F8522" w14:textId="77777777" w:rsidR="005B5EB0" w:rsidRDefault="005B5EB0" w:rsidP="005B5EB0">
      <w:r>
        <w:t>Die Installationsbox wird auf die benötigte Höhe zugeschnitten. Die Einbauhöhe kann zwischen 105 und 205 mm flexibel gewählt werden, eine Unterfütterung der Box ist nicht nötig.</w:t>
      </w:r>
    </w:p>
    <w:p w14:paraId="6F735DDD" w14:textId="77777777" w:rsidR="005B5EB0" w:rsidRDefault="005B5EB0" w:rsidP="005B5EB0"/>
    <w:p w14:paraId="37E4D282" w14:textId="16385CC2" w:rsidR="005B5EB0" w:rsidRPr="008902E3" w:rsidRDefault="005B5EB0" w:rsidP="005B5EB0">
      <w:pPr>
        <w:rPr>
          <w:rFonts w:ascii="Arial" w:hAnsi="Arial" w:cs="Arial"/>
          <w:b/>
          <w:sz w:val="21"/>
          <w:szCs w:val="21"/>
        </w:rPr>
      </w:pPr>
      <w:r w:rsidRPr="008902E3">
        <w:rPr>
          <w:rFonts w:ascii="Arial" w:hAnsi="Arial" w:cs="Arial"/>
          <w:b/>
          <w:sz w:val="21"/>
          <w:szCs w:val="21"/>
        </w:rPr>
        <w:t>03_Bette_</w:t>
      </w:r>
      <w:r w:rsidR="008902E3">
        <w:rPr>
          <w:rFonts w:ascii="Arial" w:hAnsi="Arial" w:cs="Arial"/>
          <w:b/>
          <w:sz w:val="21"/>
          <w:szCs w:val="21"/>
        </w:rPr>
        <w:t>Stayery</w:t>
      </w:r>
      <w:r w:rsidRPr="008902E3">
        <w:rPr>
          <w:rFonts w:ascii="Arial" w:hAnsi="Arial" w:cs="Arial"/>
          <w:b/>
          <w:sz w:val="21"/>
          <w:szCs w:val="21"/>
        </w:rPr>
        <w:t>_Bielefeld</w:t>
      </w:r>
    </w:p>
    <w:p w14:paraId="606C9C5E" w14:textId="0B4B3301" w:rsidR="005B5EB0" w:rsidRPr="008902E3" w:rsidRDefault="005B5EB0" w:rsidP="005B5EB0">
      <w:pPr>
        <w:rPr>
          <w:rFonts w:ascii="Arial" w:hAnsi="Arial" w:cs="Arial"/>
          <w:b/>
          <w:sz w:val="21"/>
          <w:szCs w:val="21"/>
        </w:rPr>
      </w:pPr>
      <w:r w:rsidRPr="008902E3">
        <w:rPr>
          <w:rFonts w:ascii="Arial" w:hAnsi="Arial" w:cs="Arial"/>
          <w:b/>
          <w:sz w:val="21"/>
          <w:szCs w:val="21"/>
        </w:rPr>
        <w:t>04_Bette_</w:t>
      </w:r>
      <w:r w:rsidR="008902E3">
        <w:rPr>
          <w:rFonts w:ascii="Arial" w:hAnsi="Arial" w:cs="Arial"/>
          <w:b/>
          <w:sz w:val="21"/>
          <w:szCs w:val="21"/>
        </w:rPr>
        <w:t>Stayery</w:t>
      </w:r>
      <w:r w:rsidRPr="008902E3">
        <w:rPr>
          <w:rFonts w:ascii="Arial" w:hAnsi="Arial" w:cs="Arial"/>
          <w:b/>
          <w:sz w:val="21"/>
          <w:szCs w:val="21"/>
        </w:rPr>
        <w:t>_Bielefeld</w:t>
      </w:r>
    </w:p>
    <w:p w14:paraId="41B7A581" w14:textId="5EF06D80" w:rsidR="005B5EB0" w:rsidRPr="005B5EB0" w:rsidRDefault="005B5EB0" w:rsidP="005B5EB0">
      <w:pPr>
        <w:rPr>
          <w:rFonts w:ascii="Arial" w:hAnsi="Arial" w:cs="Arial"/>
          <w:b/>
          <w:sz w:val="21"/>
          <w:szCs w:val="21"/>
        </w:rPr>
      </w:pPr>
      <w:r w:rsidRPr="005B5EB0">
        <w:rPr>
          <w:rFonts w:ascii="Arial" w:hAnsi="Arial" w:cs="Arial"/>
          <w:b/>
          <w:sz w:val="21"/>
          <w:szCs w:val="21"/>
        </w:rPr>
        <w:t>05_Bette_</w:t>
      </w:r>
      <w:r w:rsidR="008902E3">
        <w:rPr>
          <w:rFonts w:ascii="Arial" w:hAnsi="Arial" w:cs="Arial"/>
          <w:b/>
          <w:sz w:val="21"/>
          <w:szCs w:val="21"/>
        </w:rPr>
        <w:t>Stayery</w:t>
      </w:r>
      <w:r w:rsidRPr="005B5EB0">
        <w:rPr>
          <w:rFonts w:ascii="Arial" w:hAnsi="Arial" w:cs="Arial"/>
          <w:b/>
          <w:sz w:val="21"/>
          <w:szCs w:val="21"/>
        </w:rPr>
        <w:t>_Bielefeld</w:t>
      </w:r>
    </w:p>
    <w:p w14:paraId="3D551A28" w14:textId="77777777" w:rsidR="005B5EB0" w:rsidRDefault="005B5EB0" w:rsidP="005B5EB0">
      <w:r>
        <w:t xml:space="preserve">Die mitgelieferte und vorkonfektionierte Dichtmanschette wird einfach in die Installationsbox eingeklebt. </w:t>
      </w:r>
    </w:p>
    <w:p w14:paraId="04D957A3" w14:textId="77777777" w:rsidR="005B5EB0" w:rsidRDefault="005B5EB0" w:rsidP="005B5EB0"/>
    <w:p w14:paraId="2103B94C" w14:textId="77777777" w:rsidR="005B5EB0" w:rsidRDefault="005B5EB0" w:rsidP="005B5EB0">
      <w:r>
        <w:t> </w:t>
      </w:r>
    </w:p>
    <w:p w14:paraId="26E84B1D" w14:textId="48A5B3EC" w:rsidR="005B5EB0" w:rsidRPr="008902E3" w:rsidRDefault="005B5EB0" w:rsidP="005B5EB0">
      <w:pPr>
        <w:rPr>
          <w:rFonts w:ascii="Arial" w:hAnsi="Arial" w:cs="Arial"/>
          <w:b/>
          <w:sz w:val="21"/>
          <w:szCs w:val="21"/>
        </w:rPr>
      </w:pPr>
      <w:r w:rsidRPr="008902E3">
        <w:rPr>
          <w:rFonts w:ascii="Arial" w:hAnsi="Arial" w:cs="Arial"/>
          <w:b/>
          <w:sz w:val="21"/>
          <w:szCs w:val="21"/>
        </w:rPr>
        <w:t>06_Bette_</w:t>
      </w:r>
      <w:r w:rsidR="008902E3">
        <w:rPr>
          <w:rFonts w:ascii="Arial" w:hAnsi="Arial" w:cs="Arial"/>
          <w:b/>
          <w:sz w:val="21"/>
          <w:szCs w:val="21"/>
        </w:rPr>
        <w:t>Stayery</w:t>
      </w:r>
      <w:r w:rsidRPr="008902E3">
        <w:rPr>
          <w:rFonts w:ascii="Arial" w:hAnsi="Arial" w:cs="Arial"/>
          <w:b/>
          <w:sz w:val="21"/>
          <w:szCs w:val="21"/>
        </w:rPr>
        <w:t>_Bielefeld</w:t>
      </w:r>
    </w:p>
    <w:p w14:paraId="38965B59" w14:textId="17F43835" w:rsidR="005B5EB0" w:rsidRPr="008902E3" w:rsidRDefault="005B5EB0" w:rsidP="005B5EB0">
      <w:pPr>
        <w:rPr>
          <w:rFonts w:ascii="Arial" w:hAnsi="Arial" w:cs="Arial"/>
          <w:b/>
          <w:sz w:val="21"/>
          <w:szCs w:val="21"/>
        </w:rPr>
      </w:pPr>
      <w:r w:rsidRPr="008902E3">
        <w:rPr>
          <w:rFonts w:ascii="Arial" w:hAnsi="Arial" w:cs="Arial"/>
          <w:b/>
          <w:sz w:val="21"/>
          <w:szCs w:val="21"/>
        </w:rPr>
        <w:t>07_Bette_</w:t>
      </w:r>
      <w:r w:rsidR="008902E3">
        <w:rPr>
          <w:rFonts w:ascii="Arial" w:hAnsi="Arial" w:cs="Arial"/>
          <w:b/>
          <w:sz w:val="21"/>
          <w:szCs w:val="21"/>
        </w:rPr>
        <w:t>Stayery</w:t>
      </w:r>
      <w:r w:rsidRPr="008902E3">
        <w:rPr>
          <w:rFonts w:ascii="Arial" w:hAnsi="Arial" w:cs="Arial"/>
          <w:b/>
          <w:sz w:val="21"/>
          <w:szCs w:val="21"/>
        </w:rPr>
        <w:t xml:space="preserve">_Bielefeld </w:t>
      </w:r>
    </w:p>
    <w:p w14:paraId="7B3B2791" w14:textId="0F1D0A12" w:rsidR="005B5EB0" w:rsidRPr="008902E3" w:rsidRDefault="005B5EB0" w:rsidP="005B5EB0">
      <w:pPr>
        <w:rPr>
          <w:rFonts w:ascii="Arial" w:hAnsi="Arial" w:cs="Arial"/>
          <w:b/>
          <w:sz w:val="21"/>
          <w:szCs w:val="21"/>
        </w:rPr>
      </w:pPr>
      <w:r w:rsidRPr="008902E3">
        <w:rPr>
          <w:rFonts w:ascii="Arial" w:hAnsi="Arial" w:cs="Arial"/>
          <w:b/>
          <w:sz w:val="21"/>
          <w:szCs w:val="21"/>
        </w:rPr>
        <w:t>08_Bette_</w:t>
      </w:r>
      <w:r w:rsidR="008902E3">
        <w:rPr>
          <w:rFonts w:ascii="Arial" w:hAnsi="Arial" w:cs="Arial"/>
          <w:b/>
          <w:sz w:val="21"/>
          <w:szCs w:val="21"/>
        </w:rPr>
        <w:t>Stayery</w:t>
      </w:r>
      <w:r w:rsidRPr="008902E3">
        <w:rPr>
          <w:rFonts w:ascii="Arial" w:hAnsi="Arial" w:cs="Arial"/>
          <w:b/>
          <w:sz w:val="21"/>
          <w:szCs w:val="21"/>
        </w:rPr>
        <w:t>_Bielefeld</w:t>
      </w:r>
    </w:p>
    <w:p w14:paraId="2769D565" w14:textId="68180C95" w:rsidR="005B5EB0" w:rsidRPr="008902E3" w:rsidRDefault="005B5EB0" w:rsidP="005B5EB0">
      <w:pPr>
        <w:rPr>
          <w:rFonts w:ascii="Arial" w:hAnsi="Arial" w:cs="Arial"/>
          <w:b/>
          <w:sz w:val="21"/>
          <w:szCs w:val="21"/>
        </w:rPr>
      </w:pPr>
      <w:r w:rsidRPr="008902E3">
        <w:rPr>
          <w:rFonts w:ascii="Arial" w:hAnsi="Arial" w:cs="Arial"/>
          <w:b/>
          <w:sz w:val="21"/>
          <w:szCs w:val="21"/>
        </w:rPr>
        <w:t>09_Bette_</w:t>
      </w:r>
      <w:r w:rsidR="008902E3">
        <w:rPr>
          <w:rFonts w:ascii="Arial" w:hAnsi="Arial" w:cs="Arial"/>
          <w:b/>
          <w:sz w:val="21"/>
          <w:szCs w:val="21"/>
        </w:rPr>
        <w:t>Stayery</w:t>
      </w:r>
      <w:r w:rsidRPr="008902E3">
        <w:rPr>
          <w:rFonts w:ascii="Arial" w:hAnsi="Arial" w:cs="Arial"/>
          <w:b/>
          <w:sz w:val="21"/>
          <w:szCs w:val="21"/>
        </w:rPr>
        <w:t>_Bielefeld</w:t>
      </w:r>
    </w:p>
    <w:p w14:paraId="222C56F0" w14:textId="77777777" w:rsidR="005B5EB0" w:rsidRDefault="005B5EB0" w:rsidP="005B5EB0">
      <w:r>
        <w:t>Nach Einbringen der Dichtschlämme durch den Fliesenleger ist Easy Connect normgerecht nach DIN 18534 in die Verbundabdichtung integriert.</w:t>
      </w:r>
    </w:p>
    <w:p w14:paraId="1A100776" w14:textId="77777777" w:rsidR="005B5EB0" w:rsidRDefault="005B5EB0" w:rsidP="005B5EB0"/>
    <w:p w14:paraId="73FAFE46" w14:textId="7DA7AB3C" w:rsidR="005B5EB0" w:rsidRPr="008902E3" w:rsidRDefault="005B5EB0" w:rsidP="005B5EB0">
      <w:pPr>
        <w:rPr>
          <w:rFonts w:ascii="Arial" w:hAnsi="Arial" w:cs="Arial"/>
          <w:b/>
          <w:sz w:val="21"/>
          <w:szCs w:val="21"/>
        </w:rPr>
      </w:pPr>
      <w:r w:rsidRPr="008902E3">
        <w:rPr>
          <w:rFonts w:ascii="Arial" w:hAnsi="Arial" w:cs="Arial"/>
          <w:b/>
          <w:sz w:val="21"/>
          <w:szCs w:val="21"/>
        </w:rPr>
        <w:t>10_Bette_</w:t>
      </w:r>
      <w:r w:rsidR="008902E3">
        <w:rPr>
          <w:rFonts w:ascii="Arial" w:hAnsi="Arial" w:cs="Arial"/>
          <w:b/>
          <w:sz w:val="21"/>
          <w:szCs w:val="21"/>
        </w:rPr>
        <w:t>Stayery</w:t>
      </w:r>
      <w:r w:rsidRPr="008902E3">
        <w:rPr>
          <w:rFonts w:ascii="Arial" w:hAnsi="Arial" w:cs="Arial"/>
          <w:b/>
          <w:sz w:val="21"/>
          <w:szCs w:val="21"/>
        </w:rPr>
        <w:t>_Bielefeld</w:t>
      </w:r>
    </w:p>
    <w:p w14:paraId="7EF9BD69" w14:textId="24610759" w:rsidR="005B5EB0" w:rsidRPr="008902E3" w:rsidRDefault="005B5EB0" w:rsidP="005B5EB0">
      <w:pPr>
        <w:rPr>
          <w:rFonts w:ascii="Arial" w:hAnsi="Arial" w:cs="Arial"/>
          <w:b/>
          <w:sz w:val="21"/>
          <w:szCs w:val="21"/>
        </w:rPr>
      </w:pPr>
      <w:r w:rsidRPr="008902E3">
        <w:rPr>
          <w:rFonts w:ascii="Arial" w:hAnsi="Arial" w:cs="Arial"/>
          <w:b/>
          <w:sz w:val="21"/>
          <w:szCs w:val="21"/>
        </w:rPr>
        <w:t>11_Bette_</w:t>
      </w:r>
      <w:r w:rsidR="008902E3">
        <w:rPr>
          <w:rFonts w:ascii="Arial" w:hAnsi="Arial" w:cs="Arial"/>
          <w:b/>
          <w:sz w:val="21"/>
          <w:szCs w:val="21"/>
        </w:rPr>
        <w:t>Stayery</w:t>
      </w:r>
      <w:r w:rsidRPr="008902E3">
        <w:rPr>
          <w:rFonts w:ascii="Arial" w:hAnsi="Arial" w:cs="Arial"/>
          <w:b/>
          <w:sz w:val="21"/>
          <w:szCs w:val="21"/>
        </w:rPr>
        <w:t>_Bielefeld</w:t>
      </w:r>
    </w:p>
    <w:p w14:paraId="4DE45A42" w14:textId="3963A033" w:rsidR="005B5EB0" w:rsidRDefault="005B5EB0" w:rsidP="005B5EB0">
      <w:r>
        <w:t xml:space="preserve">Bevor die Duschwanne aufgesetzt wird, muss noch der Ablauf hergestellt werden. Die Bielefelder </w:t>
      </w:r>
      <w:r w:rsidR="00A606AC">
        <w:t xml:space="preserve">STAYERY </w:t>
      </w:r>
      <w:r>
        <w:t xml:space="preserve">setzt dabei auf den selbstreinigende Ablaufgarnitur </w:t>
      </w:r>
      <w:proofErr w:type="spellStart"/>
      <w:r>
        <w:t>BetteSolid</w:t>
      </w:r>
      <w:proofErr w:type="spellEnd"/>
      <w:r>
        <w:t xml:space="preserve">. </w:t>
      </w:r>
    </w:p>
    <w:p w14:paraId="4C676C38" w14:textId="77777777" w:rsidR="005B5EB0" w:rsidRDefault="005B5EB0" w:rsidP="005B5EB0"/>
    <w:p w14:paraId="36AF7CCE" w14:textId="3E058737" w:rsidR="005B5EB0" w:rsidRPr="008902E3" w:rsidRDefault="005B5EB0" w:rsidP="005B5EB0">
      <w:pPr>
        <w:rPr>
          <w:rFonts w:ascii="Arial" w:hAnsi="Arial" w:cs="Arial"/>
          <w:b/>
          <w:sz w:val="21"/>
          <w:szCs w:val="21"/>
        </w:rPr>
      </w:pPr>
      <w:r w:rsidRPr="008902E3">
        <w:rPr>
          <w:rFonts w:ascii="Arial" w:hAnsi="Arial" w:cs="Arial"/>
          <w:b/>
          <w:sz w:val="21"/>
          <w:szCs w:val="21"/>
        </w:rPr>
        <w:t>12_Bette_</w:t>
      </w:r>
      <w:r w:rsidR="008902E3">
        <w:rPr>
          <w:rFonts w:ascii="Arial" w:hAnsi="Arial" w:cs="Arial"/>
          <w:b/>
          <w:sz w:val="21"/>
          <w:szCs w:val="21"/>
        </w:rPr>
        <w:t>Stayery</w:t>
      </w:r>
      <w:r w:rsidRPr="008902E3">
        <w:rPr>
          <w:rFonts w:ascii="Arial" w:hAnsi="Arial" w:cs="Arial"/>
          <w:b/>
          <w:sz w:val="21"/>
          <w:szCs w:val="21"/>
        </w:rPr>
        <w:t>_Bielefeld</w:t>
      </w:r>
    </w:p>
    <w:p w14:paraId="0553CA39" w14:textId="752115C7" w:rsidR="005B5EB0" w:rsidRPr="008902E3" w:rsidRDefault="005B5EB0" w:rsidP="005B5EB0">
      <w:pPr>
        <w:rPr>
          <w:rFonts w:ascii="Arial" w:hAnsi="Arial" w:cs="Arial"/>
          <w:b/>
          <w:sz w:val="21"/>
          <w:szCs w:val="21"/>
        </w:rPr>
      </w:pPr>
      <w:r w:rsidRPr="008902E3">
        <w:rPr>
          <w:rFonts w:ascii="Arial" w:hAnsi="Arial" w:cs="Arial"/>
          <w:b/>
          <w:sz w:val="21"/>
          <w:szCs w:val="21"/>
        </w:rPr>
        <w:t>13_Bette_</w:t>
      </w:r>
      <w:r w:rsidR="008902E3">
        <w:rPr>
          <w:rFonts w:ascii="Arial" w:hAnsi="Arial" w:cs="Arial"/>
          <w:b/>
          <w:sz w:val="21"/>
          <w:szCs w:val="21"/>
        </w:rPr>
        <w:t>Stayery</w:t>
      </w:r>
      <w:r w:rsidRPr="008902E3">
        <w:rPr>
          <w:rFonts w:ascii="Arial" w:hAnsi="Arial" w:cs="Arial"/>
          <w:b/>
          <w:sz w:val="21"/>
          <w:szCs w:val="21"/>
        </w:rPr>
        <w:t xml:space="preserve">_Bielefeld </w:t>
      </w:r>
    </w:p>
    <w:p w14:paraId="7A81A8F2" w14:textId="77777777" w:rsidR="005B5EB0" w:rsidRDefault="005B5EB0" w:rsidP="005B5EB0">
      <w:r>
        <w:t>Der Minimum Wannenträger wurde bereits ab Werk mit der Duschwanne vorkonfektioniert. Der Installateur muss nur noch den Kleber aufbringen und die Duschwanne auf den Estrich kleben.</w:t>
      </w:r>
    </w:p>
    <w:p w14:paraId="5B3B4D9D" w14:textId="77777777" w:rsidR="005B5EB0" w:rsidRDefault="005B5EB0" w:rsidP="005B5EB0"/>
    <w:p w14:paraId="0D1D6A10" w14:textId="114D7A77" w:rsidR="005B5EB0" w:rsidRPr="008902E3" w:rsidRDefault="005B5EB0" w:rsidP="005B5EB0">
      <w:pPr>
        <w:rPr>
          <w:rFonts w:ascii="Arial" w:hAnsi="Arial" w:cs="Arial"/>
          <w:b/>
          <w:sz w:val="21"/>
          <w:szCs w:val="21"/>
        </w:rPr>
      </w:pPr>
      <w:r w:rsidRPr="008902E3">
        <w:rPr>
          <w:rFonts w:ascii="Arial" w:hAnsi="Arial" w:cs="Arial"/>
          <w:b/>
          <w:sz w:val="21"/>
          <w:szCs w:val="21"/>
        </w:rPr>
        <w:t>14_Bette_</w:t>
      </w:r>
      <w:r w:rsidR="008902E3">
        <w:rPr>
          <w:rFonts w:ascii="Arial" w:hAnsi="Arial" w:cs="Arial"/>
          <w:b/>
          <w:sz w:val="21"/>
          <w:szCs w:val="21"/>
        </w:rPr>
        <w:t>Stayery</w:t>
      </w:r>
      <w:r w:rsidRPr="008902E3">
        <w:rPr>
          <w:rFonts w:ascii="Arial" w:hAnsi="Arial" w:cs="Arial"/>
          <w:b/>
          <w:sz w:val="21"/>
          <w:szCs w:val="21"/>
        </w:rPr>
        <w:t>_Bielefeld</w:t>
      </w:r>
    </w:p>
    <w:p w14:paraId="3C7A9C1D" w14:textId="645FF4C8" w:rsidR="005B5EB0" w:rsidRPr="008902E3" w:rsidRDefault="005B5EB0" w:rsidP="005B5EB0">
      <w:pPr>
        <w:rPr>
          <w:rFonts w:ascii="Arial" w:hAnsi="Arial" w:cs="Arial"/>
          <w:b/>
          <w:sz w:val="21"/>
          <w:szCs w:val="21"/>
        </w:rPr>
      </w:pPr>
      <w:r w:rsidRPr="008902E3">
        <w:rPr>
          <w:rFonts w:ascii="Arial" w:hAnsi="Arial" w:cs="Arial"/>
          <w:b/>
          <w:sz w:val="21"/>
          <w:szCs w:val="21"/>
        </w:rPr>
        <w:t>15_Bette_</w:t>
      </w:r>
      <w:r w:rsidR="008902E3">
        <w:rPr>
          <w:rFonts w:ascii="Arial" w:hAnsi="Arial" w:cs="Arial"/>
          <w:b/>
          <w:sz w:val="21"/>
          <w:szCs w:val="21"/>
        </w:rPr>
        <w:t>Stayery</w:t>
      </w:r>
      <w:r w:rsidRPr="008902E3">
        <w:rPr>
          <w:rFonts w:ascii="Arial" w:hAnsi="Arial" w:cs="Arial"/>
          <w:b/>
          <w:sz w:val="21"/>
          <w:szCs w:val="21"/>
        </w:rPr>
        <w:t>_Bielefeld</w:t>
      </w:r>
    </w:p>
    <w:p w14:paraId="46C3D622" w14:textId="77777777" w:rsidR="005B5EB0" w:rsidRDefault="005B5EB0" w:rsidP="005B5EB0">
      <w:r>
        <w:t>Ablauf festschrauben, Endkontrolle – fertig!</w:t>
      </w:r>
    </w:p>
    <w:p w14:paraId="61FAA8C5" w14:textId="77777777" w:rsidR="005B5EB0" w:rsidRDefault="005B5EB0" w:rsidP="005B5EB0"/>
    <w:p w14:paraId="68298646" w14:textId="503E766B" w:rsidR="005B5EB0" w:rsidRPr="005B5EB0" w:rsidRDefault="005B5EB0" w:rsidP="005B5EB0">
      <w:pPr>
        <w:rPr>
          <w:rFonts w:ascii="Arial" w:hAnsi="Arial" w:cs="Arial"/>
          <w:b/>
          <w:sz w:val="21"/>
          <w:szCs w:val="21"/>
        </w:rPr>
      </w:pPr>
      <w:r w:rsidRPr="005B5EB0">
        <w:rPr>
          <w:rFonts w:ascii="Arial" w:hAnsi="Arial" w:cs="Arial"/>
          <w:b/>
          <w:sz w:val="21"/>
          <w:szCs w:val="21"/>
        </w:rPr>
        <w:t>16_Bette_</w:t>
      </w:r>
      <w:r w:rsidR="008902E3">
        <w:rPr>
          <w:rFonts w:ascii="Arial" w:hAnsi="Arial" w:cs="Arial"/>
          <w:b/>
          <w:sz w:val="21"/>
          <w:szCs w:val="21"/>
        </w:rPr>
        <w:t>Stayery</w:t>
      </w:r>
      <w:r w:rsidRPr="005B5EB0">
        <w:rPr>
          <w:rFonts w:ascii="Arial" w:hAnsi="Arial" w:cs="Arial"/>
          <w:b/>
          <w:sz w:val="21"/>
          <w:szCs w:val="21"/>
        </w:rPr>
        <w:t>_Bielefeld</w:t>
      </w:r>
    </w:p>
    <w:p w14:paraId="1C111D2C" w14:textId="0751D7F1" w:rsidR="005B5EB0" w:rsidRDefault="005B5EB0" w:rsidP="005B5EB0">
      <w:r>
        <w:t xml:space="preserve">126 Duschplätze wurden in der Bielefelder </w:t>
      </w:r>
      <w:r w:rsidR="00A606AC">
        <w:t xml:space="preserve">STAYERY </w:t>
      </w:r>
      <w:r>
        <w:t>dank der cleveren Kombi-Lösung von Bette zeitsparend und normgerecht sicher realisiert.</w:t>
      </w:r>
    </w:p>
    <w:p w14:paraId="5798F07B" w14:textId="77777777" w:rsidR="00523792" w:rsidRDefault="00523792" w:rsidP="002D4E34"/>
    <w:sectPr w:rsidR="00523792" w:rsidSect="00532FE7">
      <w:headerReference w:type="default" r:id="rId9"/>
      <w:headerReference w:type="first" r:id="rId10"/>
      <w:pgSz w:w="11906" w:h="16838"/>
      <w:pgMar w:top="3941" w:right="2608"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274805" w14:textId="77777777" w:rsidR="00DC40E8" w:rsidRDefault="00DC40E8" w:rsidP="00532FE7">
      <w:pPr>
        <w:spacing w:line="240" w:lineRule="auto"/>
      </w:pPr>
      <w:r>
        <w:separator/>
      </w:r>
    </w:p>
  </w:endnote>
  <w:endnote w:type="continuationSeparator" w:id="0">
    <w:p w14:paraId="6752DE9A" w14:textId="77777777" w:rsidR="00DC40E8" w:rsidRDefault="00DC40E8" w:rsidP="00532F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uisse Int'l Medium">
    <w:altName w:val="Arial"/>
    <w:panose1 w:val="020B0604020202020204"/>
    <w:charset w:val="00"/>
    <w:family w:val="swiss"/>
    <w:notTrueType/>
    <w:pitch w:val="variable"/>
    <w:sig w:usb0="00002207" w:usb1="00000000" w:usb2="00000008" w:usb3="00000000" w:csb0="000000D7"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uisse Works Book">
    <w:panose1 w:val="020B0604020202020204"/>
    <w:charset w:val="00"/>
    <w:family w:val="roman"/>
    <w:notTrueType/>
    <w:pitch w:val="variable"/>
    <w:sig w:usb0="A000007F" w:usb1="4000207B" w:usb2="00000000" w:usb3="00000000" w:csb0="0000009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0A52B6" w14:textId="77777777" w:rsidR="00DC40E8" w:rsidRDefault="00DC40E8" w:rsidP="00532FE7">
      <w:pPr>
        <w:spacing w:line="240" w:lineRule="auto"/>
      </w:pPr>
      <w:r>
        <w:separator/>
      </w:r>
    </w:p>
  </w:footnote>
  <w:footnote w:type="continuationSeparator" w:id="0">
    <w:p w14:paraId="38288BFF" w14:textId="77777777" w:rsidR="00DC40E8" w:rsidRDefault="00DC40E8" w:rsidP="00532F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92DC2C" w14:textId="77777777" w:rsidR="00FA10D9" w:rsidRDefault="00FA10D9" w:rsidP="00FA10D9">
    <w:pPr>
      <w:pStyle w:val="Kopfzeile"/>
    </w:pPr>
  </w:p>
  <w:p w14:paraId="21155968" w14:textId="77777777" w:rsidR="00FA10D9" w:rsidRDefault="00FA10D9" w:rsidP="00FA10D9">
    <w:pPr>
      <w:pStyle w:val="Kopfzeile"/>
    </w:pPr>
  </w:p>
  <w:p w14:paraId="4B13A0F4" w14:textId="77777777" w:rsidR="00FA10D9" w:rsidRDefault="00FA10D9" w:rsidP="00FA10D9">
    <w:pPr>
      <w:pStyle w:val="Kopfzeile"/>
    </w:pPr>
  </w:p>
  <w:p w14:paraId="4B1296FE" w14:textId="77777777" w:rsidR="00FA10D9" w:rsidRDefault="009E465E" w:rsidP="00FA10D9">
    <w:pPr>
      <w:pStyle w:val="Kopfzeile"/>
    </w:pPr>
    <w:r>
      <w:rPr>
        <w:noProof/>
        <w:lang w:eastAsia="de-DE"/>
      </w:rPr>
      <w:drawing>
        <wp:anchor distT="0" distB="0" distL="114300" distR="114300" simplePos="0" relativeHeight="251662336" behindDoc="1" locked="0" layoutInCell="1" allowOverlap="1" wp14:anchorId="0CE10C6F" wp14:editId="30A6B28D">
          <wp:simplePos x="0" y="0"/>
          <wp:positionH relativeFrom="page">
            <wp:posOffset>903482</wp:posOffset>
          </wp:positionH>
          <wp:positionV relativeFrom="page">
            <wp:posOffset>1023582</wp:posOffset>
          </wp:positionV>
          <wp:extent cx="1515999" cy="240665"/>
          <wp:effectExtent l="0" t="0" r="8255"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23376CC3" w14:textId="77777777" w:rsidR="00FA10D9" w:rsidRDefault="00FA10D9" w:rsidP="00FA10D9">
    <w:pPr>
      <w:pStyle w:val="Kopfzeile"/>
    </w:pPr>
  </w:p>
  <w:p w14:paraId="20542A31" w14:textId="77777777" w:rsidR="00FA10D9" w:rsidRDefault="00FA10D9" w:rsidP="00FA10D9">
    <w:pPr>
      <w:pStyle w:val="Kopfzeile"/>
    </w:pPr>
  </w:p>
  <w:p w14:paraId="57E359DD" w14:textId="77777777" w:rsidR="00FA10D9" w:rsidRDefault="00FA10D9" w:rsidP="00FA10D9">
    <w:pPr>
      <w:pStyle w:val="Kopfzeile"/>
    </w:pPr>
  </w:p>
  <w:p w14:paraId="47FB58BD" w14:textId="77777777" w:rsidR="00FA10D9" w:rsidRDefault="00FA10D9" w:rsidP="00FA10D9">
    <w:pPr>
      <w:pStyle w:val="Kopfzeile"/>
      <w:spacing w:after="20"/>
    </w:pPr>
  </w:p>
  <w:p w14:paraId="10882241" w14:textId="77777777" w:rsidR="00640BB0" w:rsidRDefault="00640BB0" w:rsidP="00A810C0">
    <w:pPr>
      <w:pStyle w:val="Subline"/>
    </w:pPr>
  </w:p>
  <w:p w14:paraId="5196D80D" w14:textId="77777777" w:rsidR="00A810C0" w:rsidRPr="00532FE7" w:rsidRDefault="00FA10D9" w:rsidP="00A810C0">
    <w:pPr>
      <w:pStyle w:val="Subline"/>
      <w:rPr>
        <w:noProof/>
      </w:rPr>
    </w:pPr>
    <w:r>
      <w:t xml:space="preserve">Seite </w:t>
    </w:r>
    <w:r>
      <w:fldChar w:fldCharType="begin"/>
    </w:r>
    <w:r>
      <w:instrText xml:space="preserve"> PAGE   \* MERGEFORMAT </w:instrText>
    </w:r>
    <w:r>
      <w:fldChar w:fldCharType="separate"/>
    </w:r>
    <w:r w:rsidR="00C04CD2">
      <w:rPr>
        <w:noProof/>
      </w:rPr>
      <w:t>4</w:t>
    </w:r>
    <w:r>
      <w:fldChar w:fldCharType="end"/>
    </w:r>
    <w:r>
      <w:t>/</w:t>
    </w:r>
    <w:fldSimple w:instr=" NUMPAGES   \* MERGEFORMAT ">
      <w:r w:rsidR="00C04CD2">
        <w:rPr>
          <w:noProof/>
        </w:rPr>
        <w:t>6</w:t>
      </w:r>
    </w:fldSimple>
  </w:p>
  <w:p w14:paraId="22EB4CA8" w14:textId="77777777" w:rsidR="00FA10D9" w:rsidRDefault="00FA10D9" w:rsidP="00640BB0"/>
  <w:p w14:paraId="37E88C05" w14:textId="77777777" w:rsidR="00640BB0" w:rsidRDefault="00640BB0" w:rsidP="00640BB0"/>
  <w:p w14:paraId="6F505E20" w14:textId="77777777" w:rsidR="00640BB0" w:rsidRDefault="00640BB0" w:rsidP="00640BB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D8141C" w14:textId="77777777" w:rsidR="00532FE7" w:rsidRDefault="00532FE7" w:rsidP="0034697A"/>
  <w:p w14:paraId="2C88684A" w14:textId="77777777" w:rsidR="00532FE7" w:rsidRDefault="00532FE7" w:rsidP="0034697A"/>
  <w:p w14:paraId="0815AAF0" w14:textId="77777777" w:rsidR="00532FE7" w:rsidRDefault="00532FE7" w:rsidP="0034697A"/>
  <w:p w14:paraId="424B7AAD" w14:textId="77777777" w:rsidR="00532FE7" w:rsidRDefault="009E465E" w:rsidP="0034697A">
    <w:r>
      <w:rPr>
        <w:noProof/>
        <w:lang w:eastAsia="de-DE"/>
      </w:rPr>
      <w:drawing>
        <wp:anchor distT="0" distB="0" distL="114300" distR="114300" simplePos="0" relativeHeight="251661312" behindDoc="1" locked="0" layoutInCell="1" allowOverlap="1" wp14:anchorId="061C95DB" wp14:editId="11ADA2BE">
          <wp:simplePos x="0" y="0"/>
          <wp:positionH relativeFrom="page">
            <wp:posOffset>896658</wp:posOffset>
          </wp:positionH>
          <wp:positionV relativeFrom="page">
            <wp:posOffset>1023582</wp:posOffset>
          </wp:positionV>
          <wp:extent cx="1515999" cy="240665"/>
          <wp:effectExtent l="0" t="0" r="825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64AE0F3E" w14:textId="77777777" w:rsidR="00532FE7" w:rsidRDefault="00532FE7" w:rsidP="0034697A"/>
  <w:p w14:paraId="048BB9E9" w14:textId="77777777" w:rsidR="00532FE7" w:rsidRDefault="00532FE7" w:rsidP="0034697A"/>
  <w:p w14:paraId="7F67C0D6" w14:textId="77777777" w:rsidR="00532FE7" w:rsidRDefault="00532FE7" w:rsidP="0034697A"/>
  <w:p w14:paraId="4A5DBD7D" w14:textId="77777777" w:rsidR="0034697A" w:rsidRDefault="0034697A" w:rsidP="0034697A">
    <w:pPr>
      <w:spacing w:line="120" w:lineRule="exact"/>
    </w:pPr>
  </w:p>
  <w:p w14:paraId="093B460C" w14:textId="77777777" w:rsidR="00532FE7" w:rsidRDefault="00532FE7" w:rsidP="00F823CD">
    <w:pPr>
      <w:pStyle w:val="Subline"/>
    </w:pPr>
    <w:r>
      <w:rPr>
        <w:noProof/>
        <w:lang w:eastAsia="de-DE"/>
      </w:rPr>
      <mc:AlternateContent>
        <mc:Choice Requires="wps">
          <w:drawing>
            <wp:anchor distT="0" distB="0" distL="114300" distR="114300" simplePos="0" relativeHeight="251660288" behindDoc="0" locked="0" layoutInCell="1" allowOverlap="1" wp14:anchorId="4D48FEA2" wp14:editId="045D5BC1">
              <wp:simplePos x="0" y="0"/>
              <wp:positionH relativeFrom="page">
                <wp:posOffset>6149340</wp:posOffset>
              </wp:positionH>
              <wp:positionV relativeFrom="page">
                <wp:posOffset>1770485</wp:posOffset>
              </wp:positionV>
              <wp:extent cx="1080000" cy="3146400"/>
              <wp:effectExtent l="0" t="0" r="6350" b="0"/>
              <wp:wrapNone/>
              <wp:docPr id="4" name="Textfeld 4"/>
              <wp:cNvGraphicFramePr/>
              <a:graphic xmlns:a="http://schemas.openxmlformats.org/drawingml/2006/main">
                <a:graphicData uri="http://schemas.microsoft.com/office/word/2010/wordprocessingShape">
                  <wps:wsp>
                    <wps:cNvSpPr txBox="1"/>
                    <wps:spPr>
                      <a:xfrm>
                        <a:off x="0" y="0"/>
                        <a:ext cx="1080000" cy="3146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C95B8DC"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Herausgeber: </w:t>
                          </w:r>
                        </w:p>
                        <w:p w14:paraId="66E176CF"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7297C773"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Heinrich-Bette-Straße 1</w:t>
                          </w:r>
                        </w:p>
                        <w:p w14:paraId="43CB8854"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7239DA9A"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308428DA"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5920040B"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www.bette.de</w:t>
                          </w:r>
                        </w:p>
                        <w:p w14:paraId="3C47F376" w14:textId="77777777" w:rsidR="007B681F" w:rsidRDefault="007B681F" w:rsidP="00A810C0">
                          <w:pPr>
                            <w:tabs>
                              <w:tab w:val="left" w:pos="140"/>
                            </w:tabs>
                            <w:spacing w:line="200" w:lineRule="exact"/>
                            <w:rPr>
                              <w:rFonts w:ascii="Arial" w:hAnsi="Arial" w:cs="Arial"/>
                              <w:b/>
                              <w:noProof/>
                              <w:sz w:val="14"/>
                              <w:szCs w:val="14"/>
                            </w:rPr>
                          </w:pPr>
                        </w:p>
                        <w:p w14:paraId="2F53CB10" w14:textId="77777777" w:rsidR="00532FE7" w:rsidRPr="00F823CD" w:rsidRDefault="007B681F" w:rsidP="00A810C0">
                          <w:pPr>
                            <w:tabs>
                              <w:tab w:val="left" w:pos="140"/>
                            </w:tabs>
                            <w:spacing w:line="200" w:lineRule="exact"/>
                            <w:rPr>
                              <w:rFonts w:ascii="Arial" w:hAnsi="Arial" w:cs="Arial"/>
                              <w:b/>
                              <w:noProof/>
                              <w:sz w:val="14"/>
                              <w:szCs w:val="14"/>
                            </w:rPr>
                          </w:pPr>
                          <w:r>
                            <w:rPr>
                              <w:rFonts w:ascii="Arial" w:hAnsi="Arial" w:cs="Arial"/>
                              <w:b/>
                              <w:noProof/>
                              <w:sz w:val="14"/>
                              <w:szCs w:val="14"/>
                            </w:rPr>
                            <w:t>Kontakt Bette:</w:t>
                          </w:r>
                        </w:p>
                        <w:p w14:paraId="3CA1EC72" w14:textId="77777777" w:rsidR="00532FE7" w:rsidRPr="00F823CD" w:rsidRDefault="00532FE7"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Sven Rensinghoff</w:t>
                          </w:r>
                        </w:p>
                        <w:p w14:paraId="2AF89DC5" w14:textId="77777777" w:rsidR="00532FE7" w:rsidRPr="00F823CD" w:rsidRDefault="00532FE7" w:rsidP="007B681F">
                          <w:pPr>
                            <w:tabs>
                              <w:tab w:val="left" w:pos="140"/>
                              <w:tab w:val="left" w:pos="224"/>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+49 5250 511-175</w:t>
                          </w:r>
                        </w:p>
                        <w:p w14:paraId="1EC94591" w14:textId="77777777" w:rsidR="00532FE7" w:rsidRPr="00F823CD" w:rsidRDefault="00532FE7"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s.rensinghoff@bette.de</w:t>
                          </w:r>
                        </w:p>
                        <w:p w14:paraId="2A7E8B97" w14:textId="77777777" w:rsidR="00532FE7" w:rsidRPr="00F823CD" w:rsidRDefault="00532FE7" w:rsidP="00A810C0">
                          <w:pPr>
                            <w:tabs>
                              <w:tab w:val="left" w:pos="140"/>
                            </w:tabs>
                            <w:spacing w:line="200" w:lineRule="exact"/>
                            <w:rPr>
                              <w:rFonts w:ascii="Arial" w:hAnsi="Arial" w:cs="Arial"/>
                              <w:b/>
                              <w:noProof/>
                              <w:sz w:val="14"/>
                              <w:szCs w:val="14"/>
                            </w:rPr>
                          </w:pPr>
                        </w:p>
                        <w:p w14:paraId="53BDF75F" w14:textId="77777777" w:rsidR="00532FE7" w:rsidRPr="00F823CD" w:rsidRDefault="007B681F" w:rsidP="00A810C0">
                          <w:pPr>
                            <w:tabs>
                              <w:tab w:val="left" w:pos="140"/>
                            </w:tabs>
                            <w:spacing w:line="200" w:lineRule="exact"/>
                            <w:rPr>
                              <w:rFonts w:ascii="Arial" w:hAnsi="Arial" w:cs="Arial"/>
                              <w:b/>
                              <w:noProof/>
                              <w:sz w:val="14"/>
                              <w:szCs w:val="14"/>
                            </w:rPr>
                          </w:pPr>
                          <w:r>
                            <w:rPr>
                              <w:rFonts w:ascii="Arial" w:hAnsi="Arial" w:cs="Arial"/>
                              <w:b/>
                              <w:noProof/>
                              <w:sz w:val="14"/>
                              <w:szCs w:val="14"/>
                            </w:rPr>
                            <w:t>Pressekontakt:</w:t>
                          </w:r>
                        </w:p>
                        <w:p w14:paraId="39C7D759" w14:textId="77777777" w:rsidR="00532FE7" w:rsidRDefault="007B681F" w:rsidP="00A810C0">
                          <w:pPr>
                            <w:tabs>
                              <w:tab w:val="left" w:pos="140"/>
                            </w:tabs>
                            <w:spacing w:line="200" w:lineRule="exact"/>
                            <w:rPr>
                              <w:rFonts w:ascii="Arial" w:hAnsi="Arial" w:cs="Arial"/>
                              <w:b/>
                              <w:noProof/>
                              <w:sz w:val="14"/>
                              <w:szCs w:val="14"/>
                            </w:rPr>
                          </w:pPr>
                          <w:r>
                            <w:rPr>
                              <w:rFonts w:ascii="Arial" w:hAnsi="Arial" w:cs="Arial"/>
                              <w:b/>
                              <w:noProof/>
                              <w:sz w:val="14"/>
                              <w:szCs w:val="14"/>
                            </w:rPr>
                            <w:t>Marc Millenet</w:t>
                          </w:r>
                        </w:p>
                        <w:p w14:paraId="429D3105" w14:textId="77777777" w:rsidR="007B681F" w:rsidRDefault="007B681F" w:rsidP="007B681F">
                          <w:pPr>
                            <w:tabs>
                              <w:tab w:val="left" w:pos="140"/>
                              <w:tab w:val="left" w:pos="224"/>
                            </w:tabs>
                            <w:spacing w:line="200" w:lineRule="exact"/>
                            <w:rPr>
                              <w:rFonts w:ascii="Arial" w:hAnsi="Arial" w:cs="Arial"/>
                              <w:b/>
                              <w:noProof/>
                              <w:sz w:val="14"/>
                              <w:szCs w:val="14"/>
                            </w:rPr>
                          </w:pPr>
                          <w:r>
                            <w:rPr>
                              <w:rFonts w:ascii="Arial" w:hAnsi="Arial" w:cs="Arial"/>
                              <w:b/>
                              <w:noProof/>
                              <w:sz w:val="14"/>
                              <w:szCs w:val="14"/>
                            </w:rPr>
                            <w:t>T</w:t>
                          </w:r>
                          <w:r>
                            <w:rPr>
                              <w:rFonts w:ascii="Arial" w:hAnsi="Arial" w:cs="Arial"/>
                              <w:b/>
                              <w:noProof/>
                              <w:sz w:val="14"/>
                              <w:szCs w:val="14"/>
                            </w:rPr>
                            <w:tab/>
                            <w:t>+49 711</w:t>
                          </w:r>
                          <w:r w:rsidRPr="00F823CD">
                            <w:rPr>
                              <w:rFonts w:ascii="Arial" w:hAnsi="Arial" w:cs="Arial"/>
                              <w:b/>
                              <w:noProof/>
                              <w:sz w:val="14"/>
                              <w:szCs w:val="14"/>
                            </w:rPr>
                            <w:t> </w:t>
                          </w:r>
                          <w:r>
                            <w:rPr>
                              <w:rFonts w:ascii="Arial" w:hAnsi="Arial" w:cs="Arial"/>
                              <w:b/>
                              <w:noProof/>
                              <w:sz w:val="14"/>
                              <w:szCs w:val="14"/>
                            </w:rPr>
                            <w:t>954 645-0</w:t>
                          </w:r>
                        </w:p>
                        <w:p w14:paraId="236E75CB" w14:textId="77777777" w:rsidR="007B681F" w:rsidRPr="00F823CD" w:rsidRDefault="007B681F" w:rsidP="007B681F">
                          <w:pPr>
                            <w:tabs>
                              <w:tab w:val="left" w:pos="140"/>
                            </w:tabs>
                            <w:spacing w:line="200" w:lineRule="exact"/>
                            <w:rPr>
                              <w:rFonts w:ascii="Arial" w:hAnsi="Arial" w:cs="Arial"/>
                              <w:b/>
                              <w:noProof/>
                              <w:sz w:val="14"/>
                              <w:szCs w:val="14"/>
                            </w:rPr>
                          </w:pPr>
                          <w:r>
                            <w:rPr>
                              <w:rFonts w:ascii="Arial" w:hAnsi="Arial" w:cs="Arial"/>
                              <w:b/>
                              <w:noProof/>
                              <w:sz w:val="14"/>
                              <w:szCs w:val="14"/>
                            </w:rPr>
                            <w:t>bette@id-pool</w:t>
                          </w:r>
                          <w:r w:rsidRPr="00F823CD">
                            <w:rPr>
                              <w:rFonts w:ascii="Arial" w:hAnsi="Arial" w:cs="Arial"/>
                              <w:b/>
                              <w:noProof/>
                              <w:sz w:val="14"/>
                              <w:szCs w:val="14"/>
                            </w:rPr>
                            <w:t>.de</w:t>
                          </w:r>
                        </w:p>
                        <w:p w14:paraId="5FA9B294" w14:textId="77777777" w:rsidR="00532FE7" w:rsidRPr="00F823CD" w:rsidRDefault="00532FE7" w:rsidP="00A810C0">
                          <w:pPr>
                            <w:tabs>
                              <w:tab w:val="left" w:pos="140"/>
                            </w:tabs>
                            <w:spacing w:line="200" w:lineRule="exact"/>
                            <w:rPr>
                              <w:rFonts w:ascii="Arial" w:hAnsi="Arial" w:cs="Arial"/>
                              <w:b/>
                              <w:noProof/>
                              <w:sz w:val="14"/>
                              <w:szCs w:val="14"/>
                            </w:rPr>
                          </w:pPr>
                        </w:p>
                        <w:p w14:paraId="0C34BCB3" w14:textId="77777777" w:rsidR="00532FE7" w:rsidRPr="00F823CD" w:rsidRDefault="00532FE7"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Abdruck honorarfrei. </w:t>
                          </w:r>
                        </w:p>
                        <w:p w14:paraId="5E37C5D7" w14:textId="77777777" w:rsidR="00532FE7" w:rsidRPr="00F823CD" w:rsidRDefault="008441B4"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Belegexemplare er</w:t>
                          </w:r>
                          <w:r w:rsidR="00532FE7" w:rsidRPr="00F823CD">
                            <w:rPr>
                              <w:rFonts w:ascii="Arial" w:hAnsi="Arial" w:cs="Arial"/>
                              <w:b/>
                              <w:noProof/>
                              <w:sz w:val="14"/>
                              <w:szCs w:val="14"/>
                            </w:rPr>
                            <w:t>beten.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feld 4" o:spid="_x0000_s1026" type="#_x0000_t202" style="position:absolute;margin-left:484.2pt;margin-top:139.4pt;width:85.05pt;height:247.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" filled="f" stroked="f" strokeweight=".5pt">
              <v:textbox inset="0,0,0,0">
                <w:txbxContent>
                  <w:p w14:paraId="0C95B8DC"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Herausgeber: </w:t>
                    </w:r>
                  </w:p>
                  <w:p w14:paraId="66E176CF"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7297C773"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Heinrich-Bette-Straße 1</w:t>
                    </w:r>
                  </w:p>
                  <w:p w14:paraId="43CB8854"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7239DA9A"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308428DA"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5920040B"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www.bette.de</w:t>
                    </w:r>
                  </w:p>
                  <w:p w14:paraId="3C47F376" w14:textId="77777777" w:rsidR="007B681F" w:rsidRDefault="007B681F" w:rsidP="00A810C0">
                    <w:pPr>
                      <w:tabs>
                        <w:tab w:val="left" w:pos="140"/>
                      </w:tabs>
                      <w:spacing w:line="200" w:lineRule="exact"/>
                      <w:rPr>
                        <w:rFonts w:ascii="Arial" w:hAnsi="Arial" w:cs="Arial"/>
                        <w:b/>
                        <w:noProof/>
                        <w:sz w:val="14"/>
                        <w:szCs w:val="14"/>
                      </w:rPr>
                    </w:pPr>
                  </w:p>
                  <w:p w14:paraId="2F53CB10" w14:textId="77777777" w:rsidR="00532FE7" w:rsidRPr="00F823CD" w:rsidRDefault="007B681F" w:rsidP="00A810C0">
                    <w:pPr>
                      <w:tabs>
                        <w:tab w:val="left" w:pos="140"/>
                      </w:tabs>
                      <w:spacing w:line="200" w:lineRule="exact"/>
                      <w:rPr>
                        <w:rFonts w:ascii="Arial" w:hAnsi="Arial" w:cs="Arial"/>
                        <w:b/>
                        <w:noProof/>
                        <w:sz w:val="14"/>
                        <w:szCs w:val="14"/>
                      </w:rPr>
                    </w:pPr>
                    <w:r>
                      <w:rPr>
                        <w:rFonts w:ascii="Arial" w:hAnsi="Arial" w:cs="Arial"/>
                        <w:b/>
                        <w:noProof/>
                        <w:sz w:val="14"/>
                        <w:szCs w:val="14"/>
                      </w:rPr>
                      <w:t>Kontakt Bette:</w:t>
                    </w:r>
                  </w:p>
                  <w:p w14:paraId="3CA1EC72" w14:textId="77777777" w:rsidR="00532FE7" w:rsidRPr="00F823CD" w:rsidRDefault="00532FE7"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Sven Rensinghoff</w:t>
                    </w:r>
                  </w:p>
                  <w:p w14:paraId="2AF89DC5" w14:textId="77777777" w:rsidR="00532FE7" w:rsidRPr="00F823CD" w:rsidRDefault="00532FE7" w:rsidP="007B681F">
                    <w:pPr>
                      <w:tabs>
                        <w:tab w:val="left" w:pos="140"/>
                        <w:tab w:val="left" w:pos="224"/>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+49 5250 511-175</w:t>
                    </w:r>
                  </w:p>
                  <w:p w14:paraId="1EC94591" w14:textId="77777777" w:rsidR="00532FE7" w:rsidRPr="00F823CD" w:rsidRDefault="00532FE7"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s.rensinghoff@bette.de</w:t>
                    </w:r>
                  </w:p>
                  <w:p w14:paraId="2A7E8B97" w14:textId="77777777" w:rsidR="00532FE7" w:rsidRPr="00F823CD" w:rsidRDefault="00532FE7" w:rsidP="00A810C0">
                    <w:pPr>
                      <w:tabs>
                        <w:tab w:val="left" w:pos="140"/>
                      </w:tabs>
                      <w:spacing w:line="200" w:lineRule="exact"/>
                      <w:rPr>
                        <w:rFonts w:ascii="Arial" w:hAnsi="Arial" w:cs="Arial"/>
                        <w:b/>
                        <w:noProof/>
                        <w:sz w:val="14"/>
                        <w:szCs w:val="14"/>
                      </w:rPr>
                    </w:pPr>
                  </w:p>
                  <w:p w14:paraId="53BDF75F" w14:textId="77777777" w:rsidR="00532FE7" w:rsidRPr="00F823CD" w:rsidRDefault="007B681F" w:rsidP="00A810C0">
                    <w:pPr>
                      <w:tabs>
                        <w:tab w:val="left" w:pos="140"/>
                      </w:tabs>
                      <w:spacing w:line="200" w:lineRule="exact"/>
                      <w:rPr>
                        <w:rFonts w:ascii="Arial" w:hAnsi="Arial" w:cs="Arial"/>
                        <w:b/>
                        <w:noProof/>
                        <w:sz w:val="14"/>
                        <w:szCs w:val="14"/>
                      </w:rPr>
                    </w:pPr>
                    <w:r>
                      <w:rPr>
                        <w:rFonts w:ascii="Arial" w:hAnsi="Arial" w:cs="Arial"/>
                        <w:b/>
                        <w:noProof/>
                        <w:sz w:val="14"/>
                        <w:szCs w:val="14"/>
                      </w:rPr>
                      <w:t>Pressekontakt:</w:t>
                    </w:r>
                  </w:p>
                  <w:p w14:paraId="39C7D759" w14:textId="77777777" w:rsidR="00532FE7" w:rsidRDefault="007B681F" w:rsidP="00A810C0">
                    <w:pPr>
                      <w:tabs>
                        <w:tab w:val="left" w:pos="140"/>
                      </w:tabs>
                      <w:spacing w:line="200" w:lineRule="exact"/>
                      <w:rPr>
                        <w:rFonts w:ascii="Arial" w:hAnsi="Arial" w:cs="Arial"/>
                        <w:b/>
                        <w:noProof/>
                        <w:sz w:val="14"/>
                        <w:szCs w:val="14"/>
                      </w:rPr>
                    </w:pPr>
                    <w:r>
                      <w:rPr>
                        <w:rFonts w:ascii="Arial" w:hAnsi="Arial" w:cs="Arial"/>
                        <w:b/>
                        <w:noProof/>
                        <w:sz w:val="14"/>
                        <w:szCs w:val="14"/>
                      </w:rPr>
                      <w:t>Marc Millenet</w:t>
                    </w:r>
                  </w:p>
                  <w:p w14:paraId="429D3105" w14:textId="77777777" w:rsidR="007B681F" w:rsidRDefault="007B681F" w:rsidP="007B681F">
                    <w:pPr>
                      <w:tabs>
                        <w:tab w:val="left" w:pos="140"/>
                        <w:tab w:val="left" w:pos="224"/>
                      </w:tabs>
                      <w:spacing w:line="200" w:lineRule="exact"/>
                      <w:rPr>
                        <w:rFonts w:ascii="Arial" w:hAnsi="Arial" w:cs="Arial"/>
                        <w:b/>
                        <w:noProof/>
                        <w:sz w:val="14"/>
                        <w:szCs w:val="14"/>
                      </w:rPr>
                    </w:pPr>
                    <w:r>
                      <w:rPr>
                        <w:rFonts w:ascii="Arial" w:hAnsi="Arial" w:cs="Arial"/>
                        <w:b/>
                        <w:noProof/>
                        <w:sz w:val="14"/>
                        <w:szCs w:val="14"/>
                      </w:rPr>
                      <w:t>T</w:t>
                    </w:r>
                    <w:r>
                      <w:rPr>
                        <w:rFonts w:ascii="Arial" w:hAnsi="Arial" w:cs="Arial"/>
                        <w:b/>
                        <w:noProof/>
                        <w:sz w:val="14"/>
                        <w:szCs w:val="14"/>
                      </w:rPr>
                      <w:tab/>
                      <w:t>+49 711</w:t>
                    </w:r>
                    <w:r w:rsidRPr="00F823CD">
                      <w:rPr>
                        <w:rFonts w:ascii="Arial" w:hAnsi="Arial" w:cs="Arial"/>
                        <w:b/>
                        <w:noProof/>
                        <w:sz w:val="14"/>
                        <w:szCs w:val="14"/>
                      </w:rPr>
                      <w:t> </w:t>
                    </w:r>
                    <w:r>
                      <w:rPr>
                        <w:rFonts w:ascii="Arial" w:hAnsi="Arial" w:cs="Arial"/>
                        <w:b/>
                        <w:noProof/>
                        <w:sz w:val="14"/>
                        <w:szCs w:val="14"/>
                      </w:rPr>
                      <w:t>954 645-0</w:t>
                    </w:r>
                  </w:p>
                  <w:p w14:paraId="236E75CB" w14:textId="77777777" w:rsidR="007B681F" w:rsidRPr="00F823CD" w:rsidRDefault="007B681F" w:rsidP="007B681F">
                    <w:pPr>
                      <w:tabs>
                        <w:tab w:val="left" w:pos="140"/>
                      </w:tabs>
                      <w:spacing w:line="200" w:lineRule="exact"/>
                      <w:rPr>
                        <w:rFonts w:ascii="Arial" w:hAnsi="Arial" w:cs="Arial"/>
                        <w:b/>
                        <w:noProof/>
                        <w:sz w:val="14"/>
                        <w:szCs w:val="14"/>
                      </w:rPr>
                    </w:pPr>
                    <w:r>
                      <w:rPr>
                        <w:rFonts w:ascii="Arial" w:hAnsi="Arial" w:cs="Arial"/>
                        <w:b/>
                        <w:noProof/>
                        <w:sz w:val="14"/>
                        <w:szCs w:val="14"/>
                      </w:rPr>
                      <w:t>bette@id-pool</w:t>
                    </w:r>
                    <w:r w:rsidRPr="00F823CD">
                      <w:rPr>
                        <w:rFonts w:ascii="Arial" w:hAnsi="Arial" w:cs="Arial"/>
                        <w:b/>
                        <w:noProof/>
                        <w:sz w:val="14"/>
                        <w:szCs w:val="14"/>
                      </w:rPr>
                      <w:t>.de</w:t>
                    </w:r>
                  </w:p>
                  <w:p w14:paraId="5FA9B294" w14:textId="77777777" w:rsidR="00532FE7" w:rsidRPr="00F823CD" w:rsidRDefault="00532FE7" w:rsidP="00A810C0">
                    <w:pPr>
                      <w:tabs>
                        <w:tab w:val="left" w:pos="140"/>
                      </w:tabs>
                      <w:spacing w:line="200" w:lineRule="exact"/>
                      <w:rPr>
                        <w:rFonts w:ascii="Arial" w:hAnsi="Arial" w:cs="Arial"/>
                        <w:b/>
                        <w:noProof/>
                        <w:sz w:val="14"/>
                        <w:szCs w:val="14"/>
                      </w:rPr>
                    </w:pPr>
                  </w:p>
                  <w:p w14:paraId="0C34BCB3" w14:textId="77777777" w:rsidR="00532FE7" w:rsidRPr="00F823CD" w:rsidRDefault="00532FE7"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Abdruck honorarfrei. </w:t>
                    </w:r>
                  </w:p>
                  <w:p w14:paraId="5E37C5D7" w14:textId="77777777" w:rsidR="00532FE7" w:rsidRPr="00F823CD" w:rsidRDefault="008441B4"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Belegexemplare er</w:t>
                    </w:r>
                    <w:r w:rsidR="00532FE7" w:rsidRPr="00F823CD">
                      <w:rPr>
                        <w:rFonts w:ascii="Arial" w:hAnsi="Arial" w:cs="Arial"/>
                        <w:b/>
                        <w:noProof/>
                        <w:sz w:val="14"/>
                        <w:szCs w:val="14"/>
                      </w:rPr>
                      <w:t>beten.</w:t>
                    </w:r>
                  </w:p>
                </w:txbxContent>
              </v:textbox>
              <w10:wrap anchorx="page" anchory="page"/>
            </v:shape>
          </w:pict>
        </mc:Fallback>
      </mc:AlternateContent>
    </w:r>
    <w:r w:rsidRPr="00532FE7">
      <w:t>Pressemitteilung</w:t>
    </w:r>
  </w:p>
  <w:p w14:paraId="41FAE179" w14:textId="77777777" w:rsidR="00A810C0" w:rsidRDefault="00A810C0" w:rsidP="00F823CD">
    <w:pPr>
      <w:pStyle w:val="Subline"/>
    </w:pPr>
    <w:r>
      <w:t xml:space="preserve">Seite </w:t>
    </w:r>
    <w:r>
      <w:fldChar w:fldCharType="begin"/>
    </w:r>
    <w:r>
      <w:instrText xml:space="preserve"> PAGE   \* MERGEFORMAT </w:instrText>
    </w:r>
    <w:r>
      <w:fldChar w:fldCharType="separate"/>
    </w:r>
    <w:r w:rsidR="00C04CD2">
      <w:rPr>
        <w:noProof/>
      </w:rPr>
      <w:t>1</w:t>
    </w:r>
    <w:r>
      <w:fldChar w:fldCharType="end"/>
    </w:r>
    <w:r>
      <w:t>/</w:t>
    </w:r>
    <w:fldSimple w:instr=" NUMPAGES   \* MERGEFORMAT ">
      <w:r w:rsidR="00C04CD2">
        <w:rPr>
          <w:noProof/>
        </w:rPr>
        <w:t>1</w:t>
      </w:r>
    </w:fldSimple>
  </w:p>
  <w:p w14:paraId="50A8B1C1" w14:textId="77777777" w:rsidR="00A810C0" w:rsidRDefault="00A810C0" w:rsidP="00A810C0"/>
  <w:p w14:paraId="72B807EF" w14:textId="77777777" w:rsidR="00A810C0" w:rsidRPr="00532FE7" w:rsidRDefault="00A810C0" w:rsidP="00640BB0">
    <w:pPr>
      <w:spacing w:line="560"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9"/>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5EB0"/>
    <w:rsid w:val="000338AE"/>
    <w:rsid w:val="0007579C"/>
    <w:rsid w:val="000A16FA"/>
    <w:rsid w:val="000B0749"/>
    <w:rsid w:val="000C1E57"/>
    <w:rsid w:val="00104F54"/>
    <w:rsid w:val="00181E54"/>
    <w:rsid w:val="00273CDC"/>
    <w:rsid w:val="002900C1"/>
    <w:rsid w:val="002D4E34"/>
    <w:rsid w:val="002E4994"/>
    <w:rsid w:val="002F25C9"/>
    <w:rsid w:val="0034697A"/>
    <w:rsid w:val="00390DA2"/>
    <w:rsid w:val="003B29C7"/>
    <w:rsid w:val="004965BC"/>
    <w:rsid w:val="004B328F"/>
    <w:rsid w:val="00523792"/>
    <w:rsid w:val="00532DB8"/>
    <w:rsid w:val="00532FE7"/>
    <w:rsid w:val="00587A89"/>
    <w:rsid w:val="005A175C"/>
    <w:rsid w:val="005B5EB0"/>
    <w:rsid w:val="005D12B9"/>
    <w:rsid w:val="0062695A"/>
    <w:rsid w:val="00640BB0"/>
    <w:rsid w:val="00645823"/>
    <w:rsid w:val="006D5B60"/>
    <w:rsid w:val="00714150"/>
    <w:rsid w:val="00723A71"/>
    <w:rsid w:val="007B681F"/>
    <w:rsid w:val="008441B4"/>
    <w:rsid w:val="008902E3"/>
    <w:rsid w:val="008D77AD"/>
    <w:rsid w:val="008F0D71"/>
    <w:rsid w:val="00900E65"/>
    <w:rsid w:val="009115A1"/>
    <w:rsid w:val="0097794F"/>
    <w:rsid w:val="009E3261"/>
    <w:rsid w:val="009E465E"/>
    <w:rsid w:val="00A606AC"/>
    <w:rsid w:val="00A810C0"/>
    <w:rsid w:val="00AA4B66"/>
    <w:rsid w:val="00B66186"/>
    <w:rsid w:val="00C04CD2"/>
    <w:rsid w:val="00C32D35"/>
    <w:rsid w:val="00CB4ED1"/>
    <w:rsid w:val="00CF605F"/>
    <w:rsid w:val="00D357B5"/>
    <w:rsid w:val="00D87AF3"/>
    <w:rsid w:val="00DA732D"/>
    <w:rsid w:val="00DC40E8"/>
    <w:rsid w:val="00DF3D24"/>
    <w:rsid w:val="00E41A26"/>
    <w:rsid w:val="00E712E3"/>
    <w:rsid w:val="00F35B2A"/>
    <w:rsid w:val="00F823CD"/>
    <w:rsid w:val="00FA10D9"/>
    <w:rsid w:val="00FE5D45"/>
    <w:rsid w:val="00FE5FF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A0AE3A7"/>
  <w15:docId w15:val="{820E2AD7-A044-C740-B2CD-C5B570E68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823CD"/>
    <w:pPr>
      <w:spacing w:after="0" w:line="280" w:lineRule="exact"/>
    </w:pPr>
    <w:rPr>
      <w:rFonts w:ascii="Times New Roman" w:hAnsi="Times New Roman"/>
      <w:sz w:val="23"/>
    </w:rPr>
  </w:style>
  <w:style w:type="paragraph" w:styleId="berschrift1">
    <w:name w:val="heading 1"/>
    <w:basedOn w:val="Standard"/>
    <w:next w:val="Standard"/>
    <w:link w:val="berschrift1Zchn"/>
    <w:uiPriority w:val="9"/>
    <w:qFormat/>
    <w:rsid w:val="00C32D35"/>
    <w:pPr>
      <w:keepNext/>
      <w:keepLines/>
      <w:spacing w:line="240" w:lineRule="auto"/>
      <w:outlineLvl w:val="0"/>
    </w:pPr>
    <w:rPr>
      <w:rFonts w:ascii="Suisse Int'l Medium" w:eastAsiaTheme="majorEastAsia" w:hAnsi="Suisse Int'l Medium" w:cstheme="majorBidi"/>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32FE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32FE7"/>
    <w:rPr>
      <w:rFonts w:ascii="Suisse Works Book" w:hAnsi="Suisse Works Book"/>
      <w:sz w:val="20"/>
    </w:rPr>
  </w:style>
  <w:style w:type="paragraph" w:styleId="Fuzeile">
    <w:name w:val="footer"/>
    <w:basedOn w:val="Standard"/>
    <w:link w:val="FuzeileZchn"/>
    <w:uiPriority w:val="99"/>
    <w:unhideWhenUsed/>
    <w:rsid w:val="00532FE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32FE7"/>
    <w:rPr>
      <w:rFonts w:ascii="Suisse Works Book" w:hAnsi="Suisse Works Book"/>
      <w:sz w:val="20"/>
    </w:rPr>
  </w:style>
  <w:style w:type="paragraph" w:customStyle="1" w:styleId="Subline">
    <w:name w:val="Subline"/>
    <w:basedOn w:val="Standard"/>
    <w:qFormat/>
    <w:rsid w:val="00F823CD"/>
    <w:rPr>
      <w:rFonts w:ascii="Arial" w:hAnsi="Arial" w:cs="Suisse Int'l Medium"/>
      <w:b/>
      <w:sz w:val="21"/>
    </w:rPr>
  </w:style>
  <w:style w:type="character" w:customStyle="1" w:styleId="berschrift1Zchn">
    <w:name w:val="Überschrift 1 Zchn"/>
    <w:basedOn w:val="Absatz-Standardschriftart"/>
    <w:link w:val="berschrift1"/>
    <w:uiPriority w:val="9"/>
    <w:rsid w:val="00C32D35"/>
    <w:rPr>
      <w:rFonts w:ascii="Suisse Int'l Medium" w:eastAsiaTheme="majorEastAsia" w:hAnsi="Suisse Int'l Medium" w:cstheme="majorBidi"/>
      <w:bCs/>
      <w:sz w:val="28"/>
      <w:szCs w:val="28"/>
    </w:rPr>
  </w:style>
  <w:style w:type="paragraph" w:customStyle="1" w:styleId="Adresse">
    <w:name w:val="Adresse"/>
    <w:basedOn w:val="Standard"/>
    <w:qFormat/>
    <w:rsid w:val="00FA10D9"/>
    <w:pPr>
      <w:tabs>
        <w:tab w:val="left" w:pos="224"/>
      </w:tabs>
      <w:spacing w:line="200" w:lineRule="exact"/>
    </w:pPr>
    <w:rPr>
      <w:rFonts w:ascii="Suisse Int'l Medium" w:hAnsi="Suisse Int'l Medium" w:cs="Suisse Int'l Medium"/>
      <w:sz w:val="14"/>
      <w:szCs w:val="14"/>
    </w:rPr>
  </w:style>
  <w:style w:type="paragraph" w:styleId="Sprechblasentext">
    <w:name w:val="Balloon Text"/>
    <w:basedOn w:val="Standard"/>
    <w:link w:val="SprechblasentextZchn"/>
    <w:uiPriority w:val="99"/>
    <w:semiHidden/>
    <w:unhideWhenUsed/>
    <w:rsid w:val="006D5B60"/>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D5B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Zentralkomitee:Users:mm:Library:Application%20Support:Microsoft:Office:Benutzervorlagen:Meine%20Vorlagen:BETTE_PRESSEPAPIER_DE.dotx" TargetMode="External"/></Relationships>
</file>

<file path=word/theme/theme1.xml><?xml version="1.0" encoding="utf-8"?>
<a:theme xmlns:a="http://schemas.openxmlformats.org/drawingml/2006/main" name="Bette_Office-Design">
  <a:themeElements>
    <a:clrScheme name="Bette">
      <a:dk1>
        <a:sysClr val="windowText" lastClr="000000"/>
      </a:dk1>
      <a:lt1>
        <a:sysClr val="window" lastClr="FFFFFF"/>
      </a:lt1>
      <a:dk2>
        <a:srgbClr val="004965"/>
      </a:dk2>
      <a:lt2>
        <a:srgbClr val="E6E6E6"/>
      </a:lt2>
      <a:accent1>
        <a:srgbClr val="0EA795"/>
      </a:accent1>
      <a:accent2>
        <a:srgbClr val="004965"/>
      </a:accent2>
      <a:accent3>
        <a:srgbClr val="00A7E3"/>
      </a:accent3>
      <a:accent4>
        <a:srgbClr val="FF6A60"/>
      </a:accent4>
      <a:accent5>
        <a:srgbClr val="E6E6E6"/>
      </a:accent5>
      <a:accent6>
        <a:srgbClr val="F2F2F2"/>
      </a:accent6>
      <a:hlink>
        <a:srgbClr val="FF6A60"/>
      </a:hlink>
      <a:folHlink>
        <a:srgbClr val="0EA795"/>
      </a:folHlink>
    </a:clrScheme>
    <a:fontScheme name="Bette">
      <a:majorFont>
        <a:latin typeface="Suisse Int'l Medium"/>
        <a:ea typeface=""/>
        <a:cs typeface=""/>
      </a:majorFont>
      <a:minorFont>
        <a:latin typeface="Suisse Int'l Medium"/>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spAutoFit/>
      </a:bodyPr>
      <a:lstStyle>
        <a:defPPr>
          <a:defRPr dirty="0"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5FCC55D4B91F498E299874C7EF694A" ma:contentTypeVersion="12" ma:contentTypeDescription="Ein neues Dokument erstellen." ma:contentTypeScope="" ma:versionID="74617e7ab0d41645ebbb96b6ebd3554f">
  <xsd:schema xmlns:xsd="http://www.w3.org/2001/XMLSchema" xmlns:xs="http://www.w3.org/2001/XMLSchema" xmlns:p="http://schemas.microsoft.com/office/2006/metadata/properties" xmlns:ns2="38e53f9a-f40d-496f-b31f-dedb85a97cfb" xmlns:ns3="a4a58507-680e-4a14-99f2-60354aa4524e" targetNamespace="http://schemas.microsoft.com/office/2006/metadata/properties" ma:root="true" ma:fieldsID="efdaafba3a081cb464e790311dc8fc11" ns2:_="" ns3:_="">
    <xsd:import namespace="38e53f9a-f40d-496f-b31f-dedb85a97cfb"/>
    <xsd:import namespace="a4a58507-680e-4a14-99f2-60354aa452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e53f9a-f40d-496f-b31f-dedb85a97cfb"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4a58507-680e-4a14-99f2-60354aa452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6032EF-80E3-47C5-8C61-5622830C4A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e53f9a-f40d-496f-b31f-dedb85a97cfb"/>
    <ds:schemaRef ds:uri="a4a58507-680e-4a14-99f2-60354aa452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B3766E-3D35-4074-9CAF-A257E5F57DA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14A5ECC-083D-4758-AD98-F80059BF0A1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Zentralkomitee:Users:mm:Library:Application%20Support:Microsoft:Office:Benutzervorlagen:Meine%20Vorlagen:BETTE_PRESSEPAPIER_DE.dotx</Template>
  <TotalTime>0</TotalTime>
  <Pages>6</Pages>
  <Words>1425</Words>
  <Characters>8983</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Millenet</dc:creator>
  <cp:lastModifiedBy>Marc Millenet</cp:lastModifiedBy>
  <cp:revision>17</cp:revision>
  <cp:lastPrinted>2017-03-06T17:48:00Z</cp:lastPrinted>
  <dcterms:created xsi:type="dcterms:W3CDTF">2019-07-05T07:57:00Z</dcterms:created>
  <dcterms:modified xsi:type="dcterms:W3CDTF">2020-05-25T14:05:00Z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0x010100075FCC55D4B91F498E299874C7EF694A</vt:lpwstr>
  </property>
</Properties>
</file>