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9B4FF" w14:textId="3212184D" w:rsidR="008441B4" w:rsidRPr="00F53813" w:rsidRDefault="008441B4" w:rsidP="00F823CD">
      <w:pPr>
        <w:rPr>
          <w:lang w:val="en-GB"/>
        </w:rPr>
      </w:pPr>
      <w:r w:rsidRPr="00F53813">
        <w:rPr>
          <w:lang w:val="en-GB"/>
        </w:rPr>
        <w:t>Delbrück, June 2020</w:t>
      </w:r>
    </w:p>
    <w:p w14:paraId="5D814CC3" w14:textId="77777777" w:rsidR="00CB4ED1" w:rsidRPr="00F53813" w:rsidRDefault="00CB4ED1" w:rsidP="00CB4ED1">
      <w:pPr>
        <w:rPr>
          <w:rFonts w:ascii="Arial" w:hAnsi="Arial" w:cs="Suisse Int'l Medium"/>
          <w:b/>
          <w:sz w:val="21"/>
          <w:lang w:val="en-GB"/>
        </w:rPr>
      </w:pPr>
    </w:p>
    <w:p w14:paraId="4EB5D89C" w14:textId="5E5753F7" w:rsidR="00CB4ED1" w:rsidRPr="00F53813" w:rsidRDefault="00F53813" w:rsidP="00CB4ED1">
      <w:pPr>
        <w:rPr>
          <w:rFonts w:ascii="Arial" w:hAnsi="Arial" w:cs="Suisse Int'l Medium"/>
          <w:b/>
          <w:sz w:val="21"/>
          <w:lang w:val="en-GB"/>
        </w:rPr>
      </w:pPr>
      <w:proofErr w:type="gramStart"/>
      <w:r w:rsidRPr="00F53813">
        <w:rPr>
          <w:rFonts w:ascii="Arial" w:hAnsi="Arial" w:cs="Suisse Int'l Medium"/>
          <w:b/>
          <w:sz w:val="21"/>
          <w:lang w:val="en-GB"/>
        </w:rPr>
        <w:t>Let's</w:t>
      </w:r>
      <w:proofErr w:type="gramEnd"/>
      <w:r w:rsidRPr="00F53813">
        <w:rPr>
          <w:rFonts w:ascii="Arial" w:hAnsi="Arial" w:cs="Suisse Int'l Medium"/>
          <w:b/>
          <w:sz w:val="21"/>
          <w:lang w:val="en-GB"/>
        </w:rPr>
        <w:t xml:space="preserve"> talk about the folded rim</w:t>
      </w:r>
      <w:r w:rsidR="008E7A9C" w:rsidRPr="00F53813">
        <w:rPr>
          <w:rFonts w:ascii="Arial" w:hAnsi="Arial" w:cs="Suisse Int'l Medium"/>
          <w:b/>
          <w:sz w:val="21"/>
          <w:lang w:val="en-GB"/>
        </w:rPr>
        <w:t>!</w:t>
      </w:r>
    </w:p>
    <w:p w14:paraId="3143C685" w14:textId="77777777" w:rsidR="002D4E34" w:rsidRPr="00F53813" w:rsidRDefault="002D4E34" w:rsidP="000C1E57">
      <w:pPr>
        <w:rPr>
          <w:rFonts w:ascii="Arial" w:hAnsi="Arial" w:cs="Suisse Int'l Medium"/>
          <w:b/>
          <w:sz w:val="21"/>
          <w:lang w:val="en-GB"/>
        </w:rPr>
      </w:pPr>
    </w:p>
    <w:p w14:paraId="10239ABC" w14:textId="77777777" w:rsidR="000C1E57" w:rsidRPr="00F53813" w:rsidRDefault="000C1E57" w:rsidP="00CB4ED1">
      <w:pPr>
        <w:rPr>
          <w:rFonts w:ascii="Arial" w:hAnsi="Arial" w:cs="Suisse Int'l Medium"/>
          <w:b/>
          <w:sz w:val="21"/>
          <w:lang w:val="en-GB"/>
        </w:rPr>
      </w:pPr>
    </w:p>
    <w:p w14:paraId="40F3DD89" w14:textId="77777777" w:rsidR="00CB4ED1" w:rsidRPr="00F53813" w:rsidRDefault="00CB4ED1" w:rsidP="00CB4ED1">
      <w:pPr>
        <w:rPr>
          <w:rFonts w:ascii="Arial" w:hAnsi="Arial" w:cs="Suisse Int'l Medium"/>
          <w:b/>
          <w:sz w:val="21"/>
          <w:lang w:val="en-GB"/>
        </w:rPr>
      </w:pPr>
      <w:r w:rsidRPr="00F53813">
        <w:rPr>
          <w:rFonts w:ascii="Arial" w:hAnsi="Arial" w:cs="Suisse Int'l Medium"/>
          <w:b/>
          <w:sz w:val="21"/>
          <w:lang w:val="en-GB"/>
        </w:rPr>
        <w:t>Summary</w:t>
      </w:r>
    </w:p>
    <w:p w14:paraId="590C602B" w14:textId="15D249EA" w:rsidR="000C1E57" w:rsidRPr="00F53813" w:rsidRDefault="00096B2D" w:rsidP="00CB4ED1">
      <w:pPr>
        <w:rPr>
          <w:rFonts w:ascii="Arial" w:hAnsi="Arial" w:cs="Suisse Int'l Medium"/>
          <w:b/>
          <w:sz w:val="21"/>
          <w:lang w:val="en-GB"/>
        </w:rPr>
      </w:pPr>
      <w:r w:rsidRPr="00F53813">
        <w:rPr>
          <w:rFonts w:cs="Times New Roman"/>
          <w:szCs w:val="23"/>
          <w:lang w:val="en-GB"/>
        </w:rPr>
        <w:t xml:space="preserve">Honest materials, straight lines, generous areas, minimal joints, plain colours – puristically designed bathrooms radiate harmony and tranquility, but they are loved by their occupants. Their power and clarity spring from the reduction to the essential, the omission of anything extraneous. However, this also means that the details become more important, as the eye in the minimalist bathroom </w:t>
      </w:r>
      <w:proofErr w:type="gramStart"/>
      <w:r w:rsidRPr="00F53813">
        <w:rPr>
          <w:rFonts w:cs="Times New Roman"/>
          <w:szCs w:val="23"/>
          <w:lang w:val="en-GB"/>
        </w:rPr>
        <w:t>is not distracted</w:t>
      </w:r>
      <w:proofErr w:type="gramEnd"/>
      <w:r w:rsidRPr="00F53813">
        <w:rPr>
          <w:rFonts w:cs="Times New Roman"/>
          <w:szCs w:val="23"/>
          <w:lang w:val="en-GB"/>
        </w:rPr>
        <w:t xml:space="preserve"> by ornamentation and décor.</w:t>
      </w:r>
    </w:p>
    <w:p w14:paraId="7498D265" w14:textId="77777777" w:rsidR="00096B2D" w:rsidRPr="00F53813" w:rsidRDefault="00096B2D" w:rsidP="000C1E57">
      <w:pPr>
        <w:rPr>
          <w:rFonts w:ascii="Arial" w:hAnsi="Arial" w:cs="Suisse Int'l Medium"/>
          <w:b/>
          <w:sz w:val="21"/>
          <w:lang w:val="en-GB"/>
        </w:rPr>
      </w:pPr>
    </w:p>
    <w:p w14:paraId="7D2D5046" w14:textId="77777777" w:rsidR="00CB4ED1" w:rsidRPr="00F53813" w:rsidRDefault="00CB4ED1">
      <w:pPr>
        <w:spacing w:after="200" w:line="276" w:lineRule="auto"/>
        <w:rPr>
          <w:rFonts w:ascii="Arial" w:hAnsi="Arial" w:cs="Suisse Int'l Medium"/>
          <w:b/>
          <w:szCs w:val="23"/>
          <w:lang w:val="en-GB"/>
        </w:rPr>
      </w:pPr>
      <w:r w:rsidRPr="00F53813">
        <w:rPr>
          <w:rFonts w:ascii="Arial" w:hAnsi="Arial" w:cs="Suisse Int'l Medium"/>
          <w:b/>
          <w:szCs w:val="23"/>
          <w:lang w:val="en-GB"/>
        </w:rPr>
        <w:br w:type="page"/>
      </w:r>
    </w:p>
    <w:p w14:paraId="5DAB3CE8" w14:textId="68761762" w:rsidR="008441B4" w:rsidRPr="00F53813" w:rsidRDefault="00F53813" w:rsidP="000C1E57">
      <w:pPr>
        <w:rPr>
          <w:rFonts w:ascii="Arial" w:hAnsi="Arial" w:cs="Suisse Int'l Medium"/>
          <w:b/>
          <w:szCs w:val="23"/>
          <w:lang w:val="en-GB"/>
        </w:rPr>
      </w:pPr>
      <w:proofErr w:type="gramStart"/>
      <w:r>
        <w:rPr>
          <w:rFonts w:ascii="Arial" w:hAnsi="Arial" w:cs="Suisse Int'l Medium"/>
          <w:b/>
          <w:szCs w:val="23"/>
          <w:lang w:val="en-GB"/>
        </w:rPr>
        <w:lastRenderedPageBreak/>
        <w:t>Let's</w:t>
      </w:r>
      <w:proofErr w:type="gramEnd"/>
      <w:r>
        <w:rPr>
          <w:rFonts w:ascii="Arial" w:hAnsi="Arial" w:cs="Suisse Int'l Medium"/>
          <w:b/>
          <w:szCs w:val="23"/>
          <w:lang w:val="en-GB"/>
        </w:rPr>
        <w:t xml:space="preserve"> talk about the folded rim</w:t>
      </w:r>
      <w:r w:rsidR="008E7A9C" w:rsidRPr="00F53813">
        <w:rPr>
          <w:rFonts w:ascii="Arial" w:hAnsi="Arial" w:cs="Suisse Int'l Medium"/>
          <w:b/>
          <w:szCs w:val="23"/>
          <w:lang w:val="en-GB"/>
        </w:rPr>
        <w:t>!</w:t>
      </w:r>
    </w:p>
    <w:p w14:paraId="0D4C6973" w14:textId="77777777" w:rsidR="000C1E57" w:rsidRPr="00F53813" w:rsidRDefault="000C1E57" w:rsidP="000C1E57">
      <w:pPr>
        <w:rPr>
          <w:lang w:val="en-GB"/>
        </w:rPr>
      </w:pPr>
    </w:p>
    <w:p w14:paraId="47761A19" w14:textId="13F8D229" w:rsidR="00C32D35" w:rsidRPr="00F53813" w:rsidRDefault="008E7A9C" w:rsidP="00C32D35">
      <w:pPr>
        <w:rPr>
          <w:b/>
          <w:bCs/>
          <w:lang w:val="en-GB"/>
        </w:rPr>
      </w:pPr>
      <w:r w:rsidRPr="00F53813">
        <w:rPr>
          <w:b/>
          <w:bCs/>
          <w:lang w:val="en-GB"/>
        </w:rPr>
        <w:t xml:space="preserve">Honest materials, straight lines, generous areas, minimal joints, plain colours – puristically designed bathrooms radiate harmony and tranquility, but they are loved by their occupants. Their power and clarity spring from the reduction to the essential, the omission of anything extraneous. However, this also means that the details become more important, as the eye in the minimalist bathroom </w:t>
      </w:r>
      <w:proofErr w:type="gramStart"/>
      <w:r w:rsidRPr="00F53813">
        <w:rPr>
          <w:b/>
          <w:bCs/>
          <w:lang w:val="en-GB"/>
        </w:rPr>
        <w:t>is not distracted</w:t>
      </w:r>
      <w:proofErr w:type="gramEnd"/>
      <w:r w:rsidRPr="00F53813">
        <w:rPr>
          <w:b/>
          <w:bCs/>
          <w:lang w:val="en-GB"/>
        </w:rPr>
        <w:t xml:space="preserve"> by ornamentation and décor.</w:t>
      </w:r>
    </w:p>
    <w:p w14:paraId="4BA31CAD" w14:textId="4B8FF203" w:rsidR="008E7A9C" w:rsidRPr="00F53813" w:rsidRDefault="008E7A9C" w:rsidP="00C32D35">
      <w:pPr>
        <w:rPr>
          <w:lang w:val="en-GB"/>
        </w:rPr>
      </w:pPr>
    </w:p>
    <w:p w14:paraId="6199401E" w14:textId="77777777" w:rsidR="008E7A9C" w:rsidRPr="00F53813" w:rsidRDefault="008E7A9C" w:rsidP="008E7A9C">
      <w:pPr>
        <w:rPr>
          <w:lang w:val="en-GB"/>
        </w:rPr>
      </w:pPr>
      <w:r w:rsidRPr="00F53813">
        <w:rPr>
          <w:lang w:val="en-GB"/>
        </w:rPr>
        <w:t xml:space="preserve">One of these details is aesthetic, flush transitions between the materials, for example between the washbasin and furniture or the bath and tiles, wood or natural stone. Differences in height, unevenness or large gaps are particularly noticeable in these places, causing restlessness and disturbing the harmony. At this fine border, skilled </w:t>
      </w:r>
      <w:proofErr w:type="gramStart"/>
      <w:r w:rsidRPr="00F53813">
        <w:rPr>
          <w:lang w:val="en-GB"/>
        </w:rPr>
        <w:t>craftsmanship</w:t>
      </w:r>
      <w:proofErr w:type="gramEnd"/>
      <w:r w:rsidRPr="00F53813">
        <w:rPr>
          <w:lang w:val="en-GB"/>
        </w:rPr>
        <w:t xml:space="preserve"> differs from standard industrial solutions. </w:t>
      </w:r>
    </w:p>
    <w:p w14:paraId="4F3DB163" w14:textId="77777777" w:rsidR="008E7A9C" w:rsidRPr="00F53813" w:rsidRDefault="008E7A9C" w:rsidP="008E7A9C">
      <w:pPr>
        <w:rPr>
          <w:lang w:val="en-GB"/>
        </w:rPr>
      </w:pPr>
    </w:p>
    <w:p w14:paraId="0CCB11CA" w14:textId="63DA9788" w:rsidR="008E7A9C" w:rsidRPr="00F53813" w:rsidRDefault="008E7A9C" w:rsidP="008E7A9C">
      <w:pPr>
        <w:rPr>
          <w:lang w:val="en-GB"/>
        </w:rPr>
      </w:pPr>
      <w:r w:rsidRPr="00F53813">
        <w:rPr>
          <w:lang w:val="en-GB"/>
        </w:rPr>
        <w:t xml:space="preserve">This is why the bathroom specialist Bette made an enormous effort to make the folded </w:t>
      </w:r>
      <w:r w:rsidR="00235897">
        <w:rPr>
          <w:lang w:val="en-GB"/>
        </w:rPr>
        <w:t>rims</w:t>
      </w:r>
      <w:r w:rsidRPr="00F53813">
        <w:rPr>
          <w:lang w:val="en-GB"/>
        </w:rPr>
        <w:t xml:space="preserve"> of its bathroom elements as delicate </w:t>
      </w:r>
      <w:r w:rsidR="00D06ECD">
        <w:rPr>
          <w:lang w:val="en-GB"/>
        </w:rPr>
        <w:t xml:space="preserve">as </w:t>
      </w:r>
      <w:r w:rsidRPr="00F53813">
        <w:rPr>
          <w:lang w:val="en-GB"/>
        </w:rPr>
        <w:t xml:space="preserve">possible. With masterful control of the material, plenty of heat and lots of pressure, the Delbrück-based company achieved a slender eight millimetres at this point - a record figure for glazed titanium steel. It ensures that the company's washbasin and exclusive baths appear to integrate seamlessly in the bathroom architecture without the </w:t>
      </w:r>
      <w:r w:rsidR="00235897">
        <w:rPr>
          <w:lang w:val="en-GB"/>
        </w:rPr>
        <w:t>rim</w:t>
      </w:r>
      <w:r w:rsidRPr="00F53813">
        <w:rPr>
          <w:lang w:val="en-GB"/>
        </w:rPr>
        <w:t>s protruding at the top when flush-mounted.</w:t>
      </w:r>
    </w:p>
    <w:p w14:paraId="6576184B" w14:textId="77777777" w:rsidR="008E7A9C" w:rsidRPr="00F53813" w:rsidRDefault="008E7A9C" w:rsidP="008E7A9C">
      <w:pPr>
        <w:rPr>
          <w:lang w:val="en-GB"/>
        </w:rPr>
      </w:pPr>
    </w:p>
    <w:p w14:paraId="7E8EF200" w14:textId="05F8C38F" w:rsidR="008E7A9C" w:rsidRPr="00F53813" w:rsidRDefault="008E7A9C" w:rsidP="008E7A9C">
      <w:pPr>
        <w:rPr>
          <w:lang w:val="en-GB"/>
        </w:rPr>
      </w:pPr>
      <w:r w:rsidRPr="00F53813">
        <w:rPr>
          <w:lang w:val="en-GB"/>
        </w:rPr>
        <w:t xml:space="preserve">Given the robustness of the material, this was not an easy task. It is important </w:t>
      </w:r>
      <w:r w:rsidR="00235897">
        <w:rPr>
          <w:lang w:val="en-GB"/>
        </w:rPr>
        <w:t xml:space="preserve">to know that the folded rim </w:t>
      </w:r>
      <w:proofErr w:type="gramStart"/>
      <w:r w:rsidR="00235897">
        <w:rPr>
          <w:lang w:val="en-GB"/>
        </w:rPr>
        <w:t xml:space="preserve">is </w:t>
      </w:r>
      <w:r w:rsidRPr="00F53813">
        <w:rPr>
          <w:lang w:val="en-GB"/>
        </w:rPr>
        <w:t>created</w:t>
      </w:r>
      <w:proofErr w:type="gramEnd"/>
      <w:r w:rsidRPr="00F53813">
        <w:rPr>
          <w:lang w:val="en-GB"/>
        </w:rPr>
        <w:t xml:space="preserve"> by bending the outer edges of the bath or washbasin, which means that there is at least a double thickness of the material at that point. This is something anyone who has ever shortened a pair of jeans and folded the hem over once or twice before sewing it will be familiar </w:t>
      </w:r>
      <w:proofErr w:type="gramStart"/>
      <w:r w:rsidRPr="00F53813">
        <w:rPr>
          <w:lang w:val="en-GB"/>
        </w:rPr>
        <w:t>with</w:t>
      </w:r>
      <w:proofErr w:type="gramEnd"/>
      <w:r w:rsidRPr="00F53813">
        <w:rPr>
          <w:lang w:val="en-GB"/>
        </w:rPr>
        <w:t xml:space="preserve">. On a pair of </w:t>
      </w:r>
      <w:proofErr w:type="gramStart"/>
      <w:r w:rsidRPr="00F53813">
        <w:rPr>
          <w:lang w:val="en-GB"/>
        </w:rPr>
        <w:t>jeans</w:t>
      </w:r>
      <w:proofErr w:type="gramEnd"/>
      <w:r w:rsidRPr="00F53813">
        <w:rPr>
          <w:lang w:val="en-GB"/>
        </w:rPr>
        <w:t xml:space="preserve"> the effect is deliberate, because on the one hand the bottom of the leg needs to be strong, and on the other it would otherwise obviously look as if it had been shortened. </w:t>
      </w:r>
    </w:p>
    <w:p w14:paraId="4CE6D466" w14:textId="77777777" w:rsidR="008E7A9C" w:rsidRPr="00F53813" w:rsidRDefault="008E7A9C" w:rsidP="008E7A9C">
      <w:pPr>
        <w:rPr>
          <w:lang w:val="en-GB"/>
        </w:rPr>
      </w:pPr>
    </w:p>
    <w:p w14:paraId="4E6F2432" w14:textId="77777777" w:rsidR="008E7A9C" w:rsidRPr="00F53813" w:rsidRDefault="008E7A9C" w:rsidP="008E7A9C">
      <w:pPr>
        <w:rPr>
          <w:lang w:val="en-GB"/>
        </w:rPr>
      </w:pPr>
      <w:r w:rsidRPr="00F53813">
        <w:rPr>
          <w:lang w:val="en-GB"/>
        </w:rPr>
        <w:t xml:space="preserve">The outer edges of the bathroom elements </w:t>
      </w:r>
      <w:proofErr w:type="gramStart"/>
      <w:r w:rsidRPr="00F53813">
        <w:rPr>
          <w:lang w:val="en-GB"/>
        </w:rPr>
        <w:t>are folded</w:t>
      </w:r>
      <w:proofErr w:type="gramEnd"/>
      <w:r w:rsidRPr="00F53813">
        <w:rPr>
          <w:lang w:val="en-GB"/>
        </w:rPr>
        <w:t xml:space="preserve"> to remove the sharpness of the steel and to make it easier to glaze this sensitive area later on, i.e. to cover it in glass. In order to regain a slender shape of the folded steel, 250 tons - equivalent to the weight of 50 elephants - </w:t>
      </w:r>
      <w:proofErr w:type="gramStart"/>
      <w:r w:rsidRPr="00F53813">
        <w:rPr>
          <w:lang w:val="en-GB"/>
        </w:rPr>
        <w:t>are placed</w:t>
      </w:r>
      <w:proofErr w:type="gramEnd"/>
      <w:r w:rsidRPr="00F53813">
        <w:rPr>
          <w:lang w:val="en-GB"/>
        </w:rPr>
        <w:t xml:space="preserve"> on the robust material for about 40 seconds. Afterwards, the gently rounded edge </w:t>
      </w:r>
      <w:proofErr w:type="gramStart"/>
      <w:r w:rsidRPr="00F53813">
        <w:rPr>
          <w:lang w:val="en-GB"/>
        </w:rPr>
        <w:t xml:space="preserve">is glazed with a calm, practised hand with three </w:t>
      </w:r>
      <w:r w:rsidRPr="00F53813">
        <w:rPr>
          <w:lang w:val="en-GB"/>
        </w:rPr>
        <w:lastRenderedPageBreak/>
        <w:t>layers of a special enamel formulation and fused with the titanium steel body at 850 degrees</w:t>
      </w:r>
      <w:proofErr w:type="gramEnd"/>
      <w:r w:rsidRPr="00F53813">
        <w:rPr>
          <w:lang w:val="en-GB"/>
        </w:rPr>
        <w:t xml:space="preserve">. </w:t>
      </w:r>
    </w:p>
    <w:p w14:paraId="18CC7586" w14:textId="77777777" w:rsidR="008E7A9C" w:rsidRPr="00F53813" w:rsidRDefault="008E7A9C" w:rsidP="008E7A9C">
      <w:pPr>
        <w:rPr>
          <w:lang w:val="en-GB"/>
        </w:rPr>
      </w:pPr>
    </w:p>
    <w:p w14:paraId="76C5439C" w14:textId="1655C801" w:rsidR="008E7A9C" w:rsidRPr="00F53813" w:rsidRDefault="008E7A9C" w:rsidP="008E7A9C">
      <w:pPr>
        <w:rPr>
          <w:lang w:val="en-GB"/>
        </w:rPr>
      </w:pPr>
      <w:r w:rsidRPr="00F53813">
        <w:rPr>
          <w:lang w:val="en-GB"/>
        </w:rPr>
        <w:t xml:space="preserve">The result is quite literally something to behold. Thanks to the graceful outer edges, Bette's bathroom </w:t>
      </w:r>
      <w:r w:rsidR="00235897">
        <w:rPr>
          <w:lang w:val="en-GB"/>
        </w:rPr>
        <w:t xml:space="preserve">products </w:t>
      </w:r>
      <w:r w:rsidRPr="00F53813">
        <w:rPr>
          <w:lang w:val="en-GB"/>
        </w:rPr>
        <w:t xml:space="preserve">appear to blend seamlessly in the bathroom environment. The eye glides effortlessly over the surfaces without </w:t>
      </w:r>
      <w:proofErr w:type="gramStart"/>
      <w:r w:rsidRPr="00F53813">
        <w:rPr>
          <w:lang w:val="en-GB"/>
        </w:rPr>
        <w:t>getting</w:t>
      </w:r>
      <w:proofErr w:type="gramEnd"/>
      <w:r w:rsidRPr="00F53813">
        <w:rPr>
          <w:lang w:val="en-GB"/>
        </w:rPr>
        <w:t xml:space="preserve"> stuck on the material transitions. </w:t>
      </w:r>
      <w:proofErr w:type="gramStart"/>
      <w:r w:rsidRPr="00F53813">
        <w:rPr>
          <w:lang w:val="en-GB"/>
        </w:rPr>
        <w:t>This results</w:t>
      </w:r>
      <w:proofErr w:type="gramEnd"/>
      <w:r w:rsidRPr="00F53813">
        <w:rPr>
          <w:lang w:val="en-GB"/>
        </w:rPr>
        <w:t xml:space="preserve"> in purist bathrooms with clear shapes and a subtly minimalistic and modern look that encourages body and soul relax. </w:t>
      </w:r>
    </w:p>
    <w:p w14:paraId="08BF9EC7" w14:textId="77777777" w:rsidR="008E7A9C" w:rsidRPr="00F53813" w:rsidRDefault="008E7A9C" w:rsidP="008E7A9C">
      <w:pPr>
        <w:rPr>
          <w:lang w:val="en-GB"/>
        </w:rPr>
      </w:pPr>
    </w:p>
    <w:p w14:paraId="3A21D8B0" w14:textId="6868DB9A" w:rsidR="00723A71" w:rsidRPr="00F53813" w:rsidRDefault="008E7A9C" w:rsidP="000C1E57">
      <w:pPr>
        <w:rPr>
          <w:lang w:val="en-GB"/>
        </w:rPr>
      </w:pPr>
      <w:r w:rsidRPr="00F53813">
        <w:rPr>
          <w:lang w:val="en-GB"/>
        </w:rPr>
        <w:t xml:space="preserve">Additional information on the fine folding </w:t>
      </w:r>
      <w:r w:rsidR="00235897">
        <w:rPr>
          <w:lang w:val="en-GB"/>
        </w:rPr>
        <w:t>rims</w:t>
      </w:r>
      <w:r w:rsidRPr="00F53813">
        <w:rPr>
          <w:lang w:val="en-GB"/>
        </w:rPr>
        <w:t xml:space="preserve"> of Bette's bathroom </w:t>
      </w:r>
      <w:r w:rsidR="00235897">
        <w:rPr>
          <w:lang w:val="en-GB"/>
        </w:rPr>
        <w:t>products</w:t>
      </w:r>
      <w:r w:rsidRPr="00F53813">
        <w:rPr>
          <w:lang w:val="en-GB"/>
        </w:rPr>
        <w:t xml:space="preserve"> </w:t>
      </w:r>
      <w:proofErr w:type="gramStart"/>
      <w:r w:rsidRPr="00F53813">
        <w:rPr>
          <w:lang w:val="en-GB"/>
        </w:rPr>
        <w:t>can be found</w:t>
      </w:r>
      <w:proofErr w:type="gramEnd"/>
      <w:r w:rsidRPr="00F53813">
        <w:rPr>
          <w:lang w:val="en-GB"/>
        </w:rPr>
        <w:t xml:space="preserve"> at http://bit.ly/30J3DiP.</w:t>
      </w:r>
    </w:p>
    <w:p w14:paraId="3F829D8C" w14:textId="77777777" w:rsidR="00723A71" w:rsidRPr="00F53813" w:rsidRDefault="00723A71" w:rsidP="000C1E57">
      <w:pPr>
        <w:rPr>
          <w:lang w:val="en-GB"/>
        </w:rPr>
      </w:pPr>
    </w:p>
    <w:p w14:paraId="10E2D3E3" w14:textId="77777777" w:rsidR="00723A71" w:rsidRPr="00F53813" w:rsidRDefault="00723A71" w:rsidP="000C1E57">
      <w:pPr>
        <w:rPr>
          <w:lang w:val="en-GB"/>
        </w:rPr>
      </w:pPr>
    </w:p>
    <w:p w14:paraId="68E75EA4" w14:textId="77777777" w:rsidR="000C1E57" w:rsidRPr="00F53813" w:rsidRDefault="000C1E57" w:rsidP="000C1E57">
      <w:pPr>
        <w:rPr>
          <w:lang w:val="en-GB"/>
        </w:rPr>
      </w:pPr>
    </w:p>
    <w:p w14:paraId="0F2695BE" w14:textId="77777777" w:rsidR="00C32D35" w:rsidRPr="00F53813" w:rsidRDefault="00C32D35" w:rsidP="00C32D35">
      <w:pPr>
        <w:pStyle w:val="Subline"/>
        <w:rPr>
          <w:lang w:val="en-GB"/>
        </w:rPr>
      </w:pPr>
      <w:r w:rsidRPr="00F53813">
        <w:rPr>
          <w:lang w:val="en-GB"/>
        </w:rPr>
        <w:t>About Bette</w:t>
      </w:r>
    </w:p>
    <w:p w14:paraId="0FBD4DA3" w14:textId="2383523E" w:rsidR="00292173" w:rsidRPr="00F53813" w:rsidRDefault="00292173" w:rsidP="00292173">
      <w:pPr>
        <w:spacing w:after="200" w:line="276" w:lineRule="auto"/>
        <w:rPr>
          <w:lang w:val="en-GB"/>
        </w:rPr>
      </w:pPr>
      <w:r w:rsidRPr="00F53813">
        <w:rPr>
          <w:lang w:val="en-GB"/>
        </w:rPr>
        <w:t xml:space="preserve">Bette is a specialist in bathroom </w:t>
      </w:r>
      <w:r w:rsidR="00235897">
        <w:rPr>
          <w:lang w:val="en-GB"/>
        </w:rPr>
        <w:t>product</w:t>
      </w:r>
      <w:r w:rsidRPr="00F53813">
        <w:rPr>
          <w:lang w:val="en-GB"/>
        </w:rPr>
        <w:t xml:space="preserve">s that are made of a special metal in a unique manufacturing process: titanium steel sheets </w:t>
      </w:r>
      <w:proofErr w:type="gramStart"/>
      <w:r w:rsidRPr="00F53813">
        <w:rPr>
          <w:lang w:val="en-GB"/>
        </w:rPr>
        <w:t>are shaped under high pressure and then finished with a thin coating that is</w:t>
      </w:r>
      <w:proofErr w:type="gramEnd"/>
      <w:r w:rsidRPr="00F53813">
        <w:rPr>
          <w:lang w:val="en-GB"/>
        </w:rPr>
        <w:t xml:space="preserve"> related to glass – hence the name "glazed titanium steel". This composite material is ideal for the bathroom environment - it is skin-friendly, hygienic, durable and robust. </w:t>
      </w:r>
    </w:p>
    <w:p w14:paraId="0D28D298" w14:textId="32564DFE" w:rsidR="00292173" w:rsidRPr="00F53813" w:rsidRDefault="00292173" w:rsidP="00292173">
      <w:pPr>
        <w:spacing w:after="200" w:line="276" w:lineRule="auto"/>
        <w:rPr>
          <w:lang w:val="en-GB"/>
        </w:rPr>
      </w:pPr>
      <w:r w:rsidRPr="00F53813">
        <w:rPr>
          <w:lang w:val="en-GB"/>
        </w:rPr>
        <w:t xml:space="preserve">The Bette family company </w:t>
      </w:r>
      <w:proofErr w:type="gramStart"/>
      <w:r w:rsidRPr="00F53813">
        <w:rPr>
          <w:lang w:val="en-GB"/>
        </w:rPr>
        <w:t>was founded</w:t>
      </w:r>
      <w:proofErr w:type="gramEnd"/>
      <w:r w:rsidRPr="00F53813">
        <w:rPr>
          <w:lang w:val="en-GB"/>
        </w:rPr>
        <w:t xml:space="preserve"> in Delbrück in North-Rhine Westphalia in 1952, and specialises exclusively in this manufacturing process because it allows the products to be shaped smoothly with the maximum skilled precision. The manufacturing and administrative headquarters employs around 385 people. The CEO, Thilo C. Pahl, is a member of the owner family. </w:t>
      </w:r>
    </w:p>
    <w:p w14:paraId="61B0AD29" w14:textId="789D33D2" w:rsidR="00292173" w:rsidRPr="00F53813" w:rsidRDefault="00292173" w:rsidP="00292173">
      <w:pPr>
        <w:spacing w:after="200" w:line="276" w:lineRule="auto"/>
        <w:rPr>
          <w:lang w:val="en-GB"/>
        </w:rPr>
      </w:pPr>
      <w:r w:rsidRPr="00F53813">
        <w:rPr>
          <w:lang w:val="en-GB"/>
        </w:rPr>
        <w:t xml:space="preserve">The range includes baths, shower areas, shower trays, washbasins and bathroom furniture "Made in Germany". Unique items that can be made in various colours and dimensions, and open up inspiring spaces in interior design for the bathroom. Bette's assembly processes combine high-tech industrial production techniques with tailor-made manufacturing where it benefits the customer. More than half its products </w:t>
      </w:r>
      <w:proofErr w:type="gramStart"/>
      <w:r w:rsidRPr="00F53813">
        <w:rPr>
          <w:lang w:val="en-GB"/>
        </w:rPr>
        <w:t>are customised</w:t>
      </w:r>
      <w:proofErr w:type="gramEnd"/>
      <w:r w:rsidRPr="00F53813">
        <w:rPr>
          <w:lang w:val="en-GB"/>
        </w:rPr>
        <w:t xml:space="preserve"> to customer preferences. The company offers over 600 different baths, shower trays and washbasin models in a tremendous range of colours. </w:t>
      </w:r>
    </w:p>
    <w:p w14:paraId="7C7CCA7D" w14:textId="1C5B60CC" w:rsidR="00FA10D9" w:rsidRPr="00F53813" w:rsidRDefault="00292173" w:rsidP="00292173">
      <w:pPr>
        <w:spacing w:after="200" w:line="276" w:lineRule="auto"/>
        <w:rPr>
          <w:lang w:val="en-GB"/>
        </w:rPr>
      </w:pPr>
      <w:r w:rsidRPr="00F53813">
        <w:rPr>
          <w:lang w:val="en-GB"/>
        </w:rPr>
        <w:t xml:space="preserve">The natural raw materials glass, water and steel </w:t>
      </w:r>
      <w:proofErr w:type="gramStart"/>
      <w:r w:rsidRPr="00F53813">
        <w:rPr>
          <w:lang w:val="en-GB"/>
        </w:rPr>
        <w:t>are used</w:t>
      </w:r>
      <w:proofErr w:type="gramEnd"/>
      <w:r w:rsidRPr="00F53813">
        <w:rPr>
          <w:lang w:val="en-GB"/>
        </w:rPr>
        <w:t xml:space="preserve"> to manufacture high-quality products that are completely recyclable. They </w:t>
      </w:r>
      <w:proofErr w:type="gramStart"/>
      <w:r w:rsidRPr="00F53813">
        <w:rPr>
          <w:lang w:val="en-GB"/>
        </w:rPr>
        <w:t>are verified</w:t>
      </w:r>
      <w:proofErr w:type="gramEnd"/>
      <w:r w:rsidRPr="00F53813">
        <w:rPr>
          <w:lang w:val="en-GB"/>
        </w:rPr>
        <w:t xml:space="preserve"> to the Environmental </w:t>
      </w:r>
      <w:r w:rsidRPr="00F53813">
        <w:rPr>
          <w:lang w:val="en-GB"/>
        </w:rPr>
        <w:lastRenderedPageBreak/>
        <w:t>Product Declaration (EPD) as per ISO 14025 and to LEED (Leadership in Energy and Environmental Design).</w:t>
      </w:r>
    </w:p>
    <w:p w14:paraId="5A711D29" w14:textId="77777777" w:rsidR="00532DB8" w:rsidRPr="00F53813" w:rsidRDefault="00532DB8" w:rsidP="002F25C9">
      <w:pPr>
        <w:pStyle w:val="Subline"/>
        <w:rPr>
          <w:lang w:val="en-GB"/>
        </w:rPr>
      </w:pPr>
    </w:p>
    <w:p w14:paraId="4078A28F" w14:textId="45E24568" w:rsidR="00FA10D9" w:rsidRPr="00F53813" w:rsidRDefault="00FA10D9" w:rsidP="002F25C9">
      <w:pPr>
        <w:pStyle w:val="Subline"/>
        <w:rPr>
          <w:lang w:val="en-GB"/>
        </w:rPr>
      </w:pPr>
      <w:r w:rsidRPr="00F53813">
        <w:rPr>
          <w:lang w:val="en-GB"/>
        </w:rPr>
        <w:t>Picture captions</w:t>
      </w:r>
    </w:p>
    <w:p w14:paraId="6F011AAB" w14:textId="77777777" w:rsidR="00FA10D9" w:rsidRPr="00F53813" w:rsidRDefault="00532DB8" w:rsidP="00FA10D9">
      <w:pPr>
        <w:rPr>
          <w:lang w:val="en-GB"/>
        </w:rPr>
      </w:pPr>
      <w:r w:rsidRPr="00F53813">
        <w:rPr>
          <w:lang w:val="en-GB"/>
        </w:rPr>
        <w:t xml:space="preserve">Please acknowledge source </w:t>
      </w:r>
      <w:proofErr w:type="gramStart"/>
      <w:r w:rsidRPr="00F53813">
        <w:rPr>
          <w:lang w:val="en-GB"/>
        </w:rPr>
        <w:t>information:</w:t>
      </w:r>
      <w:proofErr w:type="gramEnd"/>
      <w:r w:rsidRPr="00F53813">
        <w:rPr>
          <w:lang w:val="en-GB"/>
        </w:rPr>
        <w:t xml:space="preserve"> Bette</w:t>
      </w:r>
    </w:p>
    <w:p w14:paraId="0F3EEAF1" w14:textId="77777777" w:rsidR="00532DB8" w:rsidRPr="00F53813" w:rsidRDefault="00532DB8" w:rsidP="00FA10D9">
      <w:pPr>
        <w:rPr>
          <w:lang w:val="en-GB"/>
        </w:rPr>
      </w:pPr>
    </w:p>
    <w:p w14:paraId="52709F5A" w14:textId="4F4A8FDE" w:rsidR="00BA2D54" w:rsidRPr="00F53813" w:rsidRDefault="00BA2D54" w:rsidP="002D4E34">
      <w:pPr>
        <w:rPr>
          <w:lang w:val="en-GB"/>
        </w:rPr>
      </w:pPr>
      <w:r w:rsidRPr="00F53813">
        <w:rPr>
          <w:rFonts w:ascii="Arial" w:hAnsi="Arial" w:cs="Suisse Int'l Medium"/>
          <w:b/>
          <w:sz w:val="21"/>
          <w:lang w:val="en-GB"/>
        </w:rPr>
        <w:t>Bette_Falzrand_01_BetteLux.jpg</w:t>
      </w:r>
      <w:r w:rsidRPr="00F53813">
        <w:rPr>
          <w:rFonts w:ascii="Arial" w:hAnsi="Arial" w:cs="Suisse Int'l Medium"/>
          <w:b/>
          <w:sz w:val="21"/>
          <w:lang w:val="en-GB"/>
        </w:rPr>
        <w:br/>
      </w:r>
      <w:r w:rsidRPr="00F53813">
        <w:rPr>
          <w:lang w:val="en-GB"/>
        </w:rPr>
        <w:t xml:space="preserve">A passion for detail: the bathroom specialist Bette goes to great lengths to make the folded </w:t>
      </w:r>
      <w:r w:rsidR="00D06ECD">
        <w:rPr>
          <w:lang w:val="en-GB"/>
        </w:rPr>
        <w:t>rim</w:t>
      </w:r>
      <w:r w:rsidRPr="00F53813">
        <w:rPr>
          <w:lang w:val="en-GB"/>
        </w:rPr>
        <w:t xml:space="preserve"> of its bathroom elements as delicate as possible. </w:t>
      </w:r>
    </w:p>
    <w:p w14:paraId="5F62E197" w14:textId="589FF376" w:rsidR="00BA2D54" w:rsidRPr="00F53813" w:rsidRDefault="00BA2D54" w:rsidP="002D4E34">
      <w:pPr>
        <w:rPr>
          <w:lang w:val="en-GB"/>
        </w:rPr>
      </w:pPr>
    </w:p>
    <w:p w14:paraId="58AE1D05" w14:textId="1D0B454F" w:rsidR="004E4619" w:rsidRPr="00F53813" w:rsidRDefault="00096B2D" w:rsidP="00096B2D">
      <w:pPr>
        <w:rPr>
          <w:lang w:val="en-GB"/>
        </w:rPr>
      </w:pPr>
      <w:r w:rsidRPr="00F53813">
        <w:rPr>
          <w:rFonts w:ascii="Arial" w:hAnsi="Arial" w:cs="Suisse Int'l Medium"/>
          <w:b/>
          <w:sz w:val="21"/>
          <w:lang w:val="en-GB"/>
        </w:rPr>
        <w:t>Bette_Falzrand_02_Handemaillierung.jpg</w:t>
      </w:r>
      <w:r w:rsidRPr="00F53813">
        <w:rPr>
          <w:rFonts w:ascii="Arial" w:hAnsi="Arial" w:cs="Suisse Int'l Medium"/>
          <w:b/>
          <w:sz w:val="21"/>
          <w:lang w:val="en-GB"/>
        </w:rPr>
        <w:br/>
      </w:r>
      <w:r w:rsidRPr="00F53813">
        <w:rPr>
          <w:lang w:val="en-GB"/>
        </w:rPr>
        <w:t xml:space="preserve">The gently rounded edge </w:t>
      </w:r>
      <w:proofErr w:type="gramStart"/>
      <w:r w:rsidRPr="00F53813">
        <w:rPr>
          <w:lang w:val="en-GB"/>
        </w:rPr>
        <w:t>is glazed with calm, practised hand with three wafer-thin layers of a special enamel formulation and fused with the titanium steel body at 850 degrees</w:t>
      </w:r>
      <w:proofErr w:type="gramEnd"/>
      <w:r w:rsidRPr="00F53813">
        <w:rPr>
          <w:lang w:val="en-GB"/>
        </w:rPr>
        <w:t>.</w:t>
      </w:r>
    </w:p>
    <w:p w14:paraId="546EB33A" w14:textId="77777777" w:rsidR="00C455C7" w:rsidRPr="00F53813" w:rsidRDefault="00C455C7" w:rsidP="00096B2D">
      <w:pPr>
        <w:rPr>
          <w:lang w:val="en-GB"/>
        </w:rPr>
      </w:pPr>
    </w:p>
    <w:p w14:paraId="252D1AD0" w14:textId="44FD411F" w:rsidR="00C455C7" w:rsidRPr="00F53813" w:rsidRDefault="00C455C7" w:rsidP="00096B2D">
      <w:pPr>
        <w:rPr>
          <w:lang w:val="en-GB"/>
        </w:rPr>
      </w:pPr>
      <w:r w:rsidRPr="00F53813">
        <w:rPr>
          <w:lang w:val="en-GB"/>
        </w:rPr>
        <w:t xml:space="preserve">Please note the change in source for this picture: </w:t>
      </w:r>
      <w:r w:rsidRPr="00F53813">
        <w:rPr>
          <w:lang w:val="en-GB"/>
        </w:rPr>
        <w:br/>
        <w:t>Daniel Sumesgutner Fotografie</w:t>
      </w:r>
    </w:p>
    <w:p w14:paraId="622E8C52" w14:textId="2ECA1E6D" w:rsidR="004E4619" w:rsidRPr="00F53813" w:rsidRDefault="004E4619" w:rsidP="00096B2D">
      <w:pPr>
        <w:rPr>
          <w:lang w:val="en-GB"/>
        </w:rPr>
      </w:pPr>
    </w:p>
    <w:p w14:paraId="1AFE0003" w14:textId="37CEB785" w:rsidR="004E4619" w:rsidRPr="00F53813" w:rsidRDefault="004E4619" w:rsidP="00096B2D">
      <w:pPr>
        <w:rPr>
          <w:lang w:val="en-GB"/>
        </w:rPr>
      </w:pPr>
      <w:r w:rsidRPr="00F53813">
        <w:rPr>
          <w:rFonts w:ascii="Arial" w:hAnsi="Arial" w:cs="Suisse Int'l Medium"/>
          <w:b/>
          <w:sz w:val="21"/>
          <w:lang w:val="en-GB"/>
        </w:rPr>
        <w:t>Bette_Falzrand_03_LuxShape.jpg</w:t>
      </w:r>
      <w:r w:rsidRPr="00F53813">
        <w:rPr>
          <w:rFonts w:ascii="Arial" w:hAnsi="Arial" w:cs="Suisse Int'l Medium"/>
          <w:b/>
          <w:sz w:val="21"/>
          <w:lang w:val="en-GB"/>
        </w:rPr>
        <w:br/>
      </w:r>
      <w:proofErr w:type="gramStart"/>
      <w:r w:rsidRPr="00F53813">
        <w:rPr>
          <w:lang w:val="en-GB"/>
        </w:rPr>
        <w:t>The</w:t>
      </w:r>
      <w:proofErr w:type="gramEnd"/>
      <w:r w:rsidRPr="00F53813">
        <w:rPr>
          <w:lang w:val="en-GB"/>
        </w:rPr>
        <w:t xml:space="preserve"> result is quite literally a sight to behold: Bette achieves a delicate eight millimetres of the folded </w:t>
      </w:r>
      <w:r w:rsidR="00D06ECD">
        <w:rPr>
          <w:lang w:val="en-GB"/>
        </w:rPr>
        <w:t>rim</w:t>
      </w:r>
      <w:r w:rsidRPr="00F53813">
        <w:rPr>
          <w:lang w:val="en-GB"/>
        </w:rPr>
        <w:t xml:space="preserve"> - a record figure for glazed titanium steel. </w:t>
      </w:r>
    </w:p>
    <w:p w14:paraId="0B4BDBA0" w14:textId="77777777" w:rsidR="00096B2D" w:rsidRPr="00F53813" w:rsidRDefault="00096B2D" w:rsidP="002D4E34">
      <w:pPr>
        <w:rPr>
          <w:lang w:val="en-GB"/>
        </w:rPr>
      </w:pPr>
    </w:p>
    <w:p w14:paraId="22A3AD43" w14:textId="533894EF" w:rsidR="00BA2D54" w:rsidRPr="00F53813" w:rsidRDefault="00BA2D54" w:rsidP="002D4E34">
      <w:pPr>
        <w:rPr>
          <w:lang w:val="en-GB"/>
        </w:rPr>
      </w:pPr>
      <w:r w:rsidRPr="00F53813">
        <w:rPr>
          <w:rFonts w:ascii="Arial" w:hAnsi="Arial" w:cs="Suisse Int'l Medium"/>
          <w:b/>
          <w:sz w:val="21"/>
          <w:lang w:val="en-GB"/>
        </w:rPr>
        <w:t>Bette_Falzrand_04_BetteLoft.jpg</w:t>
      </w:r>
      <w:r w:rsidRPr="00F53813">
        <w:rPr>
          <w:rFonts w:ascii="Arial" w:hAnsi="Arial" w:cs="Suisse Int'l Medium"/>
          <w:b/>
          <w:sz w:val="21"/>
          <w:lang w:val="en-GB"/>
        </w:rPr>
        <w:br/>
      </w:r>
      <w:r w:rsidRPr="00F53813">
        <w:rPr>
          <w:lang w:val="en-GB"/>
        </w:rPr>
        <w:t xml:space="preserve">The delicate folded </w:t>
      </w:r>
      <w:r w:rsidR="00D06ECD">
        <w:rPr>
          <w:lang w:val="en-GB"/>
        </w:rPr>
        <w:t xml:space="preserve">rim </w:t>
      </w:r>
      <w:r w:rsidRPr="00F53813">
        <w:rPr>
          <w:lang w:val="en-GB"/>
        </w:rPr>
        <w:t>creates an aesthetic, flush transition between the BetteLoft washbasin and the bathroom furniture.</w:t>
      </w:r>
    </w:p>
    <w:p w14:paraId="09188E73" w14:textId="77777777" w:rsidR="00BA2D54" w:rsidRPr="00F53813" w:rsidRDefault="00BA2D54" w:rsidP="002D4E34">
      <w:pPr>
        <w:rPr>
          <w:lang w:val="en-GB"/>
        </w:rPr>
      </w:pPr>
    </w:p>
    <w:p w14:paraId="51509691" w14:textId="67A054E5" w:rsidR="00BA2D54" w:rsidRPr="00F53813" w:rsidRDefault="00BA2D54" w:rsidP="002D4E34">
      <w:pPr>
        <w:rPr>
          <w:lang w:val="en-GB"/>
        </w:rPr>
      </w:pPr>
      <w:r w:rsidRPr="00F53813">
        <w:rPr>
          <w:rFonts w:ascii="Arial" w:hAnsi="Arial" w:cs="Suisse Int'l Medium"/>
          <w:b/>
          <w:sz w:val="21"/>
          <w:lang w:val="en-GB"/>
        </w:rPr>
        <w:t>Bette_Falzrand_05_BetteStarlet_Spirit.jpg</w:t>
      </w:r>
      <w:r w:rsidRPr="00F53813">
        <w:rPr>
          <w:rFonts w:ascii="Arial" w:hAnsi="Arial" w:cs="Suisse Int'l Medium"/>
          <w:b/>
          <w:sz w:val="21"/>
          <w:lang w:val="en-GB"/>
        </w:rPr>
        <w:br/>
      </w:r>
      <w:r w:rsidRPr="00F53813">
        <w:rPr>
          <w:lang w:val="en-GB"/>
        </w:rPr>
        <w:t xml:space="preserve">Thanks to the graceful outer edges, Bette bathroom </w:t>
      </w:r>
      <w:r w:rsidR="00D06ECD">
        <w:rPr>
          <w:lang w:val="en-GB"/>
        </w:rPr>
        <w:t>products</w:t>
      </w:r>
      <w:bookmarkStart w:id="0" w:name="_GoBack"/>
      <w:bookmarkEnd w:id="0"/>
      <w:r w:rsidRPr="00F53813">
        <w:rPr>
          <w:lang w:val="en-GB"/>
        </w:rPr>
        <w:t xml:space="preserve"> blend seamlessly with the bathroom environment.</w:t>
      </w:r>
    </w:p>
    <w:p w14:paraId="721D0DD8" w14:textId="55EC8FD1" w:rsidR="00BA2D54" w:rsidRPr="00F53813" w:rsidRDefault="00BA2D54" w:rsidP="002D4E34">
      <w:pPr>
        <w:rPr>
          <w:lang w:val="en-GB"/>
        </w:rPr>
      </w:pPr>
    </w:p>
    <w:p w14:paraId="6F561B51" w14:textId="0FB2265C" w:rsidR="004E4619" w:rsidRPr="00F53813" w:rsidRDefault="004E4619" w:rsidP="002D4E34">
      <w:pPr>
        <w:rPr>
          <w:lang w:val="en-GB"/>
        </w:rPr>
      </w:pPr>
    </w:p>
    <w:sectPr w:rsidR="004E4619" w:rsidRPr="00F53813" w:rsidSect="00532FE7">
      <w:headerReference w:type="default" r:id="rId6"/>
      <w:headerReference w:type="first" r:id="rId7"/>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256EA" w14:textId="77777777" w:rsidR="001678D7" w:rsidRDefault="001678D7" w:rsidP="00532FE7">
      <w:pPr>
        <w:spacing w:line="240" w:lineRule="auto"/>
      </w:pPr>
      <w:r>
        <w:separator/>
      </w:r>
    </w:p>
  </w:endnote>
  <w:endnote w:type="continuationSeparator" w:id="0">
    <w:p w14:paraId="6AB73797" w14:textId="77777777" w:rsidR="001678D7" w:rsidRDefault="001678D7"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496A9A" w14:textId="77777777" w:rsidR="001678D7" w:rsidRDefault="001678D7" w:rsidP="00532FE7">
      <w:pPr>
        <w:spacing w:line="240" w:lineRule="auto"/>
      </w:pPr>
      <w:r>
        <w:separator/>
      </w:r>
    </w:p>
  </w:footnote>
  <w:footnote w:type="continuationSeparator" w:id="0">
    <w:p w14:paraId="44FF29B7" w14:textId="77777777" w:rsidR="001678D7" w:rsidRDefault="001678D7"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C03FB" w14:textId="77777777" w:rsidR="00FA10D9" w:rsidRDefault="00FA10D9" w:rsidP="00FA10D9">
    <w:pPr>
      <w:pStyle w:val="Kopfzeile"/>
    </w:pPr>
  </w:p>
  <w:p w14:paraId="6661937E" w14:textId="77777777" w:rsidR="00FA10D9" w:rsidRDefault="00FA10D9" w:rsidP="00FA10D9">
    <w:pPr>
      <w:pStyle w:val="Kopfzeile"/>
    </w:pPr>
  </w:p>
  <w:p w14:paraId="48642469" w14:textId="77777777" w:rsidR="00FA10D9" w:rsidRDefault="00FA10D9" w:rsidP="00FA10D9">
    <w:pPr>
      <w:pStyle w:val="Kopfzeile"/>
    </w:pPr>
  </w:p>
  <w:p w14:paraId="44D5AF9A" w14:textId="77777777" w:rsidR="00FA10D9" w:rsidRDefault="009E465E" w:rsidP="00FA10D9">
    <w:pPr>
      <w:pStyle w:val="Kopfzeile"/>
    </w:pPr>
    <w:r>
      <w:rPr>
        <w:noProof/>
      </w:rPr>
      <w:drawing>
        <wp:anchor distT="0" distB="0" distL="114300" distR="114300" simplePos="0" relativeHeight="251662336" behindDoc="1" locked="0" layoutInCell="1" allowOverlap="1" wp14:anchorId="76DC8909" wp14:editId="0582090C">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4BE9085" w14:textId="77777777" w:rsidR="00FA10D9" w:rsidRDefault="00FA10D9" w:rsidP="00FA10D9">
    <w:pPr>
      <w:pStyle w:val="Kopfzeile"/>
    </w:pPr>
  </w:p>
  <w:p w14:paraId="2DBB1589" w14:textId="77777777" w:rsidR="00FA10D9" w:rsidRDefault="00FA10D9" w:rsidP="00FA10D9">
    <w:pPr>
      <w:pStyle w:val="Kopfzeile"/>
    </w:pPr>
  </w:p>
  <w:p w14:paraId="7D35ECBA" w14:textId="77777777" w:rsidR="00FA10D9" w:rsidRDefault="00FA10D9" w:rsidP="00FA10D9">
    <w:pPr>
      <w:pStyle w:val="Kopfzeile"/>
    </w:pPr>
  </w:p>
  <w:p w14:paraId="18C7921C" w14:textId="77777777" w:rsidR="00FA10D9" w:rsidRDefault="00FA10D9" w:rsidP="00FA10D9">
    <w:pPr>
      <w:pStyle w:val="Kopfzeile"/>
      <w:spacing w:after="20"/>
    </w:pPr>
  </w:p>
  <w:p w14:paraId="3B3CFD6F" w14:textId="77777777" w:rsidR="00640BB0" w:rsidRDefault="00640BB0" w:rsidP="00A810C0">
    <w:pPr>
      <w:pStyle w:val="Subline"/>
    </w:pPr>
  </w:p>
  <w:p w14:paraId="2DD36D2F" w14:textId="56C908DB" w:rsidR="00A810C0" w:rsidRPr="00532FE7" w:rsidRDefault="00FA10D9" w:rsidP="00A810C0">
    <w:pPr>
      <w:pStyle w:val="Subline"/>
      <w:rPr>
        <w:noProof/>
      </w:rPr>
    </w:pPr>
    <w:r>
      <w:t xml:space="preserve">Page </w:t>
    </w:r>
    <w:r>
      <w:fldChar w:fldCharType="begin"/>
    </w:r>
    <w:r>
      <w:rPr>
        <w:noProof/>
      </w:rPr>
      <w:instrText xml:space="preserve"> PAGE   \* MERGEFORMAT </w:instrText>
    </w:r>
    <w:r>
      <w:fldChar w:fldCharType="separate"/>
    </w:r>
    <w:r w:rsidR="00D06ECD">
      <w:rPr>
        <w:noProof/>
      </w:rPr>
      <w:t>4</w:t>
    </w:r>
    <w:r>
      <w:fldChar w:fldCharType="end"/>
    </w:r>
    <w:r>
      <w:t>/</w:t>
    </w:r>
    <w:fldSimple w:instr=" NUMPAGES   \* MERGEFORMAT ">
      <w:r w:rsidR="00D06ECD">
        <w:rPr>
          <w:noProof/>
        </w:rPr>
        <w:t>4</w:t>
      </w:r>
    </w:fldSimple>
  </w:p>
  <w:p w14:paraId="23106018" w14:textId="77777777" w:rsidR="00FA10D9" w:rsidRDefault="00FA10D9" w:rsidP="00640BB0"/>
  <w:p w14:paraId="46433F27" w14:textId="77777777" w:rsidR="00640BB0" w:rsidRDefault="00640BB0" w:rsidP="00640BB0"/>
  <w:p w14:paraId="1CDA8B1E" w14:textId="77777777" w:rsidR="00640BB0" w:rsidRDefault="00640BB0" w:rsidP="00640BB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56BE1" w14:textId="77777777" w:rsidR="00532FE7" w:rsidRDefault="00532FE7" w:rsidP="0034697A"/>
  <w:p w14:paraId="602859DF" w14:textId="77777777" w:rsidR="00532FE7" w:rsidRDefault="00532FE7" w:rsidP="0034697A"/>
  <w:p w14:paraId="070CB6A1" w14:textId="77777777" w:rsidR="00532FE7" w:rsidRDefault="00532FE7" w:rsidP="0034697A"/>
  <w:p w14:paraId="0DC6E036" w14:textId="77777777" w:rsidR="00532FE7" w:rsidRDefault="009E465E" w:rsidP="0034697A">
    <w:r>
      <w:rPr>
        <w:noProof/>
      </w:rPr>
      <w:drawing>
        <wp:anchor distT="0" distB="0" distL="114300" distR="114300" simplePos="0" relativeHeight="251661312" behindDoc="1" locked="0" layoutInCell="1" allowOverlap="1" wp14:anchorId="68A1BEB0" wp14:editId="201D6205">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2194210E" w14:textId="77777777" w:rsidR="00532FE7" w:rsidRDefault="00532FE7" w:rsidP="0034697A"/>
  <w:p w14:paraId="4AC4DAB8" w14:textId="77777777" w:rsidR="00532FE7" w:rsidRDefault="00532FE7" w:rsidP="0034697A"/>
  <w:p w14:paraId="7D07AD5E" w14:textId="77777777" w:rsidR="00532FE7" w:rsidRDefault="00532FE7" w:rsidP="0034697A"/>
  <w:p w14:paraId="2A92D7E6" w14:textId="77777777" w:rsidR="0034697A" w:rsidRDefault="0034697A" w:rsidP="0034697A">
    <w:pPr>
      <w:spacing w:line="120" w:lineRule="exact"/>
    </w:pPr>
  </w:p>
  <w:p w14:paraId="5E7169FF" w14:textId="77777777" w:rsidR="00532FE7" w:rsidRDefault="00532FE7" w:rsidP="00F823CD">
    <w:pPr>
      <w:pStyle w:val="Subline"/>
    </w:pPr>
    <w:r>
      <w:rPr>
        <w:noProof/>
      </w:rPr>
      <mc:AlternateContent>
        <mc:Choice Requires="wps">
          <w:drawing>
            <wp:anchor distT="0" distB="0" distL="114300" distR="114300" simplePos="0" relativeHeight="251660288" behindDoc="0" locked="0" layoutInCell="1" allowOverlap="1" wp14:anchorId="22462BDD" wp14:editId="790D9326">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D31F27" w14:textId="77777777" w:rsidR="007B681F" w:rsidRPr="00F53813" w:rsidRDefault="007B681F" w:rsidP="007B681F">
                          <w:pPr>
                            <w:tabs>
                              <w:tab w:val="left" w:pos="140"/>
                            </w:tabs>
                            <w:spacing w:line="200" w:lineRule="exact"/>
                            <w:rPr>
                              <w:rFonts w:ascii="Arial" w:hAnsi="Arial" w:cs="Arial"/>
                              <w:b/>
                              <w:noProof/>
                              <w:sz w:val="14"/>
                              <w:szCs w:val="14"/>
                              <w:lang w:val="en-GB"/>
                            </w:rPr>
                          </w:pPr>
                          <w:r w:rsidRPr="00F53813">
                            <w:rPr>
                              <w:rFonts w:ascii="Arial" w:hAnsi="Arial" w:cs="Arial"/>
                              <w:b/>
                              <w:noProof/>
                              <w:sz w:val="14"/>
                              <w:szCs w:val="14"/>
                              <w:lang w:val="en-GB"/>
                            </w:rPr>
                            <w:t xml:space="preserve">Published by: </w:t>
                          </w:r>
                        </w:p>
                        <w:p w14:paraId="765EE8DE" w14:textId="77777777" w:rsidR="007B681F" w:rsidRPr="00F823CD" w:rsidRDefault="007B681F" w:rsidP="007B681F">
                          <w:pPr>
                            <w:tabs>
                              <w:tab w:val="left" w:pos="140"/>
                            </w:tabs>
                            <w:spacing w:line="200" w:lineRule="exact"/>
                            <w:rPr>
                              <w:rFonts w:ascii="Arial" w:hAnsi="Arial" w:cs="Arial"/>
                              <w:b/>
                              <w:noProof/>
                              <w:sz w:val="14"/>
                              <w:szCs w:val="14"/>
                            </w:rPr>
                          </w:pPr>
                          <w:r w:rsidRPr="00F53813">
                            <w:rPr>
                              <w:rFonts w:ascii="Arial" w:hAnsi="Arial" w:cs="Arial"/>
                              <w:b/>
                              <w:noProof/>
                              <w:sz w:val="14"/>
                              <w:szCs w:val="14"/>
                              <w:lang w:val="en-GB"/>
                            </w:rPr>
                            <w:t xml:space="preserve">Bette GmbH &amp; Co. </w:t>
                          </w:r>
                          <w:r>
                            <w:rPr>
                              <w:rFonts w:ascii="Arial" w:hAnsi="Arial" w:cs="Arial"/>
                              <w:b/>
                              <w:noProof/>
                              <w:sz w:val="14"/>
                              <w:szCs w:val="14"/>
                            </w:rPr>
                            <w:t>KG</w:t>
                          </w:r>
                        </w:p>
                        <w:p w14:paraId="3218745A" w14:textId="77777777" w:rsidR="007B681F" w:rsidRPr="00F823CD" w:rsidRDefault="007B681F" w:rsidP="007B681F">
                          <w:pPr>
                            <w:tabs>
                              <w:tab w:val="left" w:pos="140"/>
                            </w:tabs>
                            <w:spacing w:line="200" w:lineRule="exact"/>
                            <w:rPr>
                              <w:rFonts w:ascii="Arial" w:hAnsi="Arial" w:cs="Arial"/>
                              <w:b/>
                              <w:noProof/>
                              <w:sz w:val="14"/>
                              <w:szCs w:val="14"/>
                            </w:rPr>
                          </w:pPr>
                          <w:r>
                            <w:rPr>
                              <w:rFonts w:ascii="Arial" w:hAnsi="Arial" w:cs="Arial"/>
                              <w:b/>
                              <w:noProof/>
                              <w:sz w:val="14"/>
                              <w:szCs w:val="14"/>
                            </w:rPr>
                            <w:t>Heinrich-Bette-Straße 1</w:t>
                          </w:r>
                        </w:p>
                        <w:p w14:paraId="6F346327" w14:textId="77777777" w:rsidR="007B681F" w:rsidRPr="00F823CD" w:rsidRDefault="007B681F" w:rsidP="007B681F">
                          <w:pPr>
                            <w:tabs>
                              <w:tab w:val="left" w:pos="140"/>
                            </w:tabs>
                            <w:spacing w:line="200" w:lineRule="exact"/>
                            <w:rPr>
                              <w:rFonts w:ascii="Arial" w:hAnsi="Arial" w:cs="Arial"/>
                              <w:b/>
                              <w:noProof/>
                              <w:sz w:val="14"/>
                              <w:szCs w:val="14"/>
                            </w:rPr>
                          </w:pPr>
                          <w:r>
                            <w:rPr>
                              <w:rFonts w:ascii="Arial" w:hAnsi="Arial" w:cs="Arial"/>
                              <w:b/>
                              <w:noProof/>
                              <w:sz w:val="14"/>
                              <w:szCs w:val="14"/>
                            </w:rPr>
                            <w:t xml:space="preserve">33129 Delbrück </w:t>
                          </w:r>
                        </w:p>
                        <w:p w14:paraId="47CCD3CA" w14:textId="77777777" w:rsidR="007B681F" w:rsidRPr="00F823CD" w:rsidRDefault="007B681F" w:rsidP="007B681F">
                          <w:pPr>
                            <w:tabs>
                              <w:tab w:val="left" w:pos="140"/>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 xml:space="preserve">+49 5250 511-130 </w:t>
                          </w:r>
                        </w:p>
                        <w:p w14:paraId="17E5D9B5" w14:textId="77777777" w:rsidR="007B681F" w:rsidRPr="00F823CD" w:rsidRDefault="007B681F" w:rsidP="007B681F">
                          <w:pPr>
                            <w:tabs>
                              <w:tab w:val="left" w:pos="140"/>
                            </w:tabs>
                            <w:spacing w:line="200" w:lineRule="exact"/>
                            <w:rPr>
                              <w:rFonts w:ascii="Arial" w:hAnsi="Arial" w:cs="Arial"/>
                              <w:b/>
                              <w:noProof/>
                              <w:sz w:val="14"/>
                              <w:szCs w:val="14"/>
                            </w:rPr>
                          </w:pPr>
                          <w:r>
                            <w:rPr>
                              <w:rFonts w:ascii="Arial" w:hAnsi="Arial" w:cs="Arial"/>
                              <w:b/>
                              <w:noProof/>
                              <w:sz w:val="14"/>
                              <w:szCs w:val="14"/>
                            </w:rPr>
                            <w:t>info@bette.de</w:t>
                          </w:r>
                        </w:p>
                        <w:p w14:paraId="67DDA8C1" w14:textId="77777777" w:rsidR="007B681F" w:rsidRPr="00F823CD" w:rsidRDefault="007B681F" w:rsidP="007B681F">
                          <w:pPr>
                            <w:tabs>
                              <w:tab w:val="left" w:pos="140"/>
                            </w:tabs>
                            <w:spacing w:line="200" w:lineRule="exact"/>
                            <w:rPr>
                              <w:rFonts w:ascii="Arial" w:hAnsi="Arial" w:cs="Arial"/>
                              <w:b/>
                              <w:noProof/>
                              <w:sz w:val="14"/>
                              <w:szCs w:val="14"/>
                            </w:rPr>
                          </w:pPr>
                          <w:r>
                            <w:rPr>
                              <w:rFonts w:ascii="Arial" w:hAnsi="Arial" w:cs="Arial"/>
                              <w:b/>
                              <w:noProof/>
                              <w:sz w:val="14"/>
                              <w:szCs w:val="14"/>
                            </w:rPr>
                            <w:t>www.bette.de</w:t>
                          </w:r>
                        </w:p>
                        <w:p w14:paraId="3D9FD033" w14:textId="77777777" w:rsidR="007B681F" w:rsidRDefault="007B681F" w:rsidP="00A810C0">
                          <w:pPr>
                            <w:tabs>
                              <w:tab w:val="left" w:pos="140"/>
                            </w:tabs>
                            <w:spacing w:line="200" w:lineRule="exact"/>
                            <w:rPr>
                              <w:rFonts w:ascii="Arial" w:hAnsi="Arial" w:cs="Arial"/>
                              <w:b/>
                              <w:noProof/>
                              <w:sz w:val="14"/>
                              <w:szCs w:val="14"/>
                            </w:rPr>
                          </w:pPr>
                        </w:p>
                        <w:p w14:paraId="3703176F" w14:textId="77777777" w:rsidR="00532FE7" w:rsidRPr="00F53813" w:rsidRDefault="007B681F" w:rsidP="00A810C0">
                          <w:pPr>
                            <w:tabs>
                              <w:tab w:val="left" w:pos="140"/>
                            </w:tabs>
                            <w:spacing w:line="200" w:lineRule="exact"/>
                            <w:rPr>
                              <w:rFonts w:ascii="Arial" w:hAnsi="Arial" w:cs="Arial"/>
                              <w:b/>
                              <w:noProof/>
                              <w:sz w:val="14"/>
                              <w:szCs w:val="14"/>
                              <w:lang w:val="en-GB"/>
                            </w:rPr>
                          </w:pPr>
                          <w:r w:rsidRPr="00F53813">
                            <w:rPr>
                              <w:rFonts w:ascii="Arial" w:hAnsi="Arial" w:cs="Arial"/>
                              <w:b/>
                              <w:noProof/>
                              <w:sz w:val="14"/>
                              <w:szCs w:val="14"/>
                              <w:lang w:val="en-GB"/>
                            </w:rPr>
                            <w:t>Contact at Bette:</w:t>
                          </w:r>
                        </w:p>
                        <w:p w14:paraId="0CA6CE2D" w14:textId="77777777" w:rsidR="00532FE7" w:rsidRPr="00F53813" w:rsidRDefault="00532FE7" w:rsidP="00A810C0">
                          <w:pPr>
                            <w:tabs>
                              <w:tab w:val="left" w:pos="140"/>
                            </w:tabs>
                            <w:spacing w:line="200" w:lineRule="exact"/>
                            <w:rPr>
                              <w:rFonts w:ascii="Arial" w:hAnsi="Arial" w:cs="Arial"/>
                              <w:b/>
                              <w:noProof/>
                              <w:sz w:val="14"/>
                              <w:szCs w:val="14"/>
                              <w:lang w:val="en-GB"/>
                            </w:rPr>
                          </w:pPr>
                          <w:r w:rsidRPr="00F53813">
                            <w:rPr>
                              <w:rFonts w:ascii="Arial" w:hAnsi="Arial" w:cs="Arial"/>
                              <w:b/>
                              <w:noProof/>
                              <w:sz w:val="14"/>
                              <w:szCs w:val="14"/>
                              <w:lang w:val="en-GB"/>
                            </w:rPr>
                            <w:t>Sven Rensinghoff</w:t>
                          </w:r>
                        </w:p>
                        <w:p w14:paraId="76404772" w14:textId="77777777" w:rsidR="00532FE7" w:rsidRPr="00F53813" w:rsidRDefault="00532FE7" w:rsidP="007B681F">
                          <w:pPr>
                            <w:tabs>
                              <w:tab w:val="left" w:pos="140"/>
                              <w:tab w:val="left" w:pos="224"/>
                            </w:tabs>
                            <w:spacing w:line="200" w:lineRule="exact"/>
                            <w:rPr>
                              <w:rFonts w:ascii="Arial" w:hAnsi="Arial" w:cs="Arial"/>
                              <w:b/>
                              <w:noProof/>
                              <w:sz w:val="14"/>
                              <w:szCs w:val="14"/>
                              <w:lang w:val="en-GB"/>
                            </w:rPr>
                          </w:pPr>
                          <w:r w:rsidRPr="00F53813">
                            <w:rPr>
                              <w:rFonts w:ascii="Arial" w:hAnsi="Arial" w:cs="Arial"/>
                              <w:b/>
                              <w:noProof/>
                              <w:sz w:val="14"/>
                              <w:szCs w:val="14"/>
                              <w:lang w:val="en-GB"/>
                            </w:rPr>
                            <w:t>T</w:t>
                          </w:r>
                          <w:r w:rsidRPr="00F53813">
                            <w:rPr>
                              <w:rFonts w:ascii="Arial" w:hAnsi="Arial" w:cs="Arial"/>
                              <w:b/>
                              <w:noProof/>
                              <w:sz w:val="14"/>
                              <w:szCs w:val="14"/>
                              <w:lang w:val="en-GB"/>
                            </w:rPr>
                            <w:tab/>
                            <w:t>+49 5250 511-175</w:t>
                          </w:r>
                        </w:p>
                        <w:p w14:paraId="1B01DBF9" w14:textId="77777777" w:rsidR="00532FE7" w:rsidRPr="00F53813" w:rsidRDefault="00532FE7" w:rsidP="00A810C0">
                          <w:pPr>
                            <w:tabs>
                              <w:tab w:val="left" w:pos="140"/>
                            </w:tabs>
                            <w:spacing w:line="200" w:lineRule="exact"/>
                            <w:rPr>
                              <w:rFonts w:ascii="Arial" w:hAnsi="Arial" w:cs="Arial"/>
                              <w:b/>
                              <w:noProof/>
                              <w:sz w:val="14"/>
                              <w:szCs w:val="14"/>
                              <w:lang w:val="en-GB"/>
                            </w:rPr>
                          </w:pPr>
                          <w:r w:rsidRPr="00F53813">
                            <w:rPr>
                              <w:rFonts w:ascii="Arial" w:hAnsi="Arial" w:cs="Arial"/>
                              <w:b/>
                              <w:noProof/>
                              <w:sz w:val="14"/>
                              <w:szCs w:val="14"/>
                              <w:lang w:val="en-GB"/>
                            </w:rPr>
                            <w:t>s.rensinghoff@bette.de</w:t>
                          </w:r>
                        </w:p>
                        <w:p w14:paraId="3160A72A" w14:textId="77777777" w:rsidR="00532FE7" w:rsidRPr="00F53813" w:rsidRDefault="00532FE7" w:rsidP="00A810C0">
                          <w:pPr>
                            <w:tabs>
                              <w:tab w:val="left" w:pos="140"/>
                            </w:tabs>
                            <w:spacing w:line="200" w:lineRule="exact"/>
                            <w:rPr>
                              <w:rFonts w:ascii="Arial" w:hAnsi="Arial" w:cs="Arial"/>
                              <w:b/>
                              <w:noProof/>
                              <w:sz w:val="14"/>
                              <w:szCs w:val="14"/>
                              <w:lang w:val="en-GB"/>
                            </w:rPr>
                          </w:pPr>
                        </w:p>
                        <w:p w14:paraId="63F9C994" w14:textId="77777777" w:rsidR="00532FE7" w:rsidRPr="00F53813" w:rsidRDefault="007B681F" w:rsidP="00A810C0">
                          <w:pPr>
                            <w:tabs>
                              <w:tab w:val="left" w:pos="140"/>
                            </w:tabs>
                            <w:spacing w:line="200" w:lineRule="exact"/>
                            <w:rPr>
                              <w:rFonts w:ascii="Arial" w:hAnsi="Arial" w:cs="Arial"/>
                              <w:b/>
                              <w:noProof/>
                              <w:sz w:val="14"/>
                              <w:szCs w:val="14"/>
                              <w:lang w:val="en-GB"/>
                            </w:rPr>
                          </w:pPr>
                          <w:r w:rsidRPr="00F53813">
                            <w:rPr>
                              <w:rFonts w:ascii="Arial" w:hAnsi="Arial" w:cs="Arial"/>
                              <w:b/>
                              <w:noProof/>
                              <w:sz w:val="14"/>
                              <w:szCs w:val="14"/>
                              <w:lang w:val="en-GB"/>
                            </w:rPr>
                            <w:t>Press contact:</w:t>
                          </w:r>
                        </w:p>
                        <w:p w14:paraId="00B70C02" w14:textId="77777777" w:rsidR="00532FE7"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Marc Millenet</w:t>
                          </w:r>
                        </w:p>
                        <w:p w14:paraId="09546905" w14:textId="77777777" w:rsidR="007B681F" w:rsidRDefault="007B681F"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+49 711 954 645-0</w:t>
                          </w:r>
                        </w:p>
                        <w:p w14:paraId="064D9274" w14:textId="77777777" w:rsidR="007B681F" w:rsidRPr="00F823CD" w:rsidRDefault="007B681F" w:rsidP="007B681F">
                          <w:pPr>
                            <w:tabs>
                              <w:tab w:val="left" w:pos="140"/>
                            </w:tabs>
                            <w:spacing w:line="200" w:lineRule="exact"/>
                            <w:rPr>
                              <w:rFonts w:ascii="Arial" w:hAnsi="Arial" w:cs="Arial"/>
                              <w:b/>
                              <w:noProof/>
                              <w:sz w:val="14"/>
                              <w:szCs w:val="14"/>
                            </w:rPr>
                          </w:pPr>
                          <w:r>
                            <w:rPr>
                              <w:rFonts w:ascii="Arial" w:hAnsi="Arial" w:cs="Arial"/>
                              <w:b/>
                              <w:noProof/>
                              <w:sz w:val="14"/>
                              <w:szCs w:val="14"/>
                            </w:rPr>
                            <w:t>bette@id-pool.de</w:t>
                          </w:r>
                        </w:p>
                        <w:p w14:paraId="68F81C81" w14:textId="77777777" w:rsidR="00532FE7" w:rsidRPr="00F823CD" w:rsidRDefault="00532FE7" w:rsidP="00A810C0">
                          <w:pPr>
                            <w:tabs>
                              <w:tab w:val="left" w:pos="140"/>
                            </w:tabs>
                            <w:spacing w:line="200" w:lineRule="exact"/>
                            <w:rPr>
                              <w:rFonts w:ascii="Arial" w:hAnsi="Arial" w:cs="Arial"/>
                              <w:b/>
                              <w:noProof/>
                              <w:sz w:val="14"/>
                              <w:szCs w:val="14"/>
                            </w:rPr>
                          </w:pPr>
                        </w:p>
                        <w:p w14:paraId="116A7771" w14:textId="77777777" w:rsidR="00532FE7" w:rsidRPr="00F53813" w:rsidRDefault="00532FE7" w:rsidP="00A810C0">
                          <w:pPr>
                            <w:tabs>
                              <w:tab w:val="left" w:pos="140"/>
                            </w:tabs>
                            <w:spacing w:line="200" w:lineRule="exact"/>
                            <w:rPr>
                              <w:rFonts w:ascii="Arial" w:hAnsi="Arial" w:cs="Arial"/>
                              <w:b/>
                              <w:noProof/>
                              <w:sz w:val="14"/>
                              <w:szCs w:val="14"/>
                              <w:lang w:val="en-GB"/>
                            </w:rPr>
                          </w:pPr>
                          <w:r w:rsidRPr="00F53813">
                            <w:rPr>
                              <w:rFonts w:ascii="Arial" w:hAnsi="Arial" w:cs="Arial"/>
                              <w:b/>
                              <w:noProof/>
                              <w:sz w:val="14"/>
                              <w:szCs w:val="14"/>
                              <w:lang w:val="en-GB"/>
                            </w:rPr>
                            <w:t xml:space="preserve">No charge for reprinting. </w:t>
                          </w:r>
                        </w:p>
                        <w:p w14:paraId="3C74DB81" w14:textId="77777777" w:rsidR="00532FE7" w:rsidRPr="00F53813" w:rsidRDefault="008441B4" w:rsidP="00A810C0">
                          <w:pPr>
                            <w:tabs>
                              <w:tab w:val="left" w:pos="140"/>
                            </w:tabs>
                            <w:spacing w:line="200" w:lineRule="exact"/>
                            <w:rPr>
                              <w:rFonts w:ascii="Arial" w:hAnsi="Arial" w:cs="Arial"/>
                              <w:b/>
                              <w:noProof/>
                              <w:sz w:val="14"/>
                              <w:szCs w:val="14"/>
                              <w:lang w:val="en-GB"/>
                            </w:rPr>
                          </w:pPr>
                          <w:r w:rsidRPr="00F53813">
                            <w:rPr>
                              <w:rFonts w:ascii="Arial" w:hAnsi="Arial" w:cs="Arial"/>
                              <w:b/>
                              <w:noProof/>
                              <w:sz w:val="14"/>
                              <w:szCs w:val="14"/>
                              <w:lang w:val="en-GB"/>
                            </w:rPr>
                            <w:t>Copy requested.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62BDD"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" filled="f" stroked="f" strokeweight=".5pt">
              <v:textbox inset="0,0,0,0">
                <w:txbxContent>
                  <w:p w14:paraId="18D31F27" w14:textId="77777777" w:rsidR="007B681F" w:rsidRPr="00F53813" w:rsidRDefault="007B681F" w:rsidP="007B681F">
                    <w:pPr>
                      <w:tabs>
                        <w:tab w:val="left" w:pos="140"/>
                      </w:tabs>
                      <w:spacing w:line="200" w:lineRule="exact"/>
                      <w:rPr>
                        <w:rFonts w:ascii="Arial" w:hAnsi="Arial" w:cs="Arial"/>
                        <w:b/>
                        <w:noProof/>
                        <w:sz w:val="14"/>
                        <w:szCs w:val="14"/>
                        <w:lang w:val="en-GB"/>
                      </w:rPr>
                    </w:pPr>
                    <w:r w:rsidRPr="00F53813">
                      <w:rPr>
                        <w:rFonts w:ascii="Arial" w:hAnsi="Arial" w:cs="Arial"/>
                        <w:b/>
                        <w:noProof/>
                        <w:sz w:val="14"/>
                        <w:szCs w:val="14"/>
                        <w:lang w:val="en-GB"/>
                      </w:rPr>
                      <w:t xml:space="preserve">Published by: </w:t>
                    </w:r>
                  </w:p>
                  <w:p w14:paraId="765EE8DE" w14:textId="77777777" w:rsidR="007B681F" w:rsidRPr="00F823CD" w:rsidRDefault="007B681F" w:rsidP="007B681F">
                    <w:pPr>
                      <w:tabs>
                        <w:tab w:val="left" w:pos="140"/>
                      </w:tabs>
                      <w:spacing w:line="200" w:lineRule="exact"/>
                      <w:rPr>
                        <w:rFonts w:ascii="Arial" w:hAnsi="Arial" w:cs="Arial"/>
                        <w:b/>
                        <w:noProof/>
                        <w:sz w:val="14"/>
                        <w:szCs w:val="14"/>
                      </w:rPr>
                    </w:pPr>
                    <w:r w:rsidRPr="00F53813">
                      <w:rPr>
                        <w:rFonts w:ascii="Arial" w:hAnsi="Arial" w:cs="Arial"/>
                        <w:b/>
                        <w:noProof/>
                        <w:sz w:val="14"/>
                        <w:szCs w:val="14"/>
                        <w:lang w:val="en-GB"/>
                      </w:rPr>
                      <w:t xml:space="preserve">Bette GmbH &amp; Co. </w:t>
                    </w:r>
                    <w:r>
                      <w:rPr>
                        <w:rFonts w:ascii="Arial" w:hAnsi="Arial" w:cs="Arial"/>
                        <w:b/>
                        <w:noProof/>
                        <w:sz w:val="14"/>
                        <w:szCs w:val="14"/>
                      </w:rPr>
                      <w:t>KG</w:t>
                    </w:r>
                  </w:p>
                  <w:p w14:paraId="3218745A" w14:textId="77777777" w:rsidR="007B681F" w:rsidRPr="00F823CD" w:rsidRDefault="007B681F" w:rsidP="007B681F">
                    <w:pPr>
                      <w:tabs>
                        <w:tab w:val="left" w:pos="140"/>
                      </w:tabs>
                      <w:spacing w:line="200" w:lineRule="exact"/>
                      <w:rPr>
                        <w:rFonts w:ascii="Arial" w:hAnsi="Arial" w:cs="Arial"/>
                        <w:b/>
                        <w:noProof/>
                        <w:sz w:val="14"/>
                        <w:szCs w:val="14"/>
                      </w:rPr>
                    </w:pPr>
                    <w:r>
                      <w:rPr>
                        <w:rFonts w:ascii="Arial" w:hAnsi="Arial" w:cs="Arial"/>
                        <w:b/>
                        <w:noProof/>
                        <w:sz w:val="14"/>
                        <w:szCs w:val="14"/>
                      </w:rPr>
                      <w:t>Heinrich-Bette-Straße 1</w:t>
                    </w:r>
                  </w:p>
                  <w:p w14:paraId="6F346327" w14:textId="77777777" w:rsidR="007B681F" w:rsidRPr="00F823CD" w:rsidRDefault="007B681F" w:rsidP="007B681F">
                    <w:pPr>
                      <w:tabs>
                        <w:tab w:val="left" w:pos="140"/>
                      </w:tabs>
                      <w:spacing w:line="200" w:lineRule="exact"/>
                      <w:rPr>
                        <w:rFonts w:ascii="Arial" w:hAnsi="Arial" w:cs="Arial"/>
                        <w:b/>
                        <w:noProof/>
                        <w:sz w:val="14"/>
                        <w:szCs w:val="14"/>
                      </w:rPr>
                    </w:pPr>
                    <w:r>
                      <w:rPr>
                        <w:rFonts w:ascii="Arial" w:hAnsi="Arial" w:cs="Arial"/>
                        <w:b/>
                        <w:noProof/>
                        <w:sz w:val="14"/>
                        <w:szCs w:val="14"/>
                      </w:rPr>
                      <w:t xml:space="preserve">33129 Delbrück </w:t>
                    </w:r>
                  </w:p>
                  <w:p w14:paraId="47CCD3CA" w14:textId="77777777" w:rsidR="007B681F" w:rsidRPr="00F823CD" w:rsidRDefault="007B681F" w:rsidP="007B681F">
                    <w:pPr>
                      <w:tabs>
                        <w:tab w:val="left" w:pos="140"/>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 xml:space="preserve">+49 5250 511-130 </w:t>
                    </w:r>
                  </w:p>
                  <w:p w14:paraId="17E5D9B5" w14:textId="77777777" w:rsidR="007B681F" w:rsidRPr="00F823CD" w:rsidRDefault="007B681F" w:rsidP="007B681F">
                    <w:pPr>
                      <w:tabs>
                        <w:tab w:val="left" w:pos="140"/>
                      </w:tabs>
                      <w:spacing w:line="200" w:lineRule="exact"/>
                      <w:rPr>
                        <w:rFonts w:ascii="Arial" w:hAnsi="Arial" w:cs="Arial"/>
                        <w:b/>
                        <w:noProof/>
                        <w:sz w:val="14"/>
                        <w:szCs w:val="14"/>
                      </w:rPr>
                    </w:pPr>
                    <w:r>
                      <w:rPr>
                        <w:rFonts w:ascii="Arial" w:hAnsi="Arial" w:cs="Arial"/>
                        <w:b/>
                        <w:noProof/>
                        <w:sz w:val="14"/>
                        <w:szCs w:val="14"/>
                      </w:rPr>
                      <w:t>info@bette.de</w:t>
                    </w:r>
                  </w:p>
                  <w:p w14:paraId="67DDA8C1" w14:textId="77777777" w:rsidR="007B681F" w:rsidRPr="00F823CD" w:rsidRDefault="007B681F" w:rsidP="007B681F">
                    <w:pPr>
                      <w:tabs>
                        <w:tab w:val="left" w:pos="140"/>
                      </w:tabs>
                      <w:spacing w:line="200" w:lineRule="exact"/>
                      <w:rPr>
                        <w:rFonts w:ascii="Arial" w:hAnsi="Arial" w:cs="Arial"/>
                        <w:b/>
                        <w:noProof/>
                        <w:sz w:val="14"/>
                        <w:szCs w:val="14"/>
                      </w:rPr>
                    </w:pPr>
                    <w:r>
                      <w:rPr>
                        <w:rFonts w:ascii="Arial" w:hAnsi="Arial" w:cs="Arial"/>
                        <w:b/>
                        <w:noProof/>
                        <w:sz w:val="14"/>
                        <w:szCs w:val="14"/>
                      </w:rPr>
                      <w:t>www.bette.de</w:t>
                    </w:r>
                  </w:p>
                  <w:p w14:paraId="3D9FD033" w14:textId="77777777" w:rsidR="007B681F" w:rsidRDefault="007B681F" w:rsidP="00A810C0">
                    <w:pPr>
                      <w:tabs>
                        <w:tab w:val="left" w:pos="140"/>
                      </w:tabs>
                      <w:spacing w:line="200" w:lineRule="exact"/>
                      <w:rPr>
                        <w:rFonts w:ascii="Arial" w:hAnsi="Arial" w:cs="Arial"/>
                        <w:b/>
                        <w:noProof/>
                        <w:sz w:val="14"/>
                        <w:szCs w:val="14"/>
                      </w:rPr>
                    </w:pPr>
                  </w:p>
                  <w:p w14:paraId="3703176F" w14:textId="77777777" w:rsidR="00532FE7" w:rsidRPr="00F53813" w:rsidRDefault="007B681F" w:rsidP="00A810C0">
                    <w:pPr>
                      <w:tabs>
                        <w:tab w:val="left" w:pos="140"/>
                      </w:tabs>
                      <w:spacing w:line="200" w:lineRule="exact"/>
                      <w:rPr>
                        <w:rFonts w:ascii="Arial" w:hAnsi="Arial" w:cs="Arial"/>
                        <w:b/>
                        <w:noProof/>
                        <w:sz w:val="14"/>
                        <w:szCs w:val="14"/>
                        <w:lang w:val="en-GB"/>
                      </w:rPr>
                    </w:pPr>
                    <w:r w:rsidRPr="00F53813">
                      <w:rPr>
                        <w:rFonts w:ascii="Arial" w:hAnsi="Arial" w:cs="Arial"/>
                        <w:b/>
                        <w:noProof/>
                        <w:sz w:val="14"/>
                        <w:szCs w:val="14"/>
                        <w:lang w:val="en-GB"/>
                      </w:rPr>
                      <w:t>Contact at Bette:</w:t>
                    </w:r>
                  </w:p>
                  <w:p w14:paraId="0CA6CE2D" w14:textId="77777777" w:rsidR="00532FE7" w:rsidRPr="00F53813" w:rsidRDefault="00532FE7" w:rsidP="00A810C0">
                    <w:pPr>
                      <w:tabs>
                        <w:tab w:val="left" w:pos="140"/>
                      </w:tabs>
                      <w:spacing w:line="200" w:lineRule="exact"/>
                      <w:rPr>
                        <w:rFonts w:ascii="Arial" w:hAnsi="Arial" w:cs="Arial"/>
                        <w:b/>
                        <w:noProof/>
                        <w:sz w:val="14"/>
                        <w:szCs w:val="14"/>
                        <w:lang w:val="en-GB"/>
                      </w:rPr>
                    </w:pPr>
                    <w:r w:rsidRPr="00F53813">
                      <w:rPr>
                        <w:rFonts w:ascii="Arial" w:hAnsi="Arial" w:cs="Arial"/>
                        <w:b/>
                        <w:noProof/>
                        <w:sz w:val="14"/>
                        <w:szCs w:val="14"/>
                        <w:lang w:val="en-GB"/>
                      </w:rPr>
                      <w:t>Sven Rensinghoff</w:t>
                    </w:r>
                  </w:p>
                  <w:p w14:paraId="76404772" w14:textId="77777777" w:rsidR="00532FE7" w:rsidRPr="00F53813" w:rsidRDefault="00532FE7" w:rsidP="007B681F">
                    <w:pPr>
                      <w:tabs>
                        <w:tab w:val="left" w:pos="140"/>
                        <w:tab w:val="left" w:pos="224"/>
                      </w:tabs>
                      <w:spacing w:line="200" w:lineRule="exact"/>
                      <w:rPr>
                        <w:rFonts w:ascii="Arial" w:hAnsi="Arial" w:cs="Arial"/>
                        <w:b/>
                        <w:noProof/>
                        <w:sz w:val="14"/>
                        <w:szCs w:val="14"/>
                        <w:lang w:val="en-GB"/>
                      </w:rPr>
                    </w:pPr>
                    <w:r w:rsidRPr="00F53813">
                      <w:rPr>
                        <w:rFonts w:ascii="Arial" w:hAnsi="Arial" w:cs="Arial"/>
                        <w:b/>
                        <w:noProof/>
                        <w:sz w:val="14"/>
                        <w:szCs w:val="14"/>
                        <w:lang w:val="en-GB"/>
                      </w:rPr>
                      <w:t>T</w:t>
                    </w:r>
                    <w:r w:rsidRPr="00F53813">
                      <w:rPr>
                        <w:rFonts w:ascii="Arial" w:hAnsi="Arial" w:cs="Arial"/>
                        <w:b/>
                        <w:noProof/>
                        <w:sz w:val="14"/>
                        <w:szCs w:val="14"/>
                        <w:lang w:val="en-GB"/>
                      </w:rPr>
                      <w:tab/>
                      <w:t>+49 5250 511-175</w:t>
                    </w:r>
                  </w:p>
                  <w:p w14:paraId="1B01DBF9" w14:textId="77777777" w:rsidR="00532FE7" w:rsidRPr="00F53813" w:rsidRDefault="00532FE7" w:rsidP="00A810C0">
                    <w:pPr>
                      <w:tabs>
                        <w:tab w:val="left" w:pos="140"/>
                      </w:tabs>
                      <w:spacing w:line="200" w:lineRule="exact"/>
                      <w:rPr>
                        <w:rFonts w:ascii="Arial" w:hAnsi="Arial" w:cs="Arial"/>
                        <w:b/>
                        <w:noProof/>
                        <w:sz w:val="14"/>
                        <w:szCs w:val="14"/>
                        <w:lang w:val="en-GB"/>
                      </w:rPr>
                    </w:pPr>
                    <w:r w:rsidRPr="00F53813">
                      <w:rPr>
                        <w:rFonts w:ascii="Arial" w:hAnsi="Arial" w:cs="Arial"/>
                        <w:b/>
                        <w:noProof/>
                        <w:sz w:val="14"/>
                        <w:szCs w:val="14"/>
                        <w:lang w:val="en-GB"/>
                      </w:rPr>
                      <w:t>s.rensinghoff@bette.de</w:t>
                    </w:r>
                  </w:p>
                  <w:p w14:paraId="3160A72A" w14:textId="77777777" w:rsidR="00532FE7" w:rsidRPr="00F53813" w:rsidRDefault="00532FE7" w:rsidP="00A810C0">
                    <w:pPr>
                      <w:tabs>
                        <w:tab w:val="left" w:pos="140"/>
                      </w:tabs>
                      <w:spacing w:line="200" w:lineRule="exact"/>
                      <w:rPr>
                        <w:rFonts w:ascii="Arial" w:hAnsi="Arial" w:cs="Arial"/>
                        <w:b/>
                        <w:noProof/>
                        <w:sz w:val="14"/>
                        <w:szCs w:val="14"/>
                        <w:lang w:val="en-GB"/>
                      </w:rPr>
                    </w:pPr>
                  </w:p>
                  <w:p w14:paraId="63F9C994" w14:textId="77777777" w:rsidR="00532FE7" w:rsidRPr="00F53813" w:rsidRDefault="007B681F" w:rsidP="00A810C0">
                    <w:pPr>
                      <w:tabs>
                        <w:tab w:val="left" w:pos="140"/>
                      </w:tabs>
                      <w:spacing w:line="200" w:lineRule="exact"/>
                      <w:rPr>
                        <w:rFonts w:ascii="Arial" w:hAnsi="Arial" w:cs="Arial"/>
                        <w:b/>
                        <w:noProof/>
                        <w:sz w:val="14"/>
                        <w:szCs w:val="14"/>
                        <w:lang w:val="en-GB"/>
                      </w:rPr>
                    </w:pPr>
                    <w:r w:rsidRPr="00F53813">
                      <w:rPr>
                        <w:rFonts w:ascii="Arial" w:hAnsi="Arial" w:cs="Arial"/>
                        <w:b/>
                        <w:noProof/>
                        <w:sz w:val="14"/>
                        <w:szCs w:val="14"/>
                        <w:lang w:val="en-GB"/>
                      </w:rPr>
                      <w:t>Press contact:</w:t>
                    </w:r>
                  </w:p>
                  <w:p w14:paraId="00B70C02" w14:textId="77777777" w:rsidR="00532FE7"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Marc Millenet</w:t>
                    </w:r>
                  </w:p>
                  <w:p w14:paraId="09546905" w14:textId="77777777" w:rsidR="007B681F" w:rsidRDefault="007B681F"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+49 711 954 645-0</w:t>
                    </w:r>
                  </w:p>
                  <w:p w14:paraId="064D9274" w14:textId="77777777" w:rsidR="007B681F" w:rsidRPr="00F823CD" w:rsidRDefault="007B681F" w:rsidP="007B681F">
                    <w:pPr>
                      <w:tabs>
                        <w:tab w:val="left" w:pos="140"/>
                      </w:tabs>
                      <w:spacing w:line="200" w:lineRule="exact"/>
                      <w:rPr>
                        <w:rFonts w:ascii="Arial" w:hAnsi="Arial" w:cs="Arial"/>
                        <w:b/>
                        <w:noProof/>
                        <w:sz w:val="14"/>
                        <w:szCs w:val="14"/>
                      </w:rPr>
                    </w:pPr>
                    <w:r>
                      <w:rPr>
                        <w:rFonts w:ascii="Arial" w:hAnsi="Arial" w:cs="Arial"/>
                        <w:b/>
                        <w:noProof/>
                        <w:sz w:val="14"/>
                        <w:szCs w:val="14"/>
                      </w:rPr>
                      <w:t>bette@id-pool.de</w:t>
                    </w:r>
                  </w:p>
                  <w:p w14:paraId="68F81C81" w14:textId="77777777" w:rsidR="00532FE7" w:rsidRPr="00F823CD" w:rsidRDefault="00532FE7" w:rsidP="00A810C0">
                    <w:pPr>
                      <w:tabs>
                        <w:tab w:val="left" w:pos="140"/>
                      </w:tabs>
                      <w:spacing w:line="200" w:lineRule="exact"/>
                      <w:rPr>
                        <w:rFonts w:ascii="Arial" w:hAnsi="Arial" w:cs="Arial"/>
                        <w:b/>
                        <w:noProof/>
                        <w:sz w:val="14"/>
                        <w:szCs w:val="14"/>
                      </w:rPr>
                    </w:pPr>
                  </w:p>
                  <w:p w14:paraId="116A7771" w14:textId="77777777" w:rsidR="00532FE7" w:rsidRPr="00F53813" w:rsidRDefault="00532FE7" w:rsidP="00A810C0">
                    <w:pPr>
                      <w:tabs>
                        <w:tab w:val="left" w:pos="140"/>
                      </w:tabs>
                      <w:spacing w:line="200" w:lineRule="exact"/>
                      <w:rPr>
                        <w:rFonts w:ascii="Arial" w:hAnsi="Arial" w:cs="Arial"/>
                        <w:b/>
                        <w:noProof/>
                        <w:sz w:val="14"/>
                        <w:szCs w:val="14"/>
                        <w:lang w:val="en-GB"/>
                      </w:rPr>
                    </w:pPr>
                    <w:r w:rsidRPr="00F53813">
                      <w:rPr>
                        <w:rFonts w:ascii="Arial" w:hAnsi="Arial" w:cs="Arial"/>
                        <w:b/>
                        <w:noProof/>
                        <w:sz w:val="14"/>
                        <w:szCs w:val="14"/>
                        <w:lang w:val="en-GB"/>
                      </w:rPr>
                      <w:t xml:space="preserve">No charge for reprinting. </w:t>
                    </w:r>
                  </w:p>
                  <w:p w14:paraId="3C74DB81" w14:textId="77777777" w:rsidR="00532FE7" w:rsidRPr="00F53813" w:rsidRDefault="008441B4" w:rsidP="00A810C0">
                    <w:pPr>
                      <w:tabs>
                        <w:tab w:val="left" w:pos="140"/>
                      </w:tabs>
                      <w:spacing w:line="200" w:lineRule="exact"/>
                      <w:rPr>
                        <w:rFonts w:ascii="Arial" w:hAnsi="Arial" w:cs="Arial"/>
                        <w:b/>
                        <w:noProof/>
                        <w:sz w:val="14"/>
                        <w:szCs w:val="14"/>
                        <w:lang w:val="en-GB"/>
                      </w:rPr>
                    </w:pPr>
                    <w:r w:rsidRPr="00F53813">
                      <w:rPr>
                        <w:rFonts w:ascii="Arial" w:hAnsi="Arial" w:cs="Arial"/>
                        <w:b/>
                        <w:noProof/>
                        <w:sz w:val="14"/>
                        <w:szCs w:val="14"/>
                        <w:lang w:val="en-GB"/>
                      </w:rPr>
                      <w:t>Copy requested.</w:t>
                    </w:r>
                  </w:p>
                </w:txbxContent>
              </v:textbox>
              <w10:wrap anchorx="page" anchory="page"/>
            </v:shape>
          </w:pict>
        </mc:Fallback>
      </mc:AlternateContent>
    </w:r>
    <w:r>
      <w:t>Press release</w:t>
    </w:r>
  </w:p>
  <w:p w14:paraId="3FFC3481" w14:textId="354B7A42" w:rsidR="00A810C0" w:rsidRDefault="00A810C0" w:rsidP="00F823CD">
    <w:pPr>
      <w:pStyle w:val="Subline"/>
    </w:pPr>
    <w:r>
      <w:t xml:space="preserve">Page </w:t>
    </w:r>
    <w:r>
      <w:fldChar w:fldCharType="begin"/>
    </w:r>
    <w:r>
      <w:rPr>
        <w:noProof/>
      </w:rPr>
      <w:instrText xml:space="preserve"> PAGE   \* MERGEFORMAT </w:instrText>
    </w:r>
    <w:r>
      <w:fldChar w:fldCharType="separate"/>
    </w:r>
    <w:r w:rsidR="00D06ECD">
      <w:rPr>
        <w:noProof/>
      </w:rPr>
      <w:t>1</w:t>
    </w:r>
    <w:r>
      <w:fldChar w:fldCharType="end"/>
    </w:r>
    <w:r>
      <w:t>/</w:t>
    </w:r>
    <w:fldSimple w:instr=" NUMPAGES   \* MERGEFORMAT ">
      <w:r w:rsidR="00D06ECD">
        <w:rPr>
          <w:noProof/>
        </w:rPr>
        <w:t>4</w:t>
      </w:r>
    </w:fldSimple>
  </w:p>
  <w:p w14:paraId="4976FCAC" w14:textId="77777777" w:rsidR="00A810C0" w:rsidRDefault="00A810C0" w:rsidP="00A810C0"/>
  <w:p w14:paraId="74C83B15" w14:textId="77777777" w:rsidR="00A810C0" w:rsidRPr="00532FE7" w:rsidRDefault="00A810C0" w:rsidP="00640BB0">
    <w:pPr>
      <w:spacing w:line="56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D24"/>
    <w:rsid w:val="00096B2D"/>
    <w:rsid w:val="000B0749"/>
    <w:rsid w:val="000C1E57"/>
    <w:rsid w:val="00104F54"/>
    <w:rsid w:val="001678D7"/>
    <w:rsid w:val="00181E54"/>
    <w:rsid w:val="001D6CFF"/>
    <w:rsid w:val="00207483"/>
    <w:rsid w:val="00235897"/>
    <w:rsid w:val="00273CDC"/>
    <w:rsid w:val="00292173"/>
    <w:rsid w:val="002D4E34"/>
    <w:rsid w:val="002E4994"/>
    <w:rsid w:val="002F25C9"/>
    <w:rsid w:val="0034697A"/>
    <w:rsid w:val="00366496"/>
    <w:rsid w:val="00390DA2"/>
    <w:rsid w:val="003B29C7"/>
    <w:rsid w:val="004B328F"/>
    <w:rsid w:val="004E4619"/>
    <w:rsid w:val="00523792"/>
    <w:rsid w:val="00532DB8"/>
    <w:rsid w:val="00532FE7"/>
    <w:rsid w:val="00587A89"/>
    <w:rsid w:val="00604001"/>
    <w:rsid w:val="00640BB0"/>
    <w:rsid w:val="00645823"/>
    <w:rsid w:val="006D5B60"/>
    <w:rsid w:val="00714150"/>
    <w:rsid w:val="00723A71"/>
    <w:rsid w:val="0073688F"/>
    <w:rsid w:val="007B681F"/>
    <w:rsid w:val="008441B4"/>
    <w:rsid w:val="0087329D"/>
    <w:rsid w:val="008E7A9C"/>
    <w:rsid w:val="009115A1"/>
    <w:rsid w:val="009E465E"/>
    <w:rsid w:val="00A810C0"/>
    <w:rsid w:val="00AA4B66"/>
    <w:rsid w:val="00AF718F"/>
    <w:rsid w:val="00BA2D54"/>
    <w:rsid w:val="00C32D35"/>
    <w:rsid w:val="00C455C7"/>
    <w:rsid w:val="00CB4ED1"/>
    <w:rsid w:val="00CF605F"/>
    <w:rsid w:val="00D03D62"/>
    <w:rsid w:val="00D06ECD"/>
    <w:rsid w:val="00D87AF3"/>
    <w:rsid w:val="00DA732D"/>
    <w:rsid w:val="00DF3D24"/>
    <w:rsid w:val="00E41A26"/>
    <w:rsid w:val="00E90E6C"/>
    <w:rsid w:val="00EF45D4"/>
    <w:rsid w:val="00F35B2A"/>
    <w:rsid w:val="00F53813"/>
    <w:rsid w:val="00F823CD"/>
    <w:rsid w:val="00FA10D9"/>
    <w:rsid w:val="00FD157A"/>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47C3F3"/>
  <w15:docId w15:val="{E26DC8BE-0455-2A48-91F6-21DB5FB77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8E7A9C"/>
    <w:rPr>
      <w:color w:val="FF6A60" w:themeColor="hyperlink"/>
      <w:u w:val="single"/>
    </w:rPr>
  </w:style>
  <w:style w:type="character" w:customStyle="1" w:styleId="UnresolvedMention">
    <w:name w:val="Unresolved Mention"/>
    <w:basedOn w:val="Absatz-Standardschriftart"/>
    <w:uiPriority w:val="99"/>
    <w:semiHidden/>
    <w:unhideWhenUsed/>
    <w:rsid w:val="008E7A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V2%20-%20Marketing\Gruppe%20V2\Presse\Vorlagen\BET_GA_Pressemitteilung_Wordvorlage_RZ_170307\BET_GA_Pressemitteilung_Wordvorlage_RZ_170307.dotx" TargetMode="External"/></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BET_GA_Pressemitteilung_Wordvorlage_RZ_170307.dotx</Template>
  <TotalTime>0</TotalTime>
  <Pages>4</Pages>
  <Words>845</Words>
  <Characters>5326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Sauer | Bette GmbH &amp; Co.KG</dc:creator>
  <cp:lastModifiedBy>Jennifer Sauer | Bette GmbH &amp; Co.KG</cp:lastModifiedBy>
  <cp:revision>4</cp:revision>
  <cp:lastPrinted>2017-03-06T17:48:00Z</cp:lastPrinted>
  <dcterms:created xsi:type="dcterms:W3CDTF">2020-06-24T12:14:00Z</dcterms:created>
  <dcterms:modified xsi:type="dcterms:W3CDTF">2020-06-24T13:05:00Z</dcterms:modified>
</cp:coreProperties>
</file>