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9B4FF" w14:textId="392F091D" w:rsidR="008441B4" w:rsidRDefault="008441B4" w:rsidP="00F823CD">
      <w:r>
        <w:t xml:space="preserve">Delbrück, </w:t>
      </w:r>
      <w:r w:rsidR="00BB63A6">
        <w:t>Februar</w:t>
      </w:r>
      <w:r w:rsidR="009115A1">
        <w:t xml:space="preserve"> 20</w:t>
      </w:r>
      <w:r w:rsidR="00BB63A6">
        <w:t>20</w:t>
      </w:r>
    </w:p>
    <w:p w14:paraId="5D814CC3" w14:textId="77777777" w:rsidR="00CB4ED1" w:rsidRDefault="00CB4ED1" w:rsidP="00CB4ED1">
      <w:pPr>
        <w:rPr>
          <w:rFonts w:ascii="Arial" w:hAnsi="Arial" w:cs="Suisse Int'l Medium"/>
          <w:b/>
          <w:sz w:val="21"/>
        </w:rPr>
      </w:pPr>
    </w:p>
    <w:p w14:paraId="4EB5D89C" w14:textId="42B62AC5" w:rsidR="00CB4ED1" w:rsidRDefault="00BB63A6" w:rsidP="00CB4ED1">
      <w:pPr>
        <w:rPr>
          <w:rFonts w:ascii="Arial" w:hAnsi="Arial" w:cs="Suisse Int'l Medium"/>
          <w:b/>
          <w:sz w:val="21"/>
        </w:rPr>
      </w:pPr>
      <w:r w:rsidRPr="00BB63A6">
        <w:rPr>
          <w:rFonts w:ascii="Arial" w:hAnsi="Arial" w:cs="Suisse Int'l Medium"/>
          <w:b/>
          <w:sz w:val="21"/>
        </w:rPr>
        <w:t xml:space="preserve">Farbe ist Trumpf: </w:t>
      </w:r>
      <w:r>
        <w:rPr>
          <w:rFonts w:ascii="Arial" w:hAnsi="Arial" w:cs="Suisse Int'l Medium"/>
          <w:b/>
          <w:sz w:val="21"/>
        </w:rPr>
        <w:br/>
        <w:t>Farbenkönig Bette</w:t>
      </w:r>
    </w:p>
    <w:p w14:paraId="3143C685" w14:textId="77777777" w:rsidR="002D4E34" w:rsidRDefault="002D4E34" w:rsidP="000C1E57">
      <w:pPr>
        <w:rPr>
          <w:rFonts w:ascii="Arial" w:hAnsi="Arial" w:cs="Suisse Int'l Medium"/>
          <w:b/>
          <w:sz w:val="21"/>
        </w:rPr>
      </w:pPr>
    </w:p>
    <w:p w14:paraId="10239ABC" w14:textId="77777777" w:rsidR="000C1E57" w:rsidRDefault="000C1E57" w:rsidP="00CB4ED1">
      <w:pPr>
        <w:rPr>
          <w:rFonts w:ascii="Arial" w:hAnsi="Arial" w:cs="Suisse Int'l Medium"/>
          <w:b/>
          <w:sz w:val="21"/>
        </w:rPr>
      </w:pPr>
    </w:p>
    <w:p w14:paraId="40F3DD89" w14:textId="77777777" w:rsidR="00CB4ED1" w:rsidRDefault="00CB4ED1" w:rsidP="00CB4ED1">
      <w:pPr>
        <w:rPr>
          <w:rFonts w:ascii="Arial" w:hAnsi="Arial" w:cs="Suisse Int'l Medium"/>
          <w:b/>
          <w:sz w:val="21"/>
        </w:rPr>
      </w:pPr>
      <w:r>
        <w:rPr>
          <w:rFonts w:ascii="Arial" w:hAnsi="Arial" w:cs="Suisse Int'l Medium"/>
          <w:b/>
          <w:sz w:val="21"/>
        </w:rPr>
        <w:t>Zusammenfassung</w:t>
      </w:r>
    </w:p>
    <w:p w14:paraId="590C602B" w14:textId="646FAB0A" w:rsidR="000C1E57" w:rsidRDefault="00BB63A6" w:rsidP="00CB4ED1">
      <w:pPr>
        <w:rPr>
          <w:rFonts w:ascii="Arial" w:hAnsi="Arial" w:cs="Suisse Int'l Medium"/>
          <w:b/>
          <w:sz w:val="21"/>
        </w:rPr>
      </w:pPr>
      <w:r w:rsidRPr="00BB63A6">
        <w:rPr>
          <w:rFonts w:cs="Times New Roman"/>
          <w:szCs w:val="23"/>
        </w:rPr>
        <w:t xml:space="preserve">Stilistisch ist die Moderne geprägt von puristischem Design, minimalistischer Formensprache – und einer klaren Dominanz der Farbe Weiß. Warum eigentlich? Denn unter formal-ästhetischen Gesichtspunkten hängt die Wirkung eines Produkts maßgeblich von Form und Farbe ab. Für viele Architekten, Innenraumgestalter, Planer und Endkunden ist die Wahl der Farbe sogar eine der zentralen Aufgabe im Gestaltungsprozess – so auch im Bad. </w:t>
      </w:r>
    </w:p>
    <w:p w14:paraId="4AD2344D" w14:textId="77777777" w:rsidR="000C1E57" w:rsidRDefault="000C1E57" w:rsidP="000C1E57">
      <w:pPr>
        <w:rPr>
          <w:rFonts w:ascii="Arial" w:hAnsi="Arial" w:cs="Suisse Int'l Medium"/>
          <w:b/>
          <w:sz w:val="21"/>
        </w:rPr>
      </w:pPr>
    </w:p>
    <w:p w14:paraId="7D2D5046" w14:textId="77777777" w:rsidR="00CB4ED1" w:rsidRDefault="00CB4ED1">
      <w:pPr>
        <w:spacing w:after="200" w:line="276" w:lineRule="auto"/>
        <w:rPr>
          <w:rFonts w:ascii="Arial" w:hAnsi="Arial" w:cs="Suisse Int'l Medium"/>
          <w:b/>
          <w:szCs w:val="23"/>
        </w:rPr>
      </w:pPr>
      <w:r>
        <w:rPr>
          <w:rFonts w:ascii="Arial" w:hAnsi="Arial" w:cs="Suisse Int'l Medium"/>
          <w:b/>
          <w:szCs w:val="23"/>
        </w:rPr>
        <w:br w:type="page"/>
      </w:r>
    </w:p>
    <w:p w14:paraId="5DAB3CE8" w14:textId="488E3E71" w:rsidR="008441B4" w:rsidRPr="00BB63A6" w:rsidRDefault="00BB63A6" w:rsidP="000C1E57">
      <w:pPr>
        <w:rPr>
          <w:rFonts w:ascii="Arial" w:hAnsi="Arial" w:cs="Suisse Int'l Medium"/>
          <w:b/>
          <w:szCs w:val="23"/>
        </w:rPr>
      </w:pPr>
      <w:r w:rsidRPr="00BB63A6">
        <w:rPr>
          <w:rFonts w:ascii="Arial" w:hAnsi="Arial" w:cs="Suisse Int'l Medium"/>
          <w:b/>
          <w:szCs w:val="23"/>
        </w:rPr>
        <w:lastRenderedPageBreak/>
        <w:t xml:space="preserve">Farbe ist Trumpf: </w:t>
      </w:r>
      <w:r>
        <w:rPr>
          <w:rFonts w:ascii="Arial" w:hAnsi="Arial" w:cs="Suisse Int'l Medium"/>
          <w:b/>
          <w:szCs w:val="23"/>
        </w:rPr>
        <w:br/>
      </w:r>
      <w:r w:rsidRPr="00BB63A6">
        <w:rPr>
          <w:rFonts w:ascii="Arial" w:hAnsi="Arial" w:cs="Suisse Int'l Medium"/>
          <w:b/>
          <w:szCs w:val="23"/>
        </w:rPr>
        <w:t>Farbenkönig Bette</w:t>
      </w:r>
    </w:p>
    <w:p w14:paraId="0D4C6973" w14:textId="77777777" w:rsidR="000C1E57" w:rsidRPr="00BB63A6" w:rsidRDefault="000C1E57" w:rsidP="000C1E57"/>
    <w:p w14:paraId="6456AB5D" w14:textId="08D0A3B0" w:rsidR="00BB63A6" w:rsidRPr="00BB63A6" w:rsidRDefault="00BB63A6" w:rsidP="00BB63A6">
      <w:r w:rsidRPr="00BB63A6">
        <w:t>Stilistisch ist die Moderne geprägt von puristischem Design, minimalistischer Formensprache – und einer klaren Dominanz der Farbe Weiß. Warum eigentlich? Denn unter formal-ästhetischen Gesichtspunkten hängt die Wirkung eines Produkts maßgeblich von Form und Farbe ab. Für viele Architekten, Innenraumgestalter, Planer und Endkunden ist die Wahl der Farbe sogar eine der zentralen Aufgabe</w:t>
      </w:r>
      <w:r w:rsidR="006F6B2C">
        <w:t>n</w:t>
      </w:r>
      <w:bookmarkStart w:id="0" w:name="_GoBack"/>
      <w:bookmarkEnd w:id="0"/>
      <w:r w:rsidRPr="00BB63A6">
        <w:t xml:space="preserve"> im Gestaltungsprozess – so auch im Bad. </w:t>
      </w:r>
    </w:p>
    <w:p w14:paraId="6BF90D69" w14:textId="77777777" w:rsidR="00BB63A6" w:rsidRPr="00BB63A6" w:rsidRDefault="00BB63A6" w:rsidP="00BB63A6"/>
    <w:p w14:paraId="4C84744C" w14:textId="77777777" w:rsidR="00BB63A6" w:rsidRPr="00BB63A6" w:rsidRDefault="00BB63A6" w:rsidP="00BB63A6">
      <w:r w:rsidRPr="00BB63A6">
        <w:t xml:space="preserve">Dass Bette in Sachen Designmanagement und Farbvielfalt an der Spitze mitspielt, beweist neben der vielfach ausgezeichneten Designsprache auch seine moderne und effektgeladene Farbpalette. Neben einer Vielzahl klassischer Sanitärfarben und Mattfarben, umfasst sie auch glitzernde und aufregend schimmernde Farbtöne. </w:t>
      </w:r>
    </w:p>
    <w:p w14:paraId="47761A19" w14:textId="77777777" w:rsidR="00C32D35" w:rsidRPr="00BB63A6" w:rsidRDefault="00C32D35" w:rsidP="00C32D35"/>
    <w:p w14:paraId="1CB3C1EC" w14:textId="77777777" w:rsidR="00BB63A6" w:rsidRDefault="00BB63A6" w:rsidP="00BB63A6">
      <w:r w:rsidRPr="00BB63A6">
        <w:rPr>
          <w:rFonts w:ascii="Arial" w:hAnsi="Arial" w:cs="Arial"/>
          <w:b/>
          <w:sz w:val="21"/>
          <w:szCs w:val="21"/>
        </w:rPr>
        <w:t>Farbe ist Leben</w:t>
      </w:r>
      <w:r>
        <w:rPr>
          <w:rFonts w:ascii="Arial" w:hAnsi="Arial" w:cs="Arial"/>
          <w:b/>
          <w:sz w:val="21"/>
          <w:szCs w:val="21"/>
        </w:rPr>
        <w:br/>
      </w:r>
      <w:r>
        <w:t>Bereits am Bauhaus war die Farben- und Formenlehre essentieller Ausbildungsbaustein. Künstler und Architekten wie Kandinsky, Itten und Le Corbusier beschäftigten sich intensiv mit Goethes Farbenlehre und sorgten dafür, dass Farbe aus der Moderne nicht mehr wegzudenken ist. Sven Rensinghoff, Marketingleiter bei Bette: „Vorreiter der Farbenlehre am Bauhaus war Johannes Itten, der sich intensiv mit dem Zusammenwirken von unterschiedlichen Formen und Farben auseinandersetzte und damit experimentierte. Für uns bei Bette ist er ein Vorbild und Inspiration, Farbe ist ein entscheidendes Element in unserem Designprozess.“</w:t>
      </w:r>
    </w:p>
    <w:p w14:paraId="372333D5" w14:textId="77777777" w:rsidR="00BB63A6" w:rsidRDefault="00BB63A6" w:rsidP="00BB63A6"/>
    <w:p w14:paraId="707CB912" w14:textId="01B5232F" w:rsidR="00BB63A6" w:rsidRDefault="00BB63A6" w:rsidP="00BB63A6">
      <w:r>
        <w:t xml:space="preserve">Farbige Waschtische oder Duschflächen setzen aufmerksamkeitsstarke Farbtupfer im Bad und ermöglichen es, die Architektur spannungsvoll zu gestalten: Wird etwa die runde Waschtischschale BetteCraft in einem leuchtenden Grün oder einem sanften Blauton gewählt, setzt sie den Waschplatz besonders elegant in Szene. Auffällige Kontrast- oder Effektfarben wie der schwarze Glitzerfarbton Midnight oder die changierende Farbe Forest inszenieren einzelne Badobjekte als farbige Eyecatcher, die je nach Lichteinfall aufregend schimmern. Der glasierte Titan-Stahl, von Bette meisterhaft in Form gebracht, erhält dadurch eine reizvolle optische Tiefe. „Unser Ziel ist es, Farbe nicht nur als rein dekoratives Element einzusetzen, sondern die räumliche Wirkung unserer Produkte durch die Farbwahl zu unterstützen“, bestätigt Sven Rensinghoff. </w:t>
      </w:r>
    </w:p>
    <w:p w14:paraId="76170CB7" w14:textId="7BD4D1DC" w:rsidR="00D87AF3" w:rsidRDefault="00BB63A6" w:rsidP="00BB63A6">
      <w:r>
        <w:lastRenderedPageBreak/>
        <w:t>Farbe im Bad bedeutet aber nicht automatisch knallbunt. Im Trend liegen zeitlose, dezente Töne und Pastellfarben. Auch Anthrazit, Beige- und Grautöne sowie feine Erd- und Sandtöne stehen ebenfalls weit oben auf der Beliebtheitsskala, denn sie strahlen eine wohltuende und beruhigende Wirkung aus und vermitteln eine natürliche Gemütlichkeit. Mittlerweile entscheiden sich bei Bette sogar mehr als 40 Prozent der Kunden für farbige bodenebene Duschflächen aus glasiertem Titan-Stahl.</w:t>
      </w:r>
    </w:p>
    <w:p w14:paraId="3A21D8B0" w14:textId="1D136418" w:rsidR="00723A71" w:rsidRDefault="00723A71" w:rsidP="000C1E57"/>
    <w:p w14:paraId="075A655D" w14:textId="54C6AAA2" w:rsidR="00BB63A6" w:rsidRDefault="00BB63A6" w:rsidP="00BB63A6">
      <w:r w:rsidRPr="00BB63A6">
        <w:rPr>
          <w:rFonts w:ascii="Arial" w:hAnsi="Arial" w:cs="Arial"/>
          <w:b/>
          <w:sz w:val="21"/>
          <w:szCs w:val="21"/>
        </w:rPr>
        <w:t>Key Colours lassen keine Wünsche offen</w:t>
      </w:r>
      <w:r>
        <w:rPr>
          <w:rFonts w:ascii="Arial" w:hAnsi="Arial" w:cs="Arial"/>
          <w:b/>
          <w:sz w:val="21"/>
          <w:szCs w:val="21"/>
        </w:rPr>
        <w:br/>
      </w:r>
      <w:r>
        <w:t>Manchmal wünschen sich Kunden aber auch einen ganz speziellen, individuellen Farbton, der nicht in der Bette-Farbpalette zu finden ist. Beispielsweise bei hochwertigen Bauvorhaben – etwa der Planung von Premium-Hotels. Hier bietet Bette mit seinen Key Colours Architekten und Badplanern für Aufträge ab einer bestimmten Größenordnung die Möglichkeit, einen eigenen Farbton zu kreieren.</w:t>
      </w:r>
    </w:p>
    <w:p w14:paraId="648CDF18" w14:textId="77777777" w:rsidR="00BB63A6" w:rsidRDefault="00BB63A6" w:rsidP="00BB63A6"/>
    <w:p w14:paraId="1F01A810" w14:textId="38AF3CFC" w:rsidR="00BB63A6" w:rsidRDefault="00BB63A6" w:rsidP="00BB63A6">
      <w:r>
        <w:t xml:space="preserve">Auf </w:t>
      </w:r>
      <w:hyperlink r:id="rId6" w:history="1">
        <w:r w:rsidR="003B3819" w:rsidRPr="003B3819">
          <w:rPr>
            <w:rStyle w:val="Hyperlink"/>
            <w:color w:val="auto"/>
            <w:u w:val="none"/>
          </w:rPr>
          <w:t>https://www.my-bette.com/de/inspiration/farben</w:t>
        </w:r>
      </w:hyperlink>
      <w:r w:rsidR="003B3819" w:rsidRPr="003B3819">
        <w:t xml:space="preserve"> </w:t>
      </w:r>
      <w:r>
        <w:t>gibt das Unternehmen einen Überblick über seine aktuelle Farbvielfalt. Neben einem Auszug der mehr als 400 Sanitärfarben (in glänzend und matt) sind darunter unter anderem auch vier Effekt-Farben. Für Planer entwickeln sich daraus die unterschiedlichsten Beratungs- und Gestaltungsansätze.</w:t>
      </w:r>
    </w:p>
    <w:p w14:paraId="3F829D8C" w14:textId="77777777" w:rsidR="00723A71" w:rsidRDefault="00723A71" w:rsidP="000C1E57"/>
    <w:p w14:paraId="10E2D3E3" w14:textId="77777777" w:rsidR="00723A71" w:rsidRDefault="00723A71" w:rsidP="000C1E57"/>
    <w:p w14:paraId="68E75EA4" w14:textId="77777777" w:rsidR="000C1E57" w:rsidRDefault="000C1E57" w:rsidP="000C1E57"/>
    <w:p w14:paraId="0F2695BE" w14:textId="77777777" w:rsidR="00C32D35" w:rsidRDefault="00C32D35" w:rsidP="00C32D35">
      <w:pPr>
        <w:pStyle w:val="Subline"/>
      </w:pPr>
      <w:r>
        <w:t>Über Bette</w:t>
      </w:r>
    </w:p>
    <w:p w14:paraId="564B5D88" w14:textId="77777777" w:rsidR="002D4E34" w:rsidRDefault="002D4E34" w:rsidP="002D4E34">
      <w:r>
        <w:t>Bette ist Spezialist für Badobjekte aus glasiertem Titan</w:t>
      </w:r>
      <w:r w:rsidR="000B0749">
        <w:t>-S</w:t>
      </w:r>
      <w:r>
        <w:t>tahl: Badewannen, Duschflächen, Duschwannen und Waschtische. Das Familienunternehmen wurde 1952 im westfälischen Delbrück gegründet und hat sich exklusiv auf die Prozesse Stahlumformung und Emaillierung spezialisiert. Geschäftsführer ist Thilo C. Pahl. Heute sind am Produktions- und Verwaltungssitz in Delbrück 370 Mitarbeiter beschäftigt. Ausschließlich hier und made in Germany werden mehr als 600 verschiedene Wannen- und Waschtischmodelle in einer großen Auswahl an möglichen Oberflächenfarben hergestellt.</w:t>
      </w:r>
    </w:p>
    <w:p w14:paraId="24501D80" w14:textId="77777777" w:rsidR="002D4E34" w:rsidRDefault="002D4E34" w:rsidP="002D4E34"/>
    <w:p w14:paraId="30886AFA" w14:textId="77777777" w:rsidR="00FA10D9" w:rsidRDefault="002D4E34" w:rsidP="002D4E34">
      <w:r>
        <w:t xml:space="preserve">Die Bette-Fertigung verbindet Hightech-Industrieproduktion mit maßgeschneiderter Manufakturarbeit: Mehr als die Hälfte der Produkte werden heute auf Kundenwunsch individualisiert. Aus den natürlichen Rohstoffen Glas, Wasser und Stahl entstehen hochwertige Produkte, die Bette in einer großen Vielfalt an Formen, Abmessungen und Farben anbietet – und mit der BetteGlasur zu langlebigem </w:t>
      </w:r>
      <w:r>
        <w:lastRenderedPageBreak/>
        <w:t>Stahl/Email veredelt. Das gesamte Bette-Sortiment ist entsprechend der material- und sortimentsspezifischen Umwelt-Produkt-Deklaration EPD nach ISO 14025 verifiziert.</w:t>
      </w:r>
    </w:p>
    <w:p w14:paraId="7C7CCA7D" w14:textId="77777777" w:rsidR="00FA10D9" w:rsidRDefault="00FA10D9">
      <w:pPr>
        <w:spacing w:after="200" w:line="276" w:lineRule="auto"/>
      </w:pPr>
    </w:p>
    <w:p w14:paraId="5A711D29" w14:textId="77777777" w:rsidR="00532DB8" w:rsidRDefault="00532DB8" w:rsidP="002F25C9">
      <w:pPr>
        <w:pStyle w:val="Subline"/>
      </w:pPr>
    </w:p>
    <w:p w14:paraId="4078A28F" w14:textId="77777777" w:rsidR="00FA10D9" w:rsidRDefault="00FA10D9" w:rsidP="002F25C9">
      <w:pPr>
        <w:pStyle w:val="Subline"/>
      </w:pPr>
      <w:r>
        <w:t>Bildzeilen</w:t>
      </w:r>
    </w:p>
    <w:p w14:paraId="6F011AAB" w14:textId="77777777" w:rsidR="00FA10D9" w:rsidRDefault="00532DB8" w:rsidP="00FA10D9">
      <w:r w:rsidRPr="00532DB8">
        <w:t>Bitte beachten Sie die Quellenangabe: Bette</w:t>
      </w:r>
    </w:p>
    <w:p w14:paraId="0F3EEAF1" w14:textId="77777777" w:rsidR="00532DB8" w:rsidRDefault="00532DB8" w:rsidP="00FA10D9"/>
    <w:p w14:paraId="7BC7D126" w14:textId="3A19F218" w:rsidR="002D4E34" w:rsidRPr="00932535" w:rsidRDefault="00545302" w:rsidP="00FA10D9">
      <w:pPr>
        <w:rPr>
          <w:rFonts w:ascii="Arial" w:hAnsi="Arial" w:cs="Suisse Int'l Medium"/>
          <w:b/>
          <w:sz w:val="21"/>
        </w:rPr>
      </w:pPr>
      <w:r>
        <w:rPr>
          <w:rFonts w:ascii="Arial" w:hAnsi="Arial" w:cs="Suisse Int'l Medium"/>
          <w:b/>
          <w:sz w:val="21"/>
        </w:rPr>
        <w:t>Bette_Farbenkönig_01</w:t>
      </w:r>
      <w:r w:rsidR="00065563" w:rsidRPr="00932535">
        <w:rPr>
          <w:rFonts w:ascii="Arial" w:hAnsi="Arial" w:cs="Suisse Int'l Medium"/>
          <w:b/>
          <w:sz w:val="21"/>
        </w:rPr>
        <w:t>.jpg</w:t>
      </w:r>
    </w:p>
    <w:p w14:paraId="5CDE112D" w14:textId="0E453B43" w:rsidR="00523792" w:rsidRDefault="00683412" w:rsidP="002D4E34">
      <w:r w:rsidRPr="00683412">
        <w:t xml:space="preserve">Farbige </w:t>
      </w:r>
      <w:r w:rsidR="00545302">
        <w:t>Badelemente</w:t>
      </w:r>
      <w:r w:rsidRPr="00683412">
        <w:t xml:space="preserve"> setzen aufmerksamkeitsstarke Farbtupfer im Bad und ermöglichen es, die Architektur spannungsvoll zu gestalten</w:t>
      </w:r>
      <w:r w:rsidR="00932535">
        <w:t>.</w:t>
      </w:r>
      <w:r w:rsidR="00545302">
        <w:t xml:space="preserve"> </w:t>
      </w:r>
    </w:p>
    <w:p w14:paraId="6B32B0A7" w14:textId="77777777" w:rsidR="00065563" w:rsidRDefault="00065563" w:rsidP="002D4E34"/>
    <w:p w14:paraId="0200AC6C" w14:textId="60600E76" w:rsidR="00683412" w:rsidRPr="00932535" w:rsidRDefault="00545302" w:rsidP="002D4E34">
      <w:pPr>
        <w:rPr>
          <w:rFonts w:ascii="Arial" w:hAnsi="Arial" w:cs="Suisse Int'l Medium"/>
          <w:b/>
          <w:sz w:val="21"/>
        </w:rPr>
      </w:pPr>
      <w:r>
        <w:rPr>
          <w:rFonts w:ascii="Arial" w:hAnsi="Arial" w:cs="Suisse Int'l Medium"/>
          <w:b/>
          <w:sz w:val="21"/>
        </w:rPr>
        <w:t>Bette_Farbenkönig_02</w:t>
      </w:r>
      <w:r w:rsidR="00065563" w:rsidRPr="00932535">
        <w:rPr>
          <w:rFonts w:ascii="Arial" w:hAnsi="Arial" w:cs="Suisse Int'l Medium"/>
          <w:b/>
          <w:sz w:val="21"/>
        </w:rPr>
        <w:t>.jpg</w:t>
      </w:r>
    </w:p>
    <w:p w14:paraId="22F1C696" w14:textId="47E093EC" w:rsidR="00683412" w:rsidRDefault="00932535" w:rsidP="002D4E34">
      <w:r>
        <w:t xml:space="preserve">Der </w:t>
      </w:r>
      <w:r w:rsidR="007764F3">
        <w:t xml:space="preserve">matte </w:t>
      </w:r>
      <w:r w:rsidR="00065563">
        <w:t xml:space="preserve">Farbton </w:t>
      </w:r>
      <w:r w:rsidR="009F5D07">
        <w:t xml:space="preserve">der bodenebenen Duschfläche heißt Flint und </w:t>
      </w:r>
      <w:r w:rsidR="00065563">
        <w:t xml:space="preserve">gehört zu den </w:t>
      </w:r>
      <w:r w:rsidR="00683412" w:rsidRPr="00683412">
        <w:t>Beige</w:t>
      </w:r>
      <w:r w:rsidR="00065563">
        <w:t>tönen, die</w:t>
      </w:r>
      <w:r w:rsidR="00683412" w:rsidRPr="00683412">
        <w:t xml:space="preserve"> weit oben auf der Beliebtheitsskala</w:t>
      </w:r>
      <w:r w:rsidR="00065563">
        <w:t xml:space="preserve"> </w:t>
      </w:r>
      <w:r w:rsidR="00D05C7E">
        <w:t xml:space="preserve">der Farben im Bad </w:t>
      </w:r>
      <w:r w:rsidR="00065563">
        <w:t xml:space="preserve">stehen. </w:t>
      </w:r>
    </w:p>
    <w:p w14:paraId="035F5D9C" w14:textId="30DCD253" w:rsidR="00065563" w:rsidRDefault="00065563" w:rsidP="002D4E34"/>
    <w:p w14:paraId="4794BE15" w14:textId="3D0D70C8" w:rsidR="00E21C39" w:rsidRDefault="00E21C39" w:rsidP="00E21C39">
      <w:pPr>
        <w:rPr>
          <w:rFonts w:ascii="Arial" w:hAnsi="Arial" w:cs="Suisse Int'l Medium"/>
          <w:b/>
          <w:sz w:val="21"/>
        </w:rPr>
      </w:pPr>
      <w:r>
        <w:rPr>
          <w:rFonts w:ascii="Arial" w:hAnsi="Arial" w:cs="Suisse Int'l Medium"/>
          <w:b/>
          <w:sz w:val="21"/>
        </w:rPr>
        <w:t>Bette_Farbenkönig_03</w:t>
      </w:r>
      <w:r w:rsidRPr="00932535">
        <w:rPr>
          <w:rFonts w:ascii="Arial" w:hAnsi="Arial" w:cs="Suisse Int'l Medium"/>
          <w:b/>
          <w:sz w:val="21"/>
        </w:rPr>
        <w:t>.jpg</w:t>
      </w:r>
      <w:r>
        <w:rPr>
          <w:rFonts w:ascii="Arial" w:hAnsi="Arial" w:cs="Suisse Int'l Medium"/>
          <w:b/>
          <w:sz w:val="21"/>
        </w:rPr>
        <w:br/>
        <w:t>Bette_Farbenkönig_04</w:t>
      </w:r>
      <w:r w:rsidRPr="00932535">
        <w:rPr>
          <w:rFonts w:ascii="Arial" w:hAnsi="Arial" w:cs="Suisse Int'l Medium"/>
          <w:b/>
          <w:sz w:val="21"/>
        </w:rPr>
        <w:t>.jpg</w:t>
      </w:r>
    </w:p>
    <w:p w14:paraId="304D041F" w14:textId="77777777" w:rsidR="00E21C39" w:rsidRDefault="00E21C39" w:rsidP="00E21C39">
      <w:r w:rsidRPr="00BB63A6">
        <w:t>Neben einer Vielzahl klassischer Sanitär</w:t>
      </w:r>
      <w:r>
        <w:t>-</w:t>
      </w:r>
      <w:r w:rsidRPr="00BB63A6">
        <w:t xml:space="preserve"> und Mattfarben umfasst </w:t>
      </w:r>
      <w:r>
        <w:t>die Farbpalette von Bette</w:t>
      </w:r>
      <w:r w:rsidRPr="00BB63A6">
        <w:t xml:space="preserve"> auch glitzernde und schimmernde </w:t>
      </w:r>
      <w:r>
        <w:t>Effekt-</w:t>
      </w:r>
      <w:r w:rsidRPr="00BB63A6">
        <w:t>Farbtöne</w:t>
      </w:r>
      <w:r>
        <w:t xml:space="preserve">, wie die vier Effektfarben Forest, Daylight, Blue Satin und Midnight. </w:t>
      </w:r>
    </w:p>
    <w:p w14:paraId="227D9A4A" w14:textId="77777777" w:rsidR="00E21C39" w:rsidRDefault="00E21C39" w:rsidP="002D4E34"/>
    <w:p w14:paraId="7306AF2A" w14:textId="41D77FA2" w:rsidR="00545302" w:rsidRDefault="00545302" w:rsidP="00545302">
      <w:pPr>
        <w:rPr>
          <w:rFonts w:ascii="Arial" w:hAnsi="Arial" w:cs="Suisse Int'l Medium"/>
          <w:b/>
          <w:sz w:val="21"/>
        </w:rPr>
      </w:pPr>
      <w:r>
        <w:rPr>
          <w:rFonts w:ascii="Arial" w:hAnsi="Arial" w:cs="Suisse Int'l Medium"/>
          <w:b/>
          <w:sz w:val="21"/>
        </w:rPr>
        <w:t>Bette_Farbenkönig_0</w:t>
      </w:r>
      <w:r w:rsidR="00E21C39">
        <w:rPr>
          <w:rFonts w:ascii="Arial" w:hAnsi="Arial" w:cs="Suisse Int'l Medium"/>
          <w:b/>
          <w:sz w:val="21"/>
        </w:rPr>
        <w:t>5</w:t>
      </w:r>
      <w:r w:rsidRPr="00932535">
        <w:rPr>
          <w:rFonts w:ascii="Arial" w:hAnsi="Arial" w:cs="Suisse Int'l Medium"/>
          <w:b/>
          <w:sz w:val="21"/>
        </w:rPr>
        <w:t>.jpg</w:t>
      </w:r>
    </w:p>
    <w:p w14:paraId="3FFFCB63" w14:textId="211A5156" w:rsidR="00065563" w:rsidRPr="00545302" w:rsidRDefault="00E21C39" w:rsidP="002D4E34">
      <w:r>
        <w:t>Midnight ist ein</w:t>
      </w:r>
      <w:r w:rsidR="00545302">
        <w:t xml:space="preserve"> schwarze</w:t>
      </w:r>
      <w:r>
        <w:t>r</w:t>
      </w:r>
      <w:r w:rsidR="00545302">
        <w:t xml:space="preserve"> Glitzerfarbton</w:t>
      </w:r>
      <w:r>
        <w:t xml:space="preserve">, der </w:t>
      </w:r>
      <w:r w:rsidR="004069AE">
        <w:t>das geometrische Muster der freistehenden Badewanne BetteLoft Ornament</w:t>
      </w:r>
      <w:r w:rsidR="00545302">
        <w:t xml:space="preserve"> </w:t>
      </w:r>
      <w:r>
        <w:t xml:space="preserve">besonders </w:t>
      </w:r>
      <w:r w:rsidR="00545302">
        <w:t>aufregend schimmern</w:t>
      </w:r>
      <w:r>
        <w:t xml:space="preserve"> lässt.</w:t>
      </w:r>
    </w:p>
    <w:p w14:paraId="3B14A79B" w14:textId="77777777" w:rsidR="00065563" w:rsidRPr="00545302" w:rsidRDefault="00065563" w:rsidP="002D4E34"/>
    <w:p w14:paraId="1A8641B6" w14:textId="2A63763B" w:rsidR="00DF50F1" w:rsidRDefault="00DF50F1" w:rsidP="00DF50F1">
      <w:pPr>
        <w:rPr>
          <w:rFonts w:ascii="Arial" w:hAnsi="Arial" w:cs="Suisse Int'l Medium"/>
          <w:b/>
          <w:sz w:val="21"/>
        </w:rPr>
      </w:pPr>
      <w:r>
        <w:rPr>
          <w:rFonts w:ascii="Arial" w:hAnsi="Arial" w:cs="Suisse Int'l Medium"/>
          <w:b/>
          <w:sz w:val="21"/>
        </w:rPr>
        <w:t>Bette_Farbenkönig_0</w:t>
      </w:r>
      <w:r w:rsidR="009F5D07">
        <w:rPr>
          <w:rFonts w:ascii="Arial" w:hAnsi="Arial" w:cs="Suisse Int'l Medium"/>
          <w:b/>
          <w:sz w:val="21"/>
        </w:rPr>
        <w:t>6</w:t>
      </w:r>
      <w:r w:rsidRPr="00932535">
        <w:rPr>
          <w:rFonts w:ascii="Arial" w:hAnsi="Arial" w:cs="Suisse Int'l Medium"/>
          <w:b/>
          <w:sz w:val="21"/>
        </w:rPr>
        <w:t>.jpg</w:t>
      </w:r>
    </w:p>
    <w:p w14:paraId="0D93C763" w14:textId="639F3CD5" w:rsidR="00065563" w:rsidRDefault="009F5D07" w:rsidP="009F5D07">
      <w:r>
        <w:t>Der satinblaue Farbglanz umschmeichelt den Wannenkörper und setzt die Badewanne dezent in Szene.</w:t>
      </w:r>
    </w:p>
    <w:p w14:paraId="6EEDA1B3" w14:textId="2D614691" w:rsidR="009F5D07" w:rsidRDefault="009F5D07" w:rsidP="009F5D07"/>
    <w:p w14:paraId="41077E0B" w14:textId="307AA5AC" w:rsidR="009F5D07" w:rsidRDefault="009F5D07" w:rsidP="009F5D07">
      <w:pPr>
        <w:rPr>
          <w:rFonts w:ascii="Arial" w:hAnsi="Arial" w:cs="Suisse Int'l Medium"/>
          <w:b/>
          <w:sz w:val="21"/>
        </w:rPr>
      </w:pPr>
      <w:r>
        <w:rPr>
          <w:rFonts w:ascii="Arial" w:hAnsi="Arial" w:cs="Suisse Int'l Medium"/>
          <w:b/>
          <w:sz w:val="21"/>
        </w:rPr>
        <w:t>Bette_Farbenkönig_07</w:t>
      </w:r>
      <w:r w:rsidRPr="00932535">
        <w:rPr>
          <w:rFonts w:ascii="Arial" w:hAnsi="Arial" w:cs="Suisse Int'l Medium"/>
          <w:b/>
          <w:sz w:val="21"/>
        </w:rPr>
        <w:t>.jpg</w:t>
      </w:r>
    </w:p>
    <w:p w14:paraId="07DCE9F1" w14:textId="52282940" w:rsidR="009F5D07" w:rsidRPr="00440383" w:rsidRDefault="00AE5BC5" w:rsidP="009F5D07">
      <w:r>
        <w:t xml:space="preserve">Für alle, die matte Farben bevorzugen: Die </w:t>
      </w:r>
      <w:r w:rsidR="009F5D07">
        <w:t xml:space="preserve">exklusiven Mattfarben für </w:t>
      </w:r>
      <w:r>
        <w:t>bodenebene</w:t>
      </w:r>
      <w:r w:rsidR="009F5D07">
        <w:t xml:space="preserve"> Duschflächen</w:t>
      </w:r>
      <w:r>
        <w:t xml:space="preserve"> </w:t>
      </w:r>
      <w:r w:rsidR="009F5D07">
        <w:t xml:space="preserve">sind fein abgestimmt auf aktuelle Trends bei Fliesen, Naturstein und Holzböden. </w:t>
      </w:r>
    </w:p>
    <w:sectPr w:rsidR="009F5D07" w:rsidRPr="00440383"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23EDE" w14:textId="77777777" w:rsidR="001A0C70" w:rsidRDefault="001A0C70" w:rsidP="00532FE7">
      <w:pPr>
        <w:spacing w:line="240" w:lineRule="auto"/>
      </w:pPr>
      <w:r>
        <w:separator/>
      </w:r>
    </w:p>
  </w:endnote>
  <w:endnote w:type="continuationSeparator" w:id="0">
    <w:p w14:paraId="6B552335" w14:textId="77777777" w:rsidR="001A0C70" w:rsidRDefault="001A0C70"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0036D" w14:textId="77777777" w:rsidR="001A0C70" w:rsidRDefault="001A0C70" w:rsidP="00532FE7">
      <w:pPr>
        <w:spacing w:line="240" w:lineRule="auto"/>
      </w:pPr>
      <w:r>
        <w:separator/>
      </w:r>
    </w:p>
  </w:footnote>
  <w:footnote w:type="continuationSeparator" w:id="0">
    <w:p w14:paraId="7922B376" w14:textId="77777777" w:rsidR="001A0C70" w:rsidRDefault="001A0C70"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C03FB" w14:textId="77777777" w:rsidR="00FA10D9" w:rsidRDefault="00FA10D9" w:rsidP="00FA10D9">
    <w:pPr>
      <w:pStyle w:val="Kopfzeile"/>
    </w:pPr>
  </w:p>
  <w:p w14:paraId="6661937E" w14:textId="77777777" w:rsidR="00FA10D9" w:rsidRDefault="00FA10D9" w:rsidP="00FA10D9">
    <w:pPr>
      <w:pStyle w:val="Kopfzeile"/>
    </w:pPr>
  </w:p>
  <w:p w14:paraId="48642469" w14:textId="77777777" w:rsidR="00FA10D9" w:rsidRDefault="00FA10D9" w:rsidP="00FA10D9">
    <w:pPr>
      <w:pStyle w:val="Kopfzeile"/>
    </w:pPr>
  </w:p>
  <w:p w14:paraId="44D5AF9A" w14:textId="77777777" w:rsidR="00FA10D9" w:rsidRDefault="009E465E" w:rsidP="00FA10D9">
    <w:pPr>
      <w:pStyle w:val="Kopfzeile"/>
    </w:pPr>
    <w:r>
      <w:rPr>
        <w:noProof/>
        <w:lang w:eastAsia="de-DE"/>
      </w:rPr>
      <w:drawing>
        <wp:anchor distT="0" distB="0" distL="114300" distR="114300" simplePos="0" relativeHeight="251662336" behindDoc="1" locked="0" layoutInCell="1" allowOverlap="1" wp14:anchorId="76DC8909" wp14:editId="0582090C">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4BE9085" w14:textId="77777777" w:rsidR="00FA10D9" w:rsidRDefault="00FA10D9" w:rsidP="00FA10D9">
    <w:pPr>
      <w:pStyle w:val="Kopfzeile"/>
    </w:pPr>
  </w:p>
  <w:p w14:paraId="2DBB1589" w14:textId="77777777" w:rsidR="00FA10D9" w:rsidRDefault="00FA10D9" w:rsidP="00FA10D9">
    <w:pPr>
      <w:pStyle w:val="Kopfzeile"/>
    </w:pPr>
  </w:p>
  <w:p w14:paraId="7D35ECBA" w14:textId="77777777" w:rsidR="00FA10D9" w:rsidRDefault="00FA10D9" w:rsidP="00FA10D9">
    <w:pPr>
      <w:pStyle w:val="Kopfzeile"/>
    </w:pPr>
  </w:p>
  <w:p w14:paraId="18C7921C" w14:textId="77777777" w:rsidR="00FA10D9" w:rsidRDefault="00FA10D9" w:rsidP="00FA10D9">
    <w:pPr>
      <w:pStyle w:val="Kopfzeile"/>
      <w:spacing w:after="20"/>
    </w:pPr>
  </w:p>
  <w:p w14:paraId="3B3CFD6F" w14:textId="77777777" w:rsidR="00640BB0" w:rsidRDefault="00640BB0" w:rsidP="00A810C0">
    <w:pPr>
      <w:pStyle w:val="Subline"/>
    </w:pPr>
  </w:p>
  <w:p w14:paraId="2DD36D2F" w14:textId="277D2A08" w:rsidR="00A810C0" w:rsidRPr="00532FE7" w:rsidRDefault="00FA10D9" w:rsidP="00A810C0">
    <w:pPr>
      <w:pStyle w:val="Subline"/>
      <w:rPr>
        <w:noProof/>
      </w:rPr>
    </w:pPr>
    <w:r>
      <w:t xml:space="preserve">Seite </w:t>
    </w:r>
    <w:r>
      <w:fldChar w:fldCharType="begin"/>
    </w:r>
    <w:r>
      <w:instrText xml:space="preserve"> PAGE   \* MERGEFORMAT </w:instrText>
    </w:r>
    <w:r>
      <w:fldChar w:fldCharType="separate"/>
    </w:r>
    <w:r w:rsidR="006F6B2C">
      <w:rPr>
        <w:noProof/>
      </w:rPr>
      <w:t>2</w:t>
    </w:r>
    <w:r>
      <w:fldChar w:fldCharType="end"/>
    </w:r>
    <w:r>
      <w:t>/</w:t>
    </w:r>
    <w:fldSimple w:instr=" NUMPAGES   \* MERGEFORMAT ">
      <w:r w:rsidR="006F6B2C">
        <w:rPr>
          <w:noProof/>
        </w:rPr>
        <w:t>4</w:t>
      </w:r>
    </w:fldSimple>
  </w:p>
  <w:p w14:paraId="23106018" w14:textId="77777777" w:rsidR="00FA10D9" w:rsidRDefault="00FA10D9" w:rsidP="00640BB0"/>
  <w:p w14:paraId="46433F27" w14:textId="77777777" w:rsidR="00640BB0" w:rsidRDefault="00640BB0" w:rsidP="00640BB0"/>
  <w:p w14:paraId="1CDA8B1E" w14:textId="77777777" w:rsidR="00640BB0" w:rsidRDefault="00640BB0" w:rsidP="00640B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6BE1" w14:textId="77777777" w:rsidR="00532FE7" w:rsidRDefault="00532FE7" w:rsidP="0034697A"/>
  <w:p w14:paraId="602859DF" w14:textId="77777777" w:rsidR="00532FE7" w:rsidRDefault="00532FE7" w:rsidP="0034697A"/>
  <w:p w14:paraId="070CB6A1" w14:textId="77777777" w:rsidR="00532FE7" w:rsidRDefault="00532FE7" w:rsidP="0034697A"/>
  <w:p w14:paraId="0DC6E036" w14:textId="77777777" w:rsidR="00532FE7" w:rsidRDefault="009E465E" w:rsidP="0034697A">
    <w:r>
      <w:rPr>
        <w:noProof/>
        <w:lang w:eastAsia="de-DE"/>
      </w:rPr>
      <w:drawing>
        <wp:anchor distT="0" distB="0" distL="114300" distR="114300" simplePos="0" relativeHeight="251661312" behindDoc="1" locked="0" layoutInCell="1" allowOverlap="1" wp14:anchorId="68A1BEB0" wp14:editId="201D6205">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2194210E" w14:textId="77777777" w:rsidR="00532FE7" w:rsidRDefault="00532FE7" w:rsidP="0034697A"/>
  <w:p w14:paraId="4AC4DAB8" w14:textId="77777777" w:rsidR="00532FE7" w:rsidRDefault="00532FE7" w:rsidP="0034697A"/>
  <w:p w14:paraId="7D07AD5E" w14:textId="77777777" w:rsidR="00532FE7" w:rsidRDefault="00532FE7" w:rsidP="0034697A"/>
  <w:p w14:paraId="2A92D7E6" w14:textId="77777777" w:rsidR="0034697A" w:rsidRDefault="0034697A" w:rsidP="0034697A">
    <w:pPr>
      <w:spacing w:line="120" w:lineRule="exact"/>
    </w:pPr>
  </w:p>
  <w:p w14:paraId="5E7169FF" w14:textId="77777777" w:rsidR="00532FE7" w:rsidRDefault="00532FE7" w:rsidP="00F823CD">
    <w:pPr>
      <w:pStyle w:val="Subline"/>
    </w:pPr>
    <w:r>
      <w:rPr>
        <w:noProof/>
        <w:lang w:eastAsia="de-DE"/>
      </w:rPr>
      <mc:AlternateContent>
        <mc:Choice Requires="wps">
          <w:drawing>
            <wp:anchor distT="0" distB="0" distL="114300" distR="114300" simplePos="0" relativeHeight="251660288" behindDoc="0" locked="0" layoutInCell="1" allowOverlap="1" wp14:anchorId="22462BDD" wp14:editId="790D9326">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D31F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765EE8DE"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3218745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6F3463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47CCD3C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17E5D9B5"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67DDA8C1"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D9FD033" w14:textId="77777777" w:rsidR="007B681F" w:rsidRDefault="007B681F" w:rsidP="00A810C0">
                          <w:pPr>
                            <w:tabs>
                              <w:tab w:val="left" w:pos="140"/>
                            </w:tabs>
                            <w:spacing w:line="200" w:lineRule="exact"/>
                            <w:rPr>
                              <w:rFonts w:ascii="Arial" w:hAnsi="Arial" w:cs="Arial"/>
                              <w:b/>
                              <w:noProof/>
                              <w:sz w:val="14"/>
                              <w:szCs w:val="14"/>
                            </w:rPr>
                          </w:pPr>
                        </w:p>
                        <w:p w14:paraId="3703176F"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0CA6CE2D"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76404772"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01DBF9"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160A72A" w14:textId="77777777" w:rsidR="00532FE7" w:rsidRPr="00F823CD" w:rsidRDefault="00532FE7" w:rsidP="00A810C0">
                          <w:pPr>
                            <w:tabs>
                              <w:tab w:val="left" w:pos="140"/>
                            </w:tabs>
                            <w:spacing w:line="200" w:lineRule="exact"/>
                            <w:rPr>
                              <w:rFonts w:ascii="Arial" w:hAnsi="Arial" w:cs="Arial"/>
                              <w:b/>
                              <w:noProof/>
                              <w:sz w:val="14"/>
                              <w:szCs w:val="14"/>
                            </w:rPr>
                          </w:pPr>
                        </w:p>
                        <w:p w14:paraId="63F9C994"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0B70C02" w14:textId="77777777"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09546905" w14:textId="77777777"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064D9274"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68F81C81" w14:textId="77777777" w:rsidR="00532FE7" w:rsidRPr="00F823CD" w:rsidRDefault="00532FE7" w:rsidP="00A810C0">
                          <w:pPr>
                            <w:tabs>
                              <w:tab w:val="left" w:pos="140"/>
                            </w:tabs>
                            <w:spacing w:line="200" w:lineRule="exact"/>
                            <w:rPr>
                              <w:rFonts w:ascii="Arial" w:hAnsi="Arial" w:cs="Arial"/>
                              <w:b/>
                              <w:noProof/>
                              <w:sz w:val="14"/>
                              <w:szCs w:val="14"/>
                            </w:rPr>
                          </w:pPr>
                        </w:p>
                        <w:p w14:paraId="116A7771"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3C74DB81"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62BDD"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14:paraId="18D31F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765EE8DE"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3218745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6F3463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47CCD3C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17E5D9B5"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67DDA8C1"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D9FD033" w14:textId="77777777" w:rsidR="007B681F" w:rsidRDefault="007B681F" w:rsidP="00A810C0">
                    <w:pPr>
                      <w:tabs>
                        <w:tab w:val="left" w:pos="140"/>
                      </w:tabs>
                      <w:spacing w:line="200" w:lineRule="exact"/>
                      <w:rPr>
                        <w:rFonts w:ascii="Arial" w:hAnsi="Arial" w:cs="Arial"/>
                        <w:b/>
                        <w:noProof/>
                        <w:sz w:val="14"/>
                        <w:szCs w:val="14"/>
                      </w:rPr>
                    </w:pPr>
                  </w:p>
                  <w:p w14:paraId="3703176F"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0CA6CE2D"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76404772"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01DBF9"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160A72A" w14:textId="77777777" w:rsidR="00532FE7" w:rsidRPr="00F823CD" w:rsidRDefault="00532FE7" w:rsidP="00A810C0">
                    <w:pPr>
                      <w:tabs>
                        <w:tab w:val="left" w:pos="140"/>
                      </w:tabs>
                      <w:spacing w:line="200" w:lineRule="exact"/>
                      <w:rPr>
                        <w:rFonts w:ascii="Arial" w:hAnsi="Arial" w:cs="Arial"/>
                        <w:b/>
                        <w:noProof/>
                        <w:sz w:val="14"/>
                        <w:szCs w:val="14"/>
                      </w:rPr>
                    </w:pPr>
                  </w:p>
                  <w:p w14:paraId="63F9C994"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0B70C02" w14:textId="77777777"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09546905" w14:textId="77777777"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064D9274"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68F81C81" w14:textId="77777777" w:rsidR="00532FE7" w:rsidRPr="00F823CD" w:rsidRDefault="00532FE7" w:rsidP="00A810C0">
                    <w:pPr>
                      <w:tabs>
                        <w:tab w:val="left" w:pos="140"/>
                      </w:tabs>
                      <w:spacing w:line="200" w:lineRule="exact"/>
                      <w:rPr>
                        <w:rFonts w:ascii="Arial" w:hAnsi="Arial" w:cs="Arial"/>
                        <w:b/>
                        <w:noProof/>
                        <w:sz w:val="14"/>
                        <w:szCs w:val="14"/>
                      </w:rPr>
                    </w:pPr>
                  </w:p>
                  <w:p w14:paraId="116A7771"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3C74DB81"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v:textbox>
              <w10:wrap anchorx="page" anchory="page"/>
            </v:shape>
          </w:pict>
        </mc:Fallback>
      </mc:AlternateContent>
    </w:r>
    <w:r w:rsidRPr="00532FE7">
      <w:t>Pressemitteilung</w:t>
    </w:r>
  </w:p>
  <w:p w14:paraId="3FFC3481" w14:textId="7C344A83" w:rsidR="00A810C0" w:rsidRDefault="00A810C0" w:rsidP="00F823CD">
    <w:pPr>
      <w:pStyle w:val="Subline"/>
    </w:pPr>
    <w:r>
      <w:t xml:space="preserve">Seite </w:t>
    </w:r>
    <w:r>
      <w:fldChar w:fldCharType="begin"/>
    </w:r>
    <w:r>
      <w:instrText xml:space="preserve"> PAGE   \* MERGEFORMAT </w:instrText>
    </w:r>
    <w:r>
      <w:fldChar w:fldCharType="separate"/>
    </w:r>
    <w:r w:rsidR="006F6B2C">
      <w:rPr>
        <w:noProof/>
      </w:rPr>
      <w:t>1</w:t>
    </w:r>
    <w:r>
      <w:fldChar w:fldCharType="end"/>
    </w:r>
    <w:r>
      <w:t>/</w:t>
    </w:r>
    <w:fldSimple w:instr=" NUMPAGES   \* MERGEFORMAT ">
      <w:r w:rsidR="006F6B2C">
        <w:rPr>
          <w:noProof/>
        </w:rPr>
        <w:t>4</w:t>
      </w:r>
    </w:fldSimple>
  </w:p>
  <w:p w14:paraId="4976FCAC" w14:textId="77777777" w:rsidR="00A810C0" w:rsidRDefault="00A810C0" w:rsidP="00A810C0"/>
  <w:p w14:paraId="74C83B15" w14:textId="77777777" w:rsidR="00A810C0" w:rsidRPr="00532FE7" w:rsidRDefault="00A810C0"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D24"/>
    <w:rsid w:val="00065563"/>
    <w:rsid w:val="000B0749"/>
    <w:rsid w:val="000C1E57"/>
    <w:rsid w:val="00104F54"/>
    <w:rsid w:val="00181E54"/>
    <w:rsid w:val="001A0C70"/>
    <w:rsid w:val="00273CDC"/>
    <w:rsid w:val="002D4E34"/>
    <w:rsid w:val="002E4994"/>
    <w:rsid w:val="002F25C9"/>
    <w:rsid w:val="0034697A"/>
    <w:rsid w:val="00390DA2"/>
    <w:rsid w:val="003B29C7"/>
    <w:rsid w:val="003B3819"/>
    <w:rsid w:val="003D01FF"/>
    <w:rsid w:val="004069AE"/>
    <w:rsid w:val="00440383"/>
    <w:rsid w:val="004B328F"/>
    <w:rsid w:val="00523792"/>
    <w:rsid w:val="00532DB8"/>
    <w:rsid w:val="00532FE7"/>
    <w:rsid w:val="00545302"/>
    <w:rsid w:val="00587A89"/>
    <w:rsid w:val="00640BB0"/>
    <w:rsid w:val="006433D5"/>
    <w:rsid w:val="00645823"/>
    <w:rsid w:val="00651230"/>
    <w:rsid w:val="00683412"/>
    <w:rsid w:val="006D5B60"/>
    <w:rsid w:val="006F6B2C"/>
    <w:rsid w:val="00714150"/>
    <w:rsid w:val="00723A71"/>
    <w:rsid w:val="007764F3"/>
    <w:rsid w:val="007B681F"/>
    <w:rsid w:val="008441B4"/>
    <w:rsid w:val="00885188"/>
    <w:rsid w:val="008F72D8"/>
    <w:rsid w:val="009115A1"/>
    <w:rsid w:val="00932535"/>
    <w:rsid w:val="009E465E"/>
    <w:rsid w:val="009F5D07"/>
    <w:rsid w:val="00A810C0"/>
    <w:rsid w:val="00AA4B66"/>
    <w:rsid w:val="00AE5BC5"/>
    <w:rsid w:val="00BB63A6"/>
    <w:rsid w:val="00C32D35"/>
    <w:rsid w:val="00CB4ED1"/>
    <w:rsid w:val="00CF605F"/>
    <w:rsid w:val="00D05C7E"/>
    <w:rsid w:val="00D313D6"/>
    <w:rsid w:val="00D87AF3"/>
    <w:rsid w:val="00DA732D"/>
    <w:rsid w:val="00DF3D24"/>
    <w:rsid w:val="00DF50F1"/>
    <w:rsid w:val="00E21C39"/>
    <w:rsid w:val="00E41A26"/>
    <w:rsid w:val="00F35B2A"/>
    <w:rsid w:val="00F823CD"/>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47C3F3"/>
  <w15:docId w15:val="{D5A1F9AB-5F1F-064D-9F0C-C4ADCA652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semiHidden/>
    <w:unhideWhenUsed/>
    <w:rsid w:val="003B38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y-bette.com/de/inspiration/farb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V2%20-%20Marketing\Gruppe%20V2\Presse\Vorlagen\BET_GA_Pressemitteilung_Wordvorlage_RZ_170307\BET_GA_Pressemitteilung_Wordvorlage_RZ_170307.dotx" TargetMode="External"/></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BET_GA_Pressemitteilung_Wordvorlage_RZ_170307.dotx</Template>
  <TotalTime>0</TotalTime>
  <Pages>4</Pages>
  <Words>873</Words>
  <Characters>5507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Sauer | Bette GmbH &amp; Co.KG</dc:creator>
  <cp:lastModifiedBy>Jennifer Sauer | Bette GmbH &amp; Co.KG</cp:lastModifiedBy>
  <cp:revision>11</cp:revision>
  <cp:lastPrinted>2017-03-06T17:48:00Z</cp:lastPrinted>
  <dcterms:created xsi:type="dcterms:W3CDTF">2020-02-12T13:27:00Z</dcterms:created>
  <dcterms:modified xsi:type="dcterms:W3CDTF">2020-05-29T08:37:00Z</dcterms:modified>
</cp:coreProperties>
</file>