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69E9F" w14:textId="77777777" w:rsidR="008441B4" w:rsidRDefault="008441B4" w:rsidP="00F823CD">
      <w:r>
        <w:t xml:space="preserve">Delbrück, February 2020</w:t>
      </w:r>
    </w:p>
    <w:p w14:paraId="602FFF42" w14:textId="77777777" w:rsidR="00CB4ED1" w:rsidRDefault="00CB4ED1" w:rsidP="00CB4ED1">
      <w:pPr>
        <w:rPr>
          <w:rFonts w:ascii="Arial" w:hAnsi="Arial" w:cs="Suisse Int'l Medium"/>
          <w:b/>
          <w:sz w:val="21"/>
        </w:rPr>
      </w:pPr>
    </w:p>
    <w:p w14:paraId="2C605FBB" w14:textId="77777777" w:rsidR="005E46C9" w:rsidRPr="005E46C9" w:rsidRDefault="005E46C9" w:rsidP="005E46C9">
      <w:pPr>
        <w:rPr>
          <w:rFonts w:ascii="Arial" w:hAnsi="Arial" w:cs="Suisse Int'l Medium"/>
          <w:b/>
          <w:sz w:val="21"/>
        </w:rPr>
      </w:pPr>
      <w:r>
        <w:rPr>
          <w:rFonts w:ascii="Arial" w:hAnsi="Arial" w:cs="Suisse Int'l Medium"/>
          <w:b/>
          <w:sz w:val="21"/>
        </w:rPr>
        <w:t xml:space="preserve">Eight baths with character</w:t>
      </w:r>
    </w:p>
    <w:p w14:paraId="08455584" w14:textId="77777777" w:rsidR="005E46C9" w:rsidRPr="005E46C9" w:rsidRDefault="005E46C9" w:rsidP="005E46C9">
      <w:pPr>
        <w:rPr>
          <w:rFonts w:ascii="Arial" w:hAnsi="Arial" w:cs="Suisse Int'l Medium"/>
          <w:b/>
          <w:sz w:val="21"/>
        </w:rPr>
      </w:pPr>
      <w:r>
        <w:rPr>
          <w:rFonts w:ascii="Arial" w:hAnsi="Arial" w:cs="Suisse Int'l Medium"/>
          <w:b/>
          <w:sz w:val="21"/>
        </w:rPr>
        <w:t xml:space="preserve">Bette's little book of baths</w:t>
      </w:r>
    </w:p>
    <w:p w14:paraId="66EE4E7D" w14:textId="77777777" w:rsidR="002D4E34" w:rsidRDefault="002D4E34" w:rsidP="000C1E57">
      <w:pPr>
        <w:rPr>
          <w:rFonts w:ascii="Arial" w:hAnsi="Arial" w:cs="Suisse Int'l Medium"/>
          <w:b/>
          <w:sz w:val="21"/>
        </w:rPr>
      </w:pPr>
    </w:p>
    <w:p w14:paraId="5F4611B0" w14:textId="77777777" w:rsidR="000C1E57" w:rsidRDefault="000C1E57" w:rsidP="00CB4ED1">
      <w:pPr>
        <w:rPr>
          <w:rFonts w:ascii="Arial" w:hAnsi="Arial" w:cs="Suisse Int'l Medium"/>
          <w:b/>
          <w:sz w:val="21"/>
        </w:rPr>
      </w:pPr>
    </w:p>
    <w:p w14:paraId="1E216594" w14:textId="77777777" w:rsidR="00CB4ED1" w:rsidRDefault="00CB4ED1" w:rsidP="00CB4ED1">
      <w:pPr>
        <w:rPr>
          <w:rFonts w:ascii="Arial" w:hAnsi="Arial" w:cs="Suisse Int'l Medium"/>
          <w:b/>
          <w:sz w:val="21"/>
        </w:rPr>
      </w:pPr>
      <w:r>
        <w:rPr>
          <w:rFonts w:ascii="Arial" w:hAnsi="Arial" w:cs="Suisse Int'l Medium"/>
          <w:b/>
          <w:sz w:val="21"/>
        </w:rPr>
        <w:t xml:space="preserve">Summary</w:t>
      </w:r>
    </w:p>
    <w:p w14:paraId="0242B40A" w14:textId="77777777" w:rsidR="005E46C9" w:rsidRPr="005E46C9" w:rsidRDefault="005E46C9" w:rsidP="005E46C9">
      <w:pPr>
        <w:rPr>
          <w:rFonts w:cs="Times New Roman"/>
          <w:szCs w:val="23"/>
        </w:rPr>
      </w:pPr>
      <w:r>
        <w:rPr>
          <w:rFonts w:cs="Times New Roman"/>
          <w:szCs w:val="23"/>
        </w:rPr>
        <w:t xml:space="preserve">For years, the bathroom specialist Bette has been collecting the world's most highly-regarded design awards for its bath. One recent example is the BettePond Silhouette, which was named "Best of Best", the highest accolade of the Iconic Awards.</w:t>
      </w:r>
      <w:r>
        <w:rPr>
          <w:rFonts w:cs="Times New Roman"/>
          <w:szCs w:val="23"/>
        </w:rPr>
        <w:t xml:space="preserve"> </w:t>
      </w:r>
      <w:r>
        <w:rPr>
          <w:rFonts w:cs="Times New Roman"/>
          <w:szCs w:val="23"/>
        </w:rPr>
        <w:t xml:space="preserve">The secret of the owner-run family company's success is a sophisticated design management that is notable for its use of exceptional shapes, innovative colours and exclusive materials – that at the same time makes sure that every item is absolutely suitable for everyday use.</w:t>
      </w:r>
      <w:r>
        <w:rPr>
          <w:rFonts w:cs="Times New Roman"/>
          <w:szCs w:val="23"/>
        </w:rPr>
        <w:t xml:space="preserve"> </w:t>
      </w:r>
      <w:r>
        <w:rPr>
          <w:rFonts w:cs="Times New Roman"/>
          <w:szCs w:val="23"/>
        </w:rPr>
        <w:t xml:space="preserve">The results are unique items made of natural, glazed titanium steel that all have their own unmistakable personality – just like their owners.</w:t>
      </w:r>
      <w:r>
        <w:rPr>
          <w:rFonts w:cs="Times New Roman"/>
          <w:szCs w:val="23"/>
        </w:rPr>
        <w:t xml:space="preserve"> </w:t>
      </w:r>
    </w:p>
    <w:p w14:paraId="54018BDE" w14:textId="77777777" w:rsidR="000C1E57" w:rsidRDefault="000C1E57" w:rsidP="00CB4ED1">
      <w:pPr>
        <w:rPr>
          <w:rFonts w:ascii="Arial" w:hAnsi="Arial" w:cs="Suisse Int'l Medium"/>
          <w:b/>
          <w:sz w:val="21"/>
        </w:rPr>
      </w:pPr>
    </w:p>
    <w:p w14:paraId="5A5FB23E" w14:textId="77777777" w:rsidR="000C1E57" w:rsidRDefault="000C1E57" w:rsidP="000C1E57">
      <w:pPr>
        <w:rPr>
          <w:rFonts w:ascii="Arial" w:hAnsi="Arial" w:cs="Suisse Int'l Medium"/>
          <w:b/>
          <w:sz w:val="21"/>
        </w:rPr>
      </w:pPr>
    </w:p>
    <w:p w14:paraId="2445E944"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29128908" w14:textId="77777777" w:rsidR="005E46C9" w:rsidRPr="005E46C9" w:rsidRDefault="005E46C9" w:rsidP="005E46C9">
      <w:pPr>
        <w:rPr>
          <w:rFonts w:ascii="Arial" w:hAnsi="Arial" w:cs="Suisse Int'l Medium"/>
          <w:b/>
          <w:szCs w:val="23"/>
        </w:rPr>
      </w:pPr>
      <w:r>
        <w:rPr>
          <w:rFonts w:ascii="Arial" w:hAnsi="Arial" w:cs="Suisse Int'l Medium"/>
          <w:b/>
          <w:szCs w:val="23"/>
        </w:rPr>
        <w:t xml:space="preserve">Eight baths with character</w:t>
      </w:r>
    </w:p>
    <w:p w14:paraId="471FBBA4" w14:textId="77777777" w:rsidR="005E46C9" w:rsidRPr="005E46C9" w:rsidRDefault="005E46C9" w:rsidP="005E46C9">
      <w:pPr>
        <w:rPr>
          <w:rFonts w:ascii="Arial" w:hAnsi="Arial" w:cs="Suisse Int'l Medium"/>
          <w:b/>
          <w:szCs w:val="23"/>
        </w:rPr>
      </w:pPr>
      <w:r>
        <w:rPr>
          <w:rFonts w:ascii="Arial" w:hAnsi="Arial" w:cs="Suisse Int'l Medium"/>
          <w:b/>
          <w:szCs w:val="23"/>
        </w:rPr>
        <w:t xml:space="preserve">Bette's little book of baths</w:t>
      </w:r>
    </w:p>
    <w:p w14:paraId="276E6436" w14:textId="77777777" w:rsidR="000C1E57" w:rsidRDefault="000C1E57" w:rsidP="000C1E57"/>
    <w:p w14:paraId="51073918" w14:textId="77777777" w:rsidR="005E46C9" w:rsidRDefault="005E46C9" w:rsidP="005E46C9">
      <w:r>
        <w:t xml:space="preserve">For years, the bathroom specialist Bette has been collecting the world's most highly-regarded design awards for its bath. One recent example is the BettePond Silhouette, which was named "Best of Best", the highest accolade of the Iconic Awards. The secret of the owner-run family company's success is a sophisticated design management that is notable for its use of exceptional shapes, innovative colours and exclusive materials – that at the same time makes sure that every item is absolutely suitable for everyday use. </w:t>
      </w:r>
    </w:p>
    <w:p w14:paraId="1D262084" w14:textId="77777777" w:rsidR="005E46C9" w:rsidRDefault="005E46C9" w:rsidP="005E46C9"/>
    <w:p w14:paraId="5ABA36C7" w14:textId="77777777" w:rsidR="005E46C9" w:rsidRDefault="005E46C9" w:rsidP="005E46C9">
      <w:r>
        <w:t xml:space="preserve">Furthermore, Bette is responsible for the entire production process, since the baths are made exclusively on the company's site at Delbrück. In a combination of industrial skill and perfect craftsmanship, the results are unique items made of natural glazed titanium steel that have their own unmistakable personality – just like their owners. </w:t>
      </w:r>
    </w:p>
    <w:p w14:paraId="34D44D6E" w14:textId="77777777" w:rsidR="00C32D35" w:rsidRDefault="00C32D35" w:rsidP="00C32D35"/>
    <w:p w14:paraId="4FAB4655" w14:textId="77777777" w:rsidR="005E46C9" w:rsidRPr="005E46C9" w:rsidRDefault="005E46C9" w:rsidP="00C32D35">
      <w:pPr>
        <w:rPr>
          <w:i/>
        </w:rPr>
      </w:pPr>
      <w:r>
        <w:rPr>
          <w:i/>
        </w:rPr>
        <w:t xml:space="preserve">BettePond Silhouette</w:t>
      </w:r>
    </w:p>
    <w:p w14:paraId="78B60EC1" w14:textId="77777777" w:rsidR="005E46C9" w:rsidRDefault="005E46C9" w:rsidP="00D87AF3">
      <w:pPr>
        <w:rPr>
          <w:rFonts w:ascii="Arial" w:hAnsi="Arial" w:cs="Arial"/>
          <w:b/>
          <w:sz w:val="21"/>
          <w:szCs w:val="21"/>
        </w:rPr>
      </w:pPr>
      <w:r>
        <w:rPr>
          <w:rFonts w:ascii="Arial" w:hAnsi="Arial" w:cs="Arial"/>
          <w:b/>
          <w:sz w:val="21"/>
          <w:szCs w:val="21"/>
        </w:rPr>
        <w:t xml:space="preserve">For calm people</w:t>
      </w:r>
    </w:p>
    <w:p w14:paraId="7B61072F" w14:textId="77777777" w:rsidR="00723A71" w:rsidRDefault="005E46C9" w:rsidP="000C1E57">
      <w:r>
        <w:t xml:space="preserve">No beginning and no end; no edges or corners: the circle is the most perfect and perfectly balanced figure in geometry, and represents harmony, eternity and oneness. With a diameter of a generous 150 cm that can comfortably be used in any direction, the round BettePond Silhouette is the perfect place for quiet contemplation and slowing down in everyday life – and a genuine oasis of tranquility in the bathroom. Just immerse yourself for complete relaxation.</w:t>
      </w:r>
    </w:p>
    <w:p w14:paraId="545D86B1" w14:textId="77777777" w:rsidR="005E46C9" w:rsidRDefault="005E46C9" w:rsidP="000C1E57"/>
    <w:p w14:paraId="23050E71" w14:textId="77777777" w:rsidR="005E46C9" w:rsidRDefault="005E46C9" w:rsidP="005E46C9">
      <w:pPr>
        <w:rPr>
          <w:i/>
        </w:rPr>
      </w:pPr>
      <w:r>
        <w:rPr>
          <w:i/>
        </w:rPr>
        <w:t xml:space="preserve">BetteSpace L</w:t>
      </w:r>
    </w:p>
    <w:p w14:paraId="1407CC3C" w14:textId="77777777" w:rsidR="000E0530" w:rsidRDefault="000E0530" w:rsidP="005E46C9">
      <w:pPr>
        <w:rPr>
          <w:rFonts w:ascii="Arial" w:hAnsi="Arial" w:cs="Arial"/>
          <w:b/>
          <w:sz w:val="21"/>
          <w:szCs w:val="21"/>
        </w:rPr>
      </w:pPr>
      <w:r>
        <w:rPr>
          <w:rFonts w:ascii="Arial" w:hAnsi="Arial" w:cs="Arial"/>
          <w:b/>
          <w:sz w:val="21"/>
          <w:szCs w:val="21"/>
        </w:rPr>
        <w:t xml:space="preserve">For favourite people</w:t>
      </w:r>
    </w:p>
    <w:p w14:paraId="0A32E2B5" w14:textId="77777777" w:rsidR="005E46C9" w:rsidRDefault="000E0530" w:rsidP="005E46C9">
      <w:r>
        <w:t xml:space="preserve">Families need space - in the bathroom and in the bath. BetteSpace L takes care of both. Thank to its trapezoidal shape, it makes perfect use of the available space while offering the greatest bathing fun at the same time. It even has enough space for two to enjoy a comfortable bath together – and as the lying side is 130 cm wide, they can also sit side by side. And because the foot end is 75 cm wide, it saves almost half a square metre of space in the bathroom. More freedom of movement for loved ones, and with no loss of comfort.</w:t>
      </w:r>
    </w:p>
    <w:p w14:paraId="5D2FE31D" w14:textId="77777777" w:rsidR="000E0530" w:rsidRDefault="000E0530" w:rsidP="005E46C9"/>
    <w:p w14:paraId="1128B391" w14:textId="77777777" w:rsidR="000E0530" w:rsidRDefault="000E0530">
      <w:pPr>
        <w:spacing w:after="200" w:line="276" w:lineRule="auto"/>
        <w:rPr>
          <w:i/>
        </w:rPr>
      </w:pPr>
      <w:r>
        <w:rPr>
          <w:i/>
        </w:rPr>
        <w:br w:type="page"/>
      </w:r>
    </w:p>
    <w:p w14:paraId="617D87F5" w14:textId="77777777" w:rsidR="005E46C9" w:rsidRDefault="005E46C9" w:rsidP="005E46C9">
      <w:pPr>
        <w:rPr>
          <w:i/>
        </w:rPr>
      </w:pPr>
      <w:r>
        <w:rPr>
          <w:i/>
        </w:rPr>
        <w:t xml:space="preserve">BetteLux Shape</w:t>
      </w:r>
    </w:p>
    <w:p w14:paraId="27D5AA61" w14:textId="77777777" w:rsidR="000E0530" w:rsidRDefault="000E0530" w:rsidP="005E46C9">
      <w:pPr>
        <w:rPr>
          <w:rFonts w:ascii="Arial" w:hAnsi="Arial" w:cs="Arial"/>
          <w:b/>
          <w:sz w:val="21"/>
          <w:szCs w:val="21"/>
        </w:rPr>
      </w:pPr>
      <w:r>
        <w:rPr>
          <w:rFonts w:ascii="Arial" w:hAnsi="Arial" w:cs="Arial"/>
          <w:b/>
          <w:sz w:val="21"/>
          <w:szCs w:val="21"/>
        </w:rPr>
        <w:t xml:space="preserve">For purists</w:t>
      </w:r>
    </w:p>
    <w:p w14:paraId="4AF6260D" w14:textId="77777777" w:rsidR="005E46C9" w:rsidRDefault="000E0530" w:rsidP="000C1E57">
      <w:r>
        <w:t xml:space="preserve">The bath with the open, delicate frame construction fits easily in any modern living environment where a reduced, minimalist design is important. Thanks to the frame construction, the elegant glazed titanium steel of the BetteLux Shape creates quite a sculptural effect, while at the same time being unusually delicate and light. Various accent colours and other bathroom elements in the same design give the bathroom an architectural character. Achieve pure relaxation by concentrating on the essential.</w:t>
      </w:r>
    </w:p>
    <w:p w14:paraId="601EA041" w14:textId="77777777" w:rsidR="000E0530" w:rsidRDefault="000E0530" w:rsidP="000C1E57"/>
    <w:p w14:paraId="11F6CE29" w14:textId="77777777" w:rsidR="005E46C9" w:rsidRDefault="005E46C9" w:rsidP="005E46C9">
      <w:pPr>
        <w:rPr>
          <w:i/>
        </w:rPr>
      </w:pPr>
      <w:r>
        <w:rPr>
          <w:i/>
        </w:rPr>
        <w:t xml:space="preserve">BetteStarlet Spirit</w:t>
      </w:r>
    </w:p>
    <w:p w14:paraId="444FA7A0" w14:textId="77777777" w:rsidR="000E0530" w:rsidRDefault="000E0530" w:rsidP="005E46C9">
      <w:pPr>
        <w:rPr>
          <w:rFonts w:ascii="Arial" w:hAnsi="Arial" w:cs="Arial"/>
          <w:b/>
          <w:sz w:val="21"/>
          <w:szCs w:val="21"/>
        </w:rPr>
      </w:pPr>
      <w:r>
        <w:rPr>
          <w:rFonts w:ascii="Arial" w:hAnsi="Arial" w:cs="Arial"/>
          <w:b/>
          <w:sz w:val="21"/>
          <w:szCs w:val="21"/>
        </w:rPr>
        <w:t xml:space="preserve">For lovers of the classics</w:t>
      </w:r>
    </w:p>
    <w:p w14:paraId="3EDE8FD3" w14:textId="77777777" w:rsidR="005E46C9" w:rsidRDefault="000E0530" w:rsidP="000C1E57">
      <w:r>
        <w:t xml:space="preserve">BetteStarlet Spirit is a bath icon that delights with its clear form and excellent functional benefits. The elegant bath is an option for any look in the bathroom that wishes to achieve an effect of timelessness with asymmetrical shapes, delicate edges and tight corner radii. The wide rim is perfect for resting the lower arms on and also provides plenty of convenient space for shampoos, soaps and sponges. Classic bathing pleasure on the very highest level.</w:t>
      </w:r>
    </w:p>
    <w:p w14:paraId="7B405E4D" w14:textId="77777777" w:rsidR="000E0530" w:rsidRDefault="000E0530" w:rsidP="000C1E57"/>
    <w:p w14:paraId="6F6EA934" w14:textId="77777777" w:rsidR="005E46C9" w:rsidRDefault="005E46C9" w:rsidP="005E46C9">
      <w:pPr>
        <w:rPr>
          <w:i/>
        </w:rPr>
      </w:pPr>
      <w:r>
        <w:rPr>
          <w:i/>
        </w:rPr>
        <w:t xml:space="preserve">BetteLux Oval Couture</w:t>
      </w:r>
    </w:p>
    <w:p w14:paraId="035E2C33" w14:textId="77777777" w:rsidR="005E46C9" w:rsidRPr="002D4E34" w:rsidRDefault="000E0530" w:rsidP="005E46C9">
      <w:pPr>
        <w:rPr>
          <w:rFonts w:ascii="Arial" w:hAnsi="Arial" w:cs="Arial"/>
          <w:b/>
          <w:sz w:val="21"/>
          <w:szCs w:val="21"/>
        </w:rPr>
      </w:pPr>
      <w:r>
        <w:rPr>
          <w:rFonts w:ascii="Arial" w:hAnsi="Arial" w:cs="Arial"/>
          <w:b/>
          <w:sz w:val="21"/>
          <w:szCs w:val="21"/>
        </w:rPr>
        <w:t xml:space="preserve">For sensitive souls</w:t>
      </w:r>
    </w:p>
    <w:p w14:paraId="4ED26131" w14:textId="77777777" w:rsidR="005E46C9" w:rsidRDefault="000E0530" w:rsidP="000C1E57">
      <w:r>
        <w:t xml:space="preserve">BetteLux Oval Couture brings warm, homely comfort into the bathroom. The outside is upholstered and covered in woven fabric like a welcoming sofa, and radiates an atmosphere that is as sensuous as it is relaxed. The feel, texture and colour of the waterproof functional fabric emotionalise the bath, removing its strict functional character. The upholstery also absorbs sounds, which improves the acoustics in the room. With all the home comfort of a living room.</w:t>
      </w:r>
    </w:p>
    <w:p w14:paraId="77E76545" w14:textId="77777777" w:rsidR="000E0530" w:rsidRDefault="000E0530" w:rsidP="000C1E57"/>
    <w:p w14:paraId="03250B6B" w14:textId="77777777" w:rsidR="005E46C9" w:rsidRDefault="005E46C9" w:rsidP="005E46C9">
      <w:pPr>
        <w:rPr>
          <w:i/>
        </w:rPr>
      </w:pPr>
      <w:r>
        <w:rPr>
          <w:i/>
        </w:rPr>
        <w:t xml:space="preserve">BetteComodo</w:t>
      </w:r>
    </w:p>
    <w:p w14:paraId="3F33CB62" w14:textId="77777777" w:rsidR="005E46C9" w:rsidRPr="002D4E34" w:rsidRDefault="000E0530" w:rsidP="005E46C9">
      <w:pPr>
        <w:rPr>
          <w:rFonts w:ascii="Arial" w:hAnsi="Arial" w:cs="Arial"/>
          <w:b/>
          <w:sz w:val="21"/>
          <w:szCs w:val="21"/>
        </w:rPr>
      </w:pPr>
      <w:r>
        <w:rPr>
          <w:rFonts w:ascii="Arial" w:hAnsi="Arial" w:cs="Arial"/>
          <w:b/>
          <w:sz w:val="21"/>
          <w:szCs w:val="21"/>
        </w:rPr>
        <w:t xml:space="preserve">For Bohemians</w:t>
      </w:r>
    </w:p>
    <w:p w14:paraId="410E3B55" w14:textId="77777777" w:rsidR="00A629F5" w:rsidRDefault="000E0530" w:rsidP="00EB4458">
      <w:pPr>
        <w:rPr>
          <w:i/>
        </w:rPr>
      </w:pPr>
      <w:r>
        <w:t xml:space="preserve">Bathing pleasure and joie-de-vivre in an urban bathroom? Not a problem with the modest BetteComodo! The comfortable single-seater bath with the gently-shaped neck area and body-friendly back angle is just perfect for a long, relaxing soak. There's plenty of space for moving around thanks to the generous depth and comfortably wide head end, while the arms rest casually on the wide bath rim. Relaxed quality of life with none of the everyday constraints.</w:t>
      </w:r>
      <w:r>
        <w:rPr>
          <w:i/>
        </w:rPr>
        <w:br w:type="page"/>
      </w:r>
    </w:p>
    <w:p w14:paraId="5A06F65B" w14:textId="77777777" w:rsidR="005E46C9" w:rsidRDefault="005E46C9" w:rsidP="005E46C9">
      <w:pPr>
        <w:rPr>
          <w:i/>
        </w:rPr>
      </w:pPr>
      <w:r>
        <w:rPr>
          <w:i/>
        </w:rPr>
        <w:t xml:space="preserve">BetteLoft Ornament Midnight</w:t>
      </w:r>
    </w:p>
    <w:p w14:paraId="5825F007" w14:textId="77777777" w:rsidR="005E46C9" w:rsidRPr="002D4E34" w:rsidRDefault="000E0530" w:rsidP="005E46C9">
      <w:pPr>
        <w:rPr>
          <w:rFonts w:ascii="Arial" w:hAnsi="Arial" w:cs="Arial"/>
          <w:b/>
          <w:sz w:val="21"/>
          <w:szCs w:val="21"/>
        </w:rPr>
      </w:pPr>
      <w:r>
        <w:rPr>
          <w:rFonts w:ascii="Arial" w:hAnsi="Arial" w:cs="Arial"/>
          <w:b/>
          <w:sz w:val="21"/>
          <w:szCs w:val="21"/>
        </w:rPr>
        <w:t xml:space="preserve">For night owls</w:t>
      </w:r>
    </w:p>
    <w:p w14:paraId="427616C2" w14:textId="77777777" w:rsidR="005E46C9" w:rsidRDefault="000E0530" w:rsidP="000C1E57">
      <w:r>
        <w:t xml:space="preserve">BetteLoft Ornament brings gloss and glamour into the bathroom. Depending on how the light falls, the faceted exterior shimmers and shines as full of mystery and promise as a precious gem. The sparkling pigments of the Midnight glaze reinforce the play with light and shadow, and never fail to magically attract the eye. With plenty of space and a comfortable back geometry, this opulent bath is perfect for a lovely, long soak. A bath should be fun, should be enjoyable - everyday life is often boring enough.</w:t>
      </w:r>
    </w:p>
    <w:p w14:paraId="4753DEA0" w14:textId="77777777" w:rsidR="000E0530" w:rsidRDefault="000E0530" w:rsidP="000C1E57"/>
    <w:p w14:paraId="77908B45" w14:textId="77777777" w:rsidR="005E46C9" w:rsidRDefault="005E46C9" w:rsidP="005E46C9">
      <w:pPr>
        <w:rPr>
          <w:i/>
        </w:rPr>
      </w:pPr>
      <w:r>
        <w:rPr>
          <w:i/>
        </w:rPr>
        <w:t xml:space="preserve">BetteStarlet Oval Silhouette</w:t>
      </w:r>
    </w:p>
    <w:p w14:paraId="7F3BCC86" w14:textId="77777777" w:rsidR="005E46C9" w:rsidRPr="002D4E34" w:rsidRDefault="000E0530" w:rsidP="005E46C9">
      <w:pPr>
        <w:rPr>
          <w:rFonts w:ascii="Arial" w:hAnsi="Arial" w:cs="Arial"/>
          <w:b/>
          <w:sz w:val="21"/>
          <w:szCs w:val="21"/>
        </w:rPr>
      </w:pPr>
      <w:r>
        <w:rPr>
          <w:rFonts w:ascii="Arial" w:hAnsi="Arial" w:cs="Arial"/>
          <w:b/>
          <w:sz w:val="21"/>
          <w:szCs w:val="21"/>
        </w:rPr>
        <w:t xml:space="preserve">For hipsters</w:t>
      </w:r>
    </w:p>
    <w:p w14:paraId="342237A0" w14:textId="77777777" w:rsidR="005E46C9" w:rsidRDefault="000E0530" w:rsidP="000C1E57">
      <w:r>
        <w:t xml:space="preserve">The classic shape of the BetteStarlet Oval Silhouette brings a vintage touch into the bathroom. It's a true style icon that also goes well in small bathrooms and, with a black or violet exterior, almost looks a little eccentric. However, the indestructible glazed titanium steel is grounded and authentic, and will even forgive candle wax if bathing à deux. A bath that looks just as cool as its owners.</w:t>
      </w:r>
    </w:p>
    <w:p w14:paraId="1FBCD436" w14:textId="77777777" w:rsidR="005E46C9" w:rsidRDefault="005E46C9" w:rsidP="000C1E57"/>
    <w:p w14:paraId="2A25E25A" w14:textId="77777777" w:rsidR="005E46C9" w:rsidRDefault="005E46C9" w:rsidP="000C1E57"/>
    <w:p w14:paraId="0A695C28" w14:textId="77777777" w:rsidR="000E0530" w:rsidRDefault="000E0530">
      <w:pPr>
        <w:spacing w:after="200" w:line="276" w:lineRule="auto"/>
        <w:rPr>
          <w:rFonts w:ascii="Arial" w:hAnsi="Arial" w:cs="Suisse Int'l Medium"/>
          <w:b/>
          <w:sz w:val="21"/>
        </w:rPr>
      </w:pPr>
      <w:r>
        <w:br w:type="page"/>
      </w:r>
    </w:p>
    <w:p w14:paraId="07012C9F" w14:textId="77777777" w:rsidR="00C32D35" w:rsidRDefault="00C32D35" w:rsidP="00C32D35">
      <w:pPr>
        <w:pStyle w:val="Subline"/>
      </w:pPr>
      <w:r>
        <w:t xml:space="preserve">About Bette</w:t>
      </w:r>
    </w:p>
    <w:p w14:paraId="53198B2E" w14:textId="77777777" w:rsidR="002D4E34" w:rsidRDefault="002D4E34" w:rsidP="002D4E34">
      <w:r>
        <w:t xml:space="preserve">Bette specialises in bathroom products made from glazed titanium steel: bathtubs, shower areas, shower trays and washbasins. The German family-owned business was founded in Delbrück, Westphalia, in 1952, and has specialised exclusively in steel-shaping and enamelling processes. The CEO of the company is Thilo C. Pahl. Today, the manufacturing and administrative headquarters in Delbrück employs 370 people. Only here, and made in Germany, the company manufactures more than 600 different bath and washbasin models in a tremendous range of colours.</w:t>
      </w:r>
    </w:p>
    <w:p w14:paraId="15FD3F20" w14:textId="77777777" w:rsidR="002D4E34" w:rsidRDefault="002D4E34" w:rsidP="002D4E34"/>
    <w:p w14:paraId="2F6B792E" w14:textId="77777777" w:rsidR="00FA10D9" w:rsidRDefault="002D4E34" w:rsidP="002D4E34">
      <w:r>
        <w:t xml:space="preserve">Bette's manufacturing processes combine high-tech industrial production techniques with tailor-made manufacturing: More than half of the products are customised in line with customer preferences. Bette uses natural raw materials – glass, water and steel – to produce high-quality products in a wide range of different shapes, sizes and colours, and finishes them with BetteGlaze for durable glazed titanium steel. The entire Bette product range is ISO 14025 verified according to the Environmental Product Declaration (EPD) relating to materials and products.</w:t>
      </w:r>
    </w:p>
    <w:p w14:paraId="4914A949" w14:textId="77777777" w:rsidR="00FA10D9" w:rsidRDefault="00FA10D9">
      <w:pPr>
        <w:spacing w:after="200" w:line="276" w:lineRule="auto"/>
      </w:pPr>
    </w:p>
    <w:p w14:paraId="38AF2B9D" w14:textId="77777777" w:rsidR="00532DB8" w:rsidRDefault="00532DB8" w:rsidP="002F25C9">
      <w:pPr>
        <w:pStyle w:val="Subline"/>
      </w:pPr>
    </w:p>
    <w:p w14:paraId="3328F490" w14:textId="77777777" w:rsidR="00FA10D9" w:rsidRDefault="00FA10D9" w:rsidP="002F25C9">
      <w:pPr>
        <w:pStyle w:val="Subline"/>
      </w:pPr>
      <w:r>
        <w:t xml:space="preserve">Picture captions</w:t>
      </w:r>
    </w:p>
    <w:p w14:paraId="453AF993" w14:textId="77777777" w:rsidR="00FA10D9" w:rsidRDefault="00532DB8" w:rsidP="00FA10D9">
      <w:r>
        <w:t xml:space="preserve">Please acknowledge source information: Bette</w:t>
      </w:r>
    </w:p>
    <w:p w14:paraId="02855E43" w14:textId="77777777" w:rsidR="00FA10D9" w:rsidRDefault="00FA10D9" w:rsidP="00FA10D9"/>
    <w:p w14:paraId="517DEC5B" w14:textId="77777777" w:rsidR="00EB4458" w:rsidRDefault="00EB4458" w:rsidP="00FA10D9"/>
    <w:p w14:paraId="66E14BDB" w14:textId="77777777" w:rsidR="00EB4458" w:rsidRPr="00EB4458" w:rsidRDefault="00EB4458" w:rsidP="00EB4458">
      <w:r>
        <w:t xml:space="preserve">01_BettePond_Silhouette.jpg</w:t>
      </w:r>
    </w:p>
    <w:p w14:paraId="6C27F782" w14:textId="77777777" w:rsidR="00EB4458" w:rsidRDefault="00EB4458" w:rsidP="00EB4458">
      <w:pPr>
        <w:rPr>
          <w:rFonts w:ascii="Arial" w:hAnsi="Arial" w:cs="Arial"/>
          <w:b/>
          <w:sz w:val="21"/>
          <w:szCs w:val="21"/>
        </w:rPr>
      </w:pPr>
      <w:r>
        <w:rPr>
          <w:rFonts w:ascii="Arial" w:hAnsi="Arial" w:cs="Arial"/>
          <w:b/>
          <w:sz w:val="21"/>
          <w:szCs w:val="21"/>
        </w:rPr>
        <w:t xml:space="preserve">For calm people</w:t>
      </w:r>
    </w:p>
    <w:p w14:paraId="544F2618" w14:textId="77777777" w:rsidR="00EB4458" w:rsidRDefault="00EB4458" w:rsidP="00EB4458"/>
    <w:p w14:paraId="7B7547E6" w14:textId="77777777" w:rsidR="00EB4458" w:rsidRPr="00EB4458" w:rsidRDefault="00EB4458" w:rsidP="00EB4458">
      <w:r>
        <w:t xml:space="preserve">02_BetteSpace_L.jpg</w:t>
      </w:r>
    </w:p>
    <w:p w14:paraId="5D5432F2" w14:textId="77777777" w:rsidR="00EB4458" w:rsidRDefault="00EB4458" w:rsidP="00EB4458">
      <w:pPr>
        <w:rPr>
          <w:rFonts w:ascii="Arial" w:hAnsi="Arial" w:cs="Arial"/>
          <w:b/>
          <w:sz w:val="21"/>
          <w:szCs w:val="21"/>
        </w:rPr>
      </w:pPr>
      <w:r>
        <w:rPr>
          <w:rFonts w:ascii="Arial" w:hAnsi="Arial" w:cs="Arial"/>
          <w:b/>
          <w:sz w:val="21"/>
          <w:szCs w:val="21"/>
        </w:rPr>
        <w:t xml:space="preserve">For favourite people</w:t>
      </w:r>
    </w:p>
    <w:p w14:paraId="02335971" w14:textId="77777777" w:rsidR="00EB4458" w:rsidRDefault="00EB4458" w:rsidP="00EB4458">
      <w:pPr>
        <w:rPr>
          <w:i/>
        </w:rPr>
      </w:pPr>
    </w:p>
    <w:p w14:paraId="06FAEA45" w14:textId="77777777" w:rsidR="00EB4458" w:rsidRPr="00EB4458" w:rsidRDefault="00EB4458" w:rsidP="00EB4458">
      <w:r>
        <w:t xml:space="preserve">03_BetteLux_Shape.jpg</w:t>
      </w:r>
    </w:p>
    <w:p w14:paraId="62F9FE9B" w14:textId="77777777" w:rsidR="00EB4458" w:rsidRDefault="00EB4458" w:rsidP="00EB4458">
      <w:pPr>
        <w:rPr>
          <w:rFonts w:ascii="Arial" w:hAnsi="Arial" w:cs="Arial"/>
          <w:b/>
          <w:sz w:val="21"/>
          <w:szCs w:val="21"/>
        </w:rPr>
      </w:pPr>
      <w:r>
        <w:rPr>
          <w:rFonts w:ascii="Arial" w:hAnsi="Arial" w:cs="Arial"/>
          <w:b/>
          <w:sz w:val="21"/>
          <w:szCs w:val="21"/>
        </w:rPr>
        <w:t xml:space="preserve">For purists</w:t>
      </w:r>
    </w:p>
    <w:p w14:paraId="2BA97138" w14:textId="77777777" w:rsidR="00EB4458" w:rsidRDefault="00EB4458" w:rsidP="00EB4458"/>
    <w:p w14:paraId="1E6931A2" w14:textId="77777777" w:rsidR="00EB4458" w:rsidRPr="00EB4458" w:rsidRDefault="00EB4458" w:rsidP="00EB4458">
      <w:r>
        <w:t xml:space="preserve">04_BetteStarlet_Spirit.jpg</w:t>
      </w:r>
    </w:p>
    <w:p w14:paraId="44A1E7D9" w14:textId="77777777" w:rsidR="00EB4458" w:rsidRDefault="00EB4458" w:rsidP="00EB4458">
      <w:pPr>
        <w:rPr>
          <w:rFonts w:ascii="Arial" w:hAnsi="Arial" w:cs="Arial"/>
          <w:b/>
          <w:sz w:val="21"/>
          <w:szCs w:val="21"/>
        </w:rPr>
      </w:pPr>
      <w:r>
        <w:rPr>
          <w:rFonts w:ascii="Arial" w:hAnsi="Arial" w:cs="Arial"/>
          <w:b/>
          <w:sz w:val="21"/>
          <w:szCs w:val="21"/>
        </w:rPr>
        <w:t xml:space="preserve">For lovers of the classics</w:t>
      </w:r>
    </w:p>
    <w:p w14:paraId="12483B10" w14:textId="77777777" w:rsidR="00EB4458" w:rsidRDefault="00EB4458" w:rsidP="00EB4458"/>
    <w:p w14:paraId="780E965F" w14:textId="77777777" w:rsidR="00EB4458" w:rsidRDefault="00EB4458">
      <w:pPr>
        <w:spacing w:after="200" w:line="276" w:lineRule="auto"/>
      </w:pPr>
      <w:r>
        <w:br w:type="page"/>
      </w:r>
    </w:p>
    <w:p w14:paraId="62ABB83D" w14:textId="77777777" w:rsidR="00EB4458" w:rsidRPr="00EB4458" w:rsidRDefault="00EB4458" w:rsidP="00EB4458">
      <w:r>
        <w:t xml:space="preserve">05_BetteLux_Oval_Couture.jpg</w:t>
      </w:r>
    </w:p>
    <w:p w14:paraId="70C7F491" w14:textId="77777777" w:rsidR="00EB4458" w:rsidRPr="002D4E34" w:rsidRDefault="00EB4458" w:rsidP="00EB4458">
      <w:pPr>
        <w:rPr>
          <w:rFonts w:ascii="Arial" w:hAnsi="Arial" w:cs="Arial"/>
          <w:b/>
          <w:sz w:val="21"/>
          <w:szCs w:val="21"/>
        </w:rPr>
      </w:pPr>
      <w:r>
        <w:rPr>
          <w:rFonts w:ascii="Arial" w:hAnsi="Arial" w:cs="Arial"/>
          <w:b/>
          <w:sz w:val="21"/>
          <w:szCs w:val="21"/>
        </w:rPr>
        <w:t xml:space="preserve">For sensitive souls</w:t>
      </w:r>
    </w:p>
    <w:p w14:paraId="41FE5AE8" w14:textId="77777777" w:rsidR="00EB4458" w:rsidRDefault="00EB4458" w:rsidP="00EB4458"/>
    <w:p w14:paraId="55F2566A" w14:textId="77777777" w:rsidR="00EB4458" w:rsidRPr="00EB4458" w:rsidRDefault="00EB4458" w:rsidP="00EB4458">
      <w:r>
        <w:t xml:space="preserve">06_BetteComodo.jpg</w:t>
      </w:r>
    </w:p>
    <w:p w14:paraId="4CE9FC12" w14:textId="77777777" w:rsidR="00EB4458" w:rsidRPr="002D4E34" w:rsidRDefault="00EB4458" w:rsidP="00EB4458">
      <w:pPr>
        <w:rPr>
          <w:rFonts w:ascii="Arial" w:hAnsi="Arial" w:cs="Arial"/>
          <w:b/>
          <w:sz w:val="21"/>
          <w:szCs w:val="21"/>
        </w:rPr>
      </w:pPr>
      <w:r>
        <w:rPr>
          <w:rFonts w:ascii="Arial" w:hAnsi="Arial" w:cs="Arial"/>
          <w:b/>
          <w:sz w:val="21"/>
          <w:szCs w:val="21"/>
        </w:rPr>
        <w:t xml:space="preserve">For Bohemians</w:t>
      </w:r>
    </w:p>
    <w:p w14:paraId="47781707" w14:textId="77777777" w:rsidR="00EB4458" w:rsidRDefault="00EB4458" w:rsidP="00EB4458">
      <w:pPr>
        <w:rPr>
          <w:i/>
        </w:rPr>
      </w:pPr>
    </w:p>
    <w:p w14:paraId="6518553C" w14:textId="77777777" w:rsidR="00EB4458" w:rsidRPr="00EB4458" w:rsidRDefault="00EB4458" w:rsidP="00EB4458">
      <w:r>
        <w:t xml:space="preserve">07_BetteLoft_Ornament_Midnight.jpg</w:t>
      </w:r>
    </w:p>
    <w:p w14:paraId="718ADC00" w14:textId="77777777" w:rsidR="00EB4458" w:rsidRPr="002D4E34" w:rsidRDefault="00EB4458" w:rsidP="00EB4458">
      <w:pPr>
        <w:rPr>
          <w:rFonts w:ascii="Arial" w:hAnsi="Arial" w:cs="Arial"/>
          <w:b/>
          <w:sz w:val="21"/>
          <w:szCs w:val="21"/>
        </w:rPr>
      </w:pPr>
      <w:r>
        <w:rPr>
          <w:rFonts w:ascii="Arial" w:hAnsi="Arial" w:cs="Arial"/>
          <w:b/>
          <w:sz w:val="21"/>
          <w:szCs w:val="21"/>
        </w:rPr>
        <w:t xml:space="preserve">For night owls</w:t>
      </w:r>
    </w:p>
    <w:p w14:paraId="7726D9D8" w14:textId="77777777" w:rsidR="00EB4458" w:rsidRDefault="00EB4458" w:rsidP="00EB4458"/>
    <w:p w14:paraId="28801866" w14:textId="77777777" w:rsidR="00EB4458" w:rsidRPr="00EB4458" w:rsidRDefault="00EB4458" w:rsidP="00EB4458">
      <w:r>
        <w:t xml:space="preserve">08_BetteStarlet_Oval_Silhouette.jpg</w:t>
      </w:r>
    </w:p>
    <w:p w14:paraId="5534CE4E" w14:textId="77777777" w:rsidR="00EB4458" w:rsidRPr="002D4E34" w:rsidRDefault="00EB4458" w:rsidP="00EB4458">
      <w:pPr>
        <w:rPr>
          <w:rFonts w:ascii="Arial" w:hAnsi="Arial" w:cs="Arial"/>
          <w:b/>
          <w:sz w:val="21"/>
          <w:szCs w:val="21"/>
        </w:rPr>
      </w:pPr>
      <w:r>
        <w:rPr>
          <w:rFonts w:ascii="Arial" w:hAnsi="Arial" w:cs="Arial"/>
          <w:b/>
          <w:sz w:val="21"/>
          <w:szCs w:val="21"/>
        </w:rPr>
        <w:t xml:space="preserve">For hipsters</w:t>
      </w:r>
    </w:p>
    <w:p w14:paraId="65DB6A97" w14:textId="77777777" w:rsidR="00EB4458" w:rsidRDefault="00EB4458" w:rsidP="00EB4458"/>
    <w:p w14:paraId="2D94FE0B" w14:textId="77777777" w:rsidR="00523792" w:rsidRDefault="00523792" w:rsidP="002D4E34"/>
    <w:sectPr w:rsidR="00523792"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95230" w14:textId="77777777" w:rsidR="00A629F5" w:rsidRDefault="00A629F5" w:rsidP="00532FE7">
      <w:pPr>
        <w:spacing w:line="240" w:lineRule="auto"/>
      </w:pPr>
      <w:r>
        <w:separator/>
      </w:r>
    </w:p>
  </w:endnote>
  <w:endnote w:type="continuationSeparator" w:id="0">
    <w:p w14:paraId="21846884" w14:textId="77777777" w:rsidR="00A629F5" w:rsidRDefault="00A629F5"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uisse Int'l Medium">
    <w:altName w:val="Arial"/>
    <w:panose1 w:val="00000000000000000000"/>
    <w:charset w:val="00"/>
    <w:family w:val="swiss"/>
    <w:notTrueType/>
    <w:pitch w:val="variable"/>
    <w:sig w:usb0="00002207" w:usb1="00000000" w:usb2="00000008" w:usb3="00000000" w:csb0="000000D7"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Suisse Works Book">
    <w:panose1 w:val="00000000000000000000"/>
    <w:charset w:val="00"/>
    <w:family w:val="roman"/>
    <w:notTrueType/>
    <w:pitch w:val="variable"/>
    <w:sig w:usb0="A000007F" w:usb1="4000207B"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2C802" w14:textId="77777777" w:rsidR="00A629F5" w:rsidRDefault="00A629F5" w:rsidP="00532FE7">
      <w:pPr>
        <w:spacing w:line="240" w:lineRule="auto"/>
      </w:pPr>
      <w:r>
        <w:separator/>
      </w:r>
    </w:p>
  </w:footnote>
  <w:footnote w:type="continuationSeparator" w:id="0">
    <w:p w14:paraId="7994DEB9" w14:textId="77777777" w:rsidR="00A629F5" w:rsidRDefault="00A629F5" w:rsidP="00532FE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57F62" w14:textId="77777777" w:rsidR="00A629F5" w:rsidRDefault="00A629F5" w:rsidP="00FA10D9">
    <w:pPr>
      <w:pStyle w:val="Kopfzeile"/>
    </w:pPr>
  </w:p>
  <w:p w14:paraId="3A94D4E7" w14:textId="77777777" w:rsidR="00A629F5" w:rsidRDefault="00A629F5" w:rsidP="00FA10D9">
    <w:pPr>
      <w:pStyle w:val="Kopfzeile"/>
    </w:pPr>
  </w:p>
  <w:p w14:paraId="7AB876F5" w14:textId="77777777" w:rsidR="00A629F5" w:rsidRDefault="00A629F5" w:rsidP="00FA10D9">
    <w:pPr>
      <w:pStyle w:val="Kopfzeile"/>
    </w:pPr>
  </w:p>
  <w:p w14:paraId="11B89B6E" w14:textId="77777777" w:rsidR="00A629F5" w:rsidRDefault="00A629F5" w:rsidP="00FA10D9">
    <w:pPr>
      <w:pStyle w:val="Kopfzeile"/>
    </w:pPr>
    <w:r>
      <w:rPr>
        <w:noProof/>
        <w:lang w:eastAsia="de-DE"/>
      </w:rPr>
      <w:drawing>
        <wp:anchor distT="0" distB="0" distL="114300" distR="114300" simplePos="0" relativeHeight="251662336" behindDoc="1" locked="0" layoutInCell="1" allowOverlap="1" wp14:anchorId="7273D77E" wp14:editId="611EE320">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722F7957" w14:textId="77777777" w:rsidR="00A629F5" w:rsidRDefault="00A629F5" w:rsidP="00FA10D9">
    <w:pPr>
      <w:pStyle w:val="Kopfzeile"/>
    </w:pPr>
  </w:p>
  <w:p w14:paraId="224EE928" w14:textId="77777777" w:rsidR="00A629F5" w:rsidRDefault="00A629F5" w:rsidP="00FA10D9">
    <w:pPr>
      <w:pStyle w:val="Kopfzeile"/>
    </w:pPr>
  </w:p>
  <w:p w14:paraId="48536265" w14:textId="77777777" w:rsidR="00A629F5" w:rsidRDefault="00A629F5" w:rsidP="00FA10D9">
    <w:pPr>
      <w:pStyle w:val="Kopfzeile"/>
    </w:pPr>
  </w:p>
  <w:p w14:paraId="41F2A5BE" w14:textId="77777777" w:rsidR="00A629F5" w:rsidRDefault="00A629F5" w:rsidP="00FA10D9">
    <w:pPr>
      <w:pStyle w:val="Kopfzeile"/>
      <w:spacing w:after="20"/>
    </w:pPr>
  </w:p>
  <w:p w14:paraId="14CD36D4" w14:textId="77777777" w:rsidR="00A629F5" w:rsidRDefault="00A629F5" w:rsidP="00A810C0">
    <w:pPr>
      <w:pStyle w:val="Subline"/>
    </w:pPr>
  </w:p>
  <w:p w14:paraId="1FBD1D76" w14:textId="77777777" w:rsidR="00A629F5" w:rsidRPr="00532FE7" w:rsidRDefault="00A629F5" w:rsidP="00A810C0">
    <w:pPr>
      <w:pStyle w:val="Subline"/>
      <w:rPr>
        <w:noProof/>
      </w:rPr>
    </w:pPr>
    <w:r>
      <w:t xml:space="preserve">Page </w:t>
    </w:r>
    <w:r>
      <w:fldChar w:fldCharType="begin"/>
    </w:r>
    <w:r>
      <w:rPr>
        <w:noProof/>
      </w:rPr>
      <w:instrText xml:space="preserve"> PAGE   \* MERGEFORMAT </w:instrText>
    </w:r>
    <w:r>
      <w:fldChar w:fldCharType="separate"/>
    </w:r>
    <w:r>
      <w:rPr>
        <w:noProof/>
      </w:rPr>
      <w:t xml:space="preserve">2</w:t>
    </w:r>
    <w:r>
      <w:fldChar w:fldCharType="end"/>
    </w:r>
    <w:r>
      <w:t xml:space="preserve">/</w:t>
    </w:r>
    <w:fldSimple w:instr=" NUMPAGES   \* MERGEFORMAT ">
      <w:r w:rsidR="00EB4458">
        <w:rPr>
          <w:noProof/>
        </w:rPr>
        <w:t>6</w:t>
      </w:r>
    </w:fldSimple>
  </w:p>
  <w:p w14:paraId="3520056B" w14:textId="77777777" w:rsidR="00A629F5" w:rsidRDefault="00A629F5" w:rsidP="00640BB0"/>
  <w:p w14:paraId="287CB3A3" w14:textId="77777777" w:rsidR="00A629F5" w:rsidRDefault="00A629F5" w:rsidP="00640BB0"/>
  <w:p w14:paraId="53043EEB" w14:textId="77777777" w:rsidR="00A629F5" w:rsidRDefault="00A629F5" w:rsidP="00640BB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89DF4" w14:textId="77777777" w:rsidR="00A629F5" w:rsidRDefault="00A629F5" w:rsidP="0034697A"/>
  <w:p w14:paraId="359068EA" w14:textId="77777777" w:rsidR="00A629F5" w:rsidRDefault="00A629F5" w:rsidP="0034697A"/>
  <w:p w14:paraId="0015B998" w14:textId="77777777" w:rsidR="00A629F5" w:rsidRDefault="00A629F5" w:rsidP="0034697A"/>
  <w:p w14:paraId="5C7DB4DD" w14:textId="77777777" w:rsidR="00A629F5" w:rsidRDefault="00A629F5" w:rsidP="0034697A">
    <w:r>
      <w:rPr>
        <w:noProof/>
        <w:lang w:eastAsia="de-DE"/>
      </w:rPr>
      <w:drawing>
        <wp:anchor distT="0" distB="0" distL="114300" distR="114300" simplePos="0" relativeHeight="251661312" behindDoc="1" locked="0" layoutInCell="1" allowOverlap="1" wp14:anchorId="78FC2142" wp14:editId="7B94CA9F">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D90686A" w14:textId="77777777" w:rsidR="00A629F5" w:rsidRDefault="00A629F5" w:rsidP="0034697A"/>
  <w:p w14:paraId="080281BA" w14:textId="77777777" w:rsidR="00A629F5" w:rsidRDefault="00A629F5" w:rsidP="0034697A"/>
  <w:p w14:paraId="63378087" w14:textId="77777777" w:rsidR="00A629F5" w:rsidRDefault="00A629F5" w:rsidP="0034697A"/>
  <w:p w14:paraId="634AB194" w14:textId="77777777" w:rsidR="00A629F5" w:rsidRDefault="00A629F5" w:rsidP="0034697A">
    <w:pPr>
      <w:spacing w:line="120" w:lineRule="exact"/>
    </w:pPr>
  </w:p>
  <w:p w14:paraId="438B623E" w14:textId="77777777" w:rsidR="00A629F5" w:rsidRDefault="00A629F5" w:rsidP="00F823CD">
    <w:pPr>
      <w:pStyle w:val="Subline"/>
    </w:pPr>
    <w:r>
      <mc:AlternateContent>
        <mc:Choice Requires="wps">
          <w:drawing>
            <wp:anchor distT="0" distB="0" distL="114300" distR="114300" simplePos="0" relativeHeight="251660288" behindDoc="0" locked="0" layoutInCell="1" allowOverlap="1" wp14:anchorId="162E3A76" wp14:editId="06858EB9">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C0F81E"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Published by:</w:t>
                          </w:r>
                        </w:p>
                        <w:p w14:paraId="21FB777C"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Bette GmbH &amp; Co. KG</w:t>
                          </w:r>
                        </w:p>
                        <w:p w14:paraId="472388B1"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Heinrich-Bette-Straße 1</w:t>
                          </w:r>
                        </w:p>
                        <w:p w14:paraId="393FD46E"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33129 Delbrück </w:t>
                          </w:r>
                        </w:p>
                        <w:p w14:paraId="60C5498A"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T</w:t>
                            <w:tab/>
                            <w:t xml:space="preserve">+49 5250 511-130 </w:t>
                          </w:r>
                        </w:p>
                        <w:p w14:paraId="0BA31B36"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info@bette.de</w:t>
                          </w:r>
                        </w:p>
                        <w:p w14:paraId="0B57A58F"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www.bette.de</w:t>
                          </w:r>
                        </w:p>
                        <w:p w14:paraId="3C77289B" w14:textId="77777777" w:rsidR="00A629F5" w:rsidRDefault="00A629F5" w:rsidP="00A810C0">
                          <w:pPr>
                            <w:tabs>
                              <w:tab w:val="left" w:pos="140"/>
                            </w:tabs>
                            <w:spacing w:line="200" w:lineRule="exact"/>
                            <w:rPr>
                              <w:rFonts w:ascii="Arial" w:hAnsi="Arial" w:cs="Arial"/>
                              <w:b/>
                              <w:noProof/>
                              <w:sz w:val="14"/>
                              <w:szCs w:val="14"/>
                            </w:rPr>
                          </w:pPr>
                        </w:p>
                        <w:p w14:paraId="425D8AF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Contact at Bette:</w:t>
                          </w:r>
                        </w:p>
                        <w:p w14:paraId="19A9ED18"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Sven Rensinghoff</w:t>
                          </w:r>
                        </w:p>
                        <w:p w14:paraId="26F97BC0" w14:textId="77777777" w:rsidR="00A629F5" w:rsidRPr="00F823CD" w:rsidRDefault="00A629F5"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 xml:space="preserve">T</w:t>
                            <w:tab/>
                            <w:t xml:space="preserve">+49 5250 511-175</w:t>
                          </w:r>
                        </w:p>
                        <w:p w14:paraId="4C0D39E9"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s.rensinghoff@bette.de</w:t>
                          </w:r>
                        </w:p>
                        <w:p w14:paraId="32736C39" w14:textId="77777777" w:rsidR="00A629F5" w:rsidRPr="00F823CD" w:rsidRDefault="00A629F5" w:rsidP="00A810C0">
                          <w:pPr>
                            <w:tabs>
                              <w:tab w:val="left" w:pos="140"/>
                            </w:tabs>
                            <w:spacing w:line="200" w:lineRule="exact"/>
                            <w:rPr>
                              <w:rFonts w:ascii="Arial" w:hAnsi="Arial" w:cs="Arial"/>
                              <w:b/>
                              <w:noProof/>
                              <w:sz w:val="14"/>
                              <w:szCs w:val="14"/>
                            </w:rPr>
                          </w:pPr>
                        </w:p>
                        <w:p w14:paraId="110B929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Press contact:</w:t>
                          </w:r>
                        </w:p>
                        <w:p w14:paraId="04044497" w14:textId="77777777" w:rsidR="00A629F5"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Marc Millenet</w:t>
                          </w:r>
                        </w:p>
                        <w:p w14:paraId="32C80722" w14:textId="77777777" w:rsidR="00A629F5" w:rsidRDefault="00A629F5"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 xml:space="preserve">T</w:t>
                            <w:tab/>
                            <w:t xml:space="preserve">+49 711 954 645-0</w:t>
                          </w:r>
                        </w:p>
                        <w:p w14:paraId="3EC6789F"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bette@id-pool.de</w:t>
                          </w:r>
                        </w:p>
                        <w:p w14:paraId="5F0E3A5C" w14:textId="77777777" w:rsidR="00A629F5" w:rsidRPr="00F823CD" w:rsidRDefault="00A629F5" w:rsidP="00A810C0">
                          <w:pPr>
                            <w:tabs>
                              <w:tab w:val="left" w:pos="140"/>
                            </w:tabs>
                            <w:spacing w:line="200" w:lineRule="exact"/>
                            <w:rPr>
                              <w:rFonts w:ascii="Arial" w:hAnsi="Arial" w:cs="Arial"/>
                              <w:b/>
                              <w:noProof/>
                              <w:sz w:val="14"/>
                              <w:szCs w:val="14"/>
                            </w:rPr>
                          </w:pPr>
                        </w:p>
                        <w:p w14:paraId="3FE1CA04"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No charge for reprinting.</w:t>
                          </w:r>
                          <w:r>
                            <w:rPr>
                              <w:rFonts w:ascii="Arial" w:hAnsi="Arial" w:cs="Arial"/>
                              <w:b/>
                              <w:noProof/>
                              <w:sz w:val="14"/>
                              <w:szCs w:val="14"/>
                            </w:rPr>
                            <w:t xml:space="preserve"> </w:t>
                          </w:r>
                        </w:p>
                        <w:p w14:paraId="540FD930"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Copy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" filled="f" stroked="f" strokeweight=".5pt">
              <v:textbox inset="0,0,0,0">
                <w:txbxContent>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Published by:</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Bette GmbH &amp; Co. KG</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Heinrich-Bette-Straße 1</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33129 Delbrück </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T</w:t>
                      <w:tab/>
                      <w:t xml:space="preserve">+49 5250 511-130 </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info@bette.de</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www.bette.de</w:t>
                    </w:r>
                  </w:p>
                  <w:p w:rsidR="005E46C9"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Contact at Bette:</w:t>
                    </w: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Sven Rensinghoff</w:t>
                    </w:r>
                  </w:p>
                  <w:p w:rsidR="005E46C9" w:rsidRPr="00F823CD" w:rsidRDefault="005E46C9"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 xml:space="preserve">T</w:t>
                      <w:tab/>
                      <w:t xml:space="preserve">+49 5250 511-175</w:t>
                    </w: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s.rensinghoff@bette.de</w:t>
                    </w:r>
                  </w:p>
                  <w:p w:rsidR="005E46C9" w:rsidRPr="00F823CD"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Press contact:</w:t>
                    </w:r>
                  </w:p>
                  <w:p w:rsidR="005E46C9"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Marc Millenet</w:t>
                    </w:r>
                  </w:p>
                  <w:p w:rsidR="005E46C9" w:rsidRDefault="005E46C9"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 xml:space="preserve">T</w:t>
                      <w:tab/>
                      <w:t xml:space="preserve">+49 711 954 645-0</w:t>
                    </w:r>
                  </w:p>
                  <w:p w:rsidR="005E46C9" w:rsidRPr="00F823CD" w:rsidRDefault="005E46C9"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bette@id-pool.de</w:t>
                    </w:r>
                  </w:p>
                  <w:p w:rsidR="005E46C9" w:rsidRPr="00F823CD" w:rsidRDefault="005E46C9" w:rsidP="00A810C0">
                    <w:pPr>
                      <w:tabs>
                        <w:tab w:val="left" w:pos="140"/>
                      </w:tabs>
                      <w:spacing w:line="200" w:lineRule="exact"/>
                      <w:rPr>
                        <w:rFonts w:ascii="Arial" w:hAnsi="Arial" w:cs="Arial"/>
                        <w:b/>
                        <w:noProof/>
                        <w:sz w:val="14"/>
                        <w:szCs w:val="14"/>
                      </w:rPr>
                    </w:pP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No charge for reprinting.</w:t>
                    </w:r>
                    <w:r>
                      <w:rPr>
                        <w:rFonts w:ascii="Arial" w:hAnsi="Arial" w:cs="Arial"/>
                        <w:b/>
                        <w:noProof/>
                        <w:sz w:val="14"/>
                        <w:szCs w:val="14"/>
                      </w:rPr>
                      <w:t xml:space="preserve"> </w:t>
                    </w:r>
                  </w:p>
                  <w:p w:rsidR="005E46C9" w:rsidRPr="00F823CD" w:rsidRDefault="005E46C9" w:rsidP="00A810C0">
                    <w:pPr>
                      <w:tabs>
                        <w:tab w:val="left" w:pos="140"/>
                      </w:tabs>
                      <w:spacing w:line="200" w:lineRule="exact"/>
                      <w:rPr>
                        <w:rFonts w:ascii="Arial" w:hAnsi="Arial" w:cs="Arial"/>
                        <w:b/>
                        <w:noProof/>
                        <w:sz w:val="14"/>
                        <w:szCs w:val="14"/>
                      </w:rPr>
                    </w:pPr>
                    <w:r>
                      <w:rPr>
                        <w:rFonts w:ascii="Arial" w:hAnsi="Arial" w:cs="Arial"/>
                        <w:b/>
                        <w:noProof/>
                        <w:sz w:val="14"/>
                        <w:szCs w:val="14"/>
                      </w:rPr>
                      <w:t xml:space="preserve">Copy requested.</w:t>
                    </w:r>
                  </w:p>
                </w:txbxContent>
              </v:textbox>
              <w10:wrap anchorx="page" anchory="page"/>
            </v:shape>
          </w:pict>
        </mc:Fallback>
      </mc:AlternateContent>
    </w:r>
    <w:r>
      <w:t xml:space="preserve">Press release</w:t>
    </w:r>
  </w:p>
  <w:p w14:paraId="5544B871" w14:textId="77777777" w:rsidR="00A629F5" w:rsidRDefault="00A629F5" w:rsidP="00F823CD">
    <w:pPr>
      <w:pStyle w:val="Subline"/>
    </w:pPr>
    <w:r>
      <w:t xml:space="preserve">Page </w:t>
    </w:r>
    <w:r>
      <w:fldChar w:fldCharType="begin"/>
    </w:r>
    <w:r>
      <w:rPr>
        <w:noProof/>
      </w:rPr>
      <w:instrText xml:space="preserve"> PAGE   \* MERGEFORMAT </w:instrText>
    </w:r>
    <w:r>
      <w:fldChar w:fldCharType="separate"/>
    </w:r>
    <w:r>
      <w:rPr>
        <w:noProof/>
      </w:rPr>
      <w:t xml:space="preserve">1</w:t>
    </w:r>
    <w:r>
      <w:fldChar w:fldCharType="end"/>
    </w:r>
    <w:r>
      <w:t xml:space="preserve">/</w:t>
    </w:r>
    <w:fldSimple w:instr=" NUMPAGES   \* MERGEFORMAT ">
      <w:r w:rsidR="00EB4458">
        <w:rPr>
          <w:noProof/>
        </w:rPr>
        <w:t>6</w:t>
      </w:r>
    </w:fldSimple>
  </w:p>
  <w:p w14:paraId="4864B1AC" w14:textId="77777777" w:rsidR="00A629F5" w:rsidRDefault="00A629F5" w:rsidP="00A810C0"/>
  <w:p w14:paraId="5A00FF88" w14:textId="77777777" w:rsidR="00A629F5" w:rsidRPr="00532FE7" w:rsidRDefault="00A629F5"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9"/>
    <w:rsid w:val="000B0749"/>
    <w:rsid w:val="000C1E57"/>
    <w:rsid w:val="000E0530"/>
    <w:rsid w:val="00104F54"/>
    <w:rsid w:val="00181E54"/>
    <w:rsid w:val="00273CDC"/>
    <w:rsid w:val="002D4E34"/>
    <w:rsid w:val="002E4994"/>
    <w:rsid w:val="002F25C9"/>
    <w:rsid w:val="0034697A"/>
    <w:rsid w:val="00390DA2"/>
    <w:rsid w:val="003B29C7"/>
    <w:rsid w:val="004965BC"/>
    <w:rsid w:val="004B328F"/>
    <w:rsid w:val="00523792"/>
    <w:rsid w:val="00532DB8"/>
    <w:rsid w:val="00532FE7"/>
    <w:rsid w:val="00587A89"/>
    <w:rsid w:val="005E46C9"/>
    <w:rsid w:val="00640BB0"/>
    <w:rsid w:val="00645823"/>
    <w:rsid w:val="006D5B60"/>
    <w:rsid w:val="00714150"/>
    <w:rsid w:val="00723A71"/>
    <w:rsid w:val="007B681F"/>
    <w:rsid w:val="008441B4"/>
    <w:rsid w:val="009115A1"/>
    <w:rsid w:val="009E465E"/>
    <w:rsid w:val="00A629F5"/>
    <w:rsid w:val="00A810C0"/>
    <w:rsid w:val="00AA4B66"/>
    <w:rsid w:val="00C32D35"/>
    <w:rsid w:val="00CB4ED1"/>
    <w:rsid w:val="00CF605F"/>
    <w:rsid w:val="00D87AF3"/>
    <w:rsid w:val="00DA732D"/>
    <w:rsid w:val="00DF3D24"/>
    <w:rsid w:val="00E41A26"/>
    <w:rsid w:val="00EB4458"/>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A1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eiche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32FE7"/>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532FE7"/>
    <w:rPr>
      <w:rFonts w:ascii="Suisse Works Book" w:hAnsi="Suisse Works Book"/>
      <w:sz w:val="20"/>
    </w:rPr>
  </w:style>
  <w:style w:type="paragraph" w:styleId="Fuzeile">
    <w:name w:val="footer"/>
    <w:basedOn w:val="Standard"/>
    <w:link w:val="FuzeileZeichen"/>
    <w:uiPriority w:val="99"/>
    <w:unhideWhenUsed/>
    <w:rsid w:val="00532FE7"/>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eichen">
    <w:name w:val="Überschrift 1 Zeiche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eichen"/>
    <w:uiPriority w:val="99"/>
    <w:semiHidden/>
    <w:unhideWhenUsed/>
    <w:rsid w:val="006D5B60"/>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5B6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eiche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32FE7"/>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532FE7"/>
    <w:rPr>
      <w:rFonts w:ascii="Suisse Works Book" w:hAnsi="Suisse Works Book"/>
      <w:sz w:val="20"/>
    </w:rPr>
  </w:style>
  <w:style w:type="paragraph" w:styleId="Fuzeile">
    <w:name w:val="footer"/>
    <w:basedOn w:val="Standard"/>
    <w:link w:val="FuzeileZeichen"/>
    <w:uiPriority w:val="99"/>
    <w:unhideWhenUsed/>
    <w:rsid w:val="00532FE7"/>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eichen">
    <w:name w:val="Überschrift 1 Zeiche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eichen"/>
    <w:uiPriority w:val="99"/>
    <w:semiHidden/>
    <w:unhideWhenUsed/>
    <w:rsid w:val="006D5B60"/>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Zentralkomitee:Users:mm:Library:Application%20Support:Microsoft:Office:Benutzervorlagen:Meine%20Vorlagen:BETTE_PRESSEPAPIER_DE.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BETTE_PRESSEPAPIER_DE.dotx</Template>
  <TotalTime>0</TotalTime>
  <Pages>6</Pages>
  <Words>998</Words>
  <Characters>6288</Characters>
  <Application>Microsoft Macintosh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Marc Millenet</cp:lastModifiedBy>
  <cp:revision>2</cp:revision>
  <cp:lastPrinted>2017-03-06T17:48:00Z</cp:lastPrinted>
  <dcterms:created xsi:type="dcterms:W3CDTF">2020-02-26T14:43:00Z</dcterms:created>
  <dcterms:modified xsi:type="dcterms:W3CDTF">2020-02-26T15:33:00Z</dcterms:modified>
</cp:coreProperties>
</file>